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73BD87" w14:textId="67E1A24A" w:rsidR="00A62D44" w:rsidRPr="004C6EEE" w:rsidRDefault="000E0970" w:rsidP="00834FEE">
      <w:pPr>
        <w:pStyle w:val="Spacerparatopoffirstpage"/>
        <w:sectPr w:rsidR="00A62D44" w:rsidRPr="004C6EEE" w:rsidSect="006031B2">
          <w:footerReference w:type="default" r:id="rId10"/>
          <w:footerReference w:type="first" r:id="rId11"/>
          <w:pgSz w:w="11906" w:h="16838" w:code="9"/>
          <w:pgMar w:top="2835" w:right="851" w:bottom="2041" w:left="1021" w:header="510" w:footer="510" w:gutter="0"/>
          <w:cols w:space="708"/>
          <w:docGrid w:linePitch="360"/>
        </w:sectPr>
      </w:pPr>
      <w:r>
        <w:rPr>
          <w:lang w:eastAsia="en-AU"/>
        </w:rPr>
        <w:drawing>
          <wp:anchor distT="0" distB="0" distL="114300" distR="114300" simplePos="0" relativeHeight="251658240" behindDoc="1" locked="1" layoutInCell="0" allowOverlap="1" wp14:anchorId="3979A820" wp14:editId="064FA962">
            <wp:simplePos x="0" y="0"/>
            <wp:positionH relativeFrom="page">
              <wp:posOffset>0</wp:posOffset>
            </wp:positionH>
            <wp:positionV relativeFrom="page">
              <wp:posOffset>0</wp:posOffset>
            </wp:positionV>
            <wp:extent cx="7563600" cy="1438920"/>
            <wp:effectExtent l="0" t="0" r="0" b="8890"/>
            <wp:wrapNone/>
            <wp:docPr id="30" name="Picture 3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corative"/>
                    <pic:cNvPicPr>
                      <a:picLocks noChangeAspect="1" noChangeArrowheads="1"/>
                    </pic:cNvPicPr>
                  </pic:nvPicPr>
                  <pic:blipFill>
                    <a:blip r:embed="rId12"/>
                    <a:stretch>
                      <a:fillRect/>
                    </a:stretch>
                  </pic:blipFill>
                  <pic:spPr bwMode="auto">
                    <a:xfrm>
                      <a:off x="0" y="0"/>
                      <a:ext cx="7563600" cy="14389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82B630" w14:textId="50449763" w:rsidR="00753DF1" w:rsidRPr="00753DF1" w:rsidRDefault="00753DF1" w:rsidP="00F3244E">
      <w:pPr>
        <w:pStyle w:val="MHRVmainheading"/>
      </w:pPr>
      <w:bookmarkStart w:id="0" w:name="_Toc37923260"/>
      <w:r w:rsidRPr="00753DF1">
        <w:rPr>
          <w:noProof/>
        </w:rPr>
        <w:drawing>
          <wp:anchor distT="0" distB="0" distL="114300" distR="114300" simplePos="0" relativeHeight="251659264" behindDoc="1" locked="0" layoutInCell="0" allowOverlap="1" wp14:anchorId="4A750B67" wp14:editId="066FE17E">
            <wp:simplePos x="0" y="0"/>
            <wp:positionH relativeFrom="page">
              <wp:align>right</wp:align>
            </wp:positionH>
            <wp:positionV relativeFrom="page">
              <wp:align>top</wp:align>
            </wp:positionV>
            <wp:extent cx="7563600" cy="1438920"/>
            <wp:effectExtent l="0" t="0" r="0" b="8890"/>
            <wp:wrapNone/>
            <wp:docPr id="1" name="Picture 1" descr="Mental Health Reform Victoria banner and lo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corative"/>
                    <pic:cNvPicPr>
                      <a:picLocks noChangeAspect="1" noChangeArrowheads="1"/>
                    </pic:cNvPicPr>
                  </pic:nvPicPr>
                  <pic:blipFill>
                    <a:blip r:embed="rId12"/>
                    <a:stretch>
                      <a:fillRect/>
                    </a:stretch>
                  </pic:blipFill>
                  <pic:spPr bwMode="auto">
                    <a:xfrm>
                      <a:off x="0" y="0"/>
                      <a:ext cx="7563600" cy="1438920"/>
                    </a:xfrm>
                    <a:prstGeom prst="rect">
                      <a:avLst/>
                    </a:prstGeom>
                    <a:noFill/>
                    <a:ln>
                      <a:noFill/>
                    </a:ln>
                  </pic:spPr>
                </pic:pic>
              </a:graphicData>
            </a:graphic>
            <wp14:sizeRelH relativeFrom="page">
              <wp14:pctWidth>0</wp14:pctWidth>
            </wp14:sizeRelH>
            <wp14:sizeRelV relativeFrom="page">
              <wp14:pctHeight>0</wp14:pctHeight>
            </wp14:sizeRelV>
          </wp:anchor>
        </w:drawing>
      </w:r>
      <w:r w:rsidR="008A482E">
        <w:rPr>
          <w:noProof/>
        </w:rPr>
        <w:t xml:space="preserve">Mental Health Reform Victoria </w:t>
      </w:r>
      <w:r w:rsidR="00C022D5">
        <w:rPr>
          <w:noProof/>
        </w:rPr>
        <w:t xml:space="preserve">Privacy </w:t>
      </w:r>
      <w:r w:rsidRPr="00753DF1">
        <w:t>Policy</w:t>
      </w:r>
    </w:p>
    <w:bookmarkStart w:id="1" w:name="_Toc501630448"/>
    <w:p w14:paraId="6020D549" w14:textId="5E62904B" w:rsidR="00360EB3" w:rsidRDefault="009B3C4E">
      <w:pPr>
        <w:pStyle w:val="TOC1"/>
        <w:rPr>
          <w:rFonts w:asciiTheme="minorHAnsi" w:eastAsiaTheme="minorEastAsia" w:hAnsiTheme="minorHAnsi" w:cstheme="minorBidi"/>
          <w:b w:val="0"/>
          <w:sz w:val="22"/>
          <w:szCs w:val="22"/>
          <w:lang w:eastAsia="en-AU"/>
        </w:rPr>
      </w:pPr>
      <w:r>
        <w:fldChar w:fldCharType="begin"/>
      </w:r>
      <w:r>
        <w:instrText xml:space="preserve"> TOC  \* MERGEFORMAT </w:instrText>
      </w:r>
      <w:r>
        <w:fldChar w:fldCharType="separate"/>
      </w:r>
      <w:r w:rsidR="00360EB3">
        <w:t>Overview</w:t>
      </w:r>
      <w:r w:rsidR="00360EB3">
        <w:tab/>
      </w:r>
      <w:r w:rsidR="00360EB3">
        <w:fldChar w:fldCharType="begin"/>
      </w:r>
      <w:r w:rsidR="00360EB3">
        <w:instrText xml:space="preserve"> PAGEREF _Toc56596251 \h </w:instrText>
      </w:r>
      <w:r w:rsidR="00360EB3">
        <w:fldChar w:fldCharType="separate"/>
      </w:r>
      <w:r w:rsidR="008009B0">
        <w:t>2</w:t>
      </w:r>
      <w:r w:rsidR="00360EB3">
        <w:fldChar w:fldCharType="end"/>
      </w:r>
    </w:p>
    <w:p w14:paraId="66A329C8" w14:textId="55D0D56C" w:rsidR="00360EB3" w:rsidRDefault="00360EB3">
      <w:pPr>
        <w:pStyle w:val="TOC1"/>
        <w:rPr>
          <w:rFonts w:asciiTheme="minorHAnsi" w:eastAsiaTheme="minorEastAsia" w:hAnsiTheme="minorHAnsi" w:cstheme="minorBidi"/>
          <w:b w:val="0"/>
          <w:sz w:val="22"/>
          <w:szCs w:val="22"/>
          <w:lang w:eastAsia="en-AU"/>
        </w:rPr>
      </w:pPr>
      <w:r>
        <w:t>To what and whom does this policy apply?</w:t>
      </w:r>
      <w:r>
        <w:tab/>
      </w:r>
      <w:r>
        <w:fldChar w:fldCharType="begin"/>
      </w:r>
      <w:r>
        <w:instrText xml:space="preserve"> PAGEREF _Toc56596252 \h </w:instrText>
      </w:r>
      <w:r>
        <w:fldChar w:fldCharType="separate"/>
      </w:r>
      <w:r w:rsidR="008009B0">
        <w:t>2</w:t>
      </w:r>
      <w:r>
        <w:fldChar w:fldCharType="end"/>
      </w:r>
    </w:p>
    <w:p w14:paraId="1C86DCD0" w14:textId="3C529646" w:rsidR="00360EB3" w:rsidRDefault="00360EB3">
      <w:pPr>
        <w:pStyle w:val="TOC1"/>
        <w:rPr>
          <w:rFonts w:asciiTheme="minorHAnsi" w:eastAsiaTheme="minorEastAsia" w:hAnsiTheme="minorHAnsi" w:cstheme="minorBidi"/>
          <w:b w:val="0"/>
          <w:sz w:val="22"/>
          <w:szCs w:val="22"/>
          <w:lang w:eastAsia="en-AU"/>
        </w:rPr>
      </w:pPr>
      <w:r>
        <w:t>What does MHRV do?</w:t>
      </w:r>
      <w:r>
        <w:tab/>
      </w:r>
      <w:r>
        <w:fldChar w:fldCharType="begin"/>
      </w:r>
      <w:r>
        <w:instrText xml:space="preserve"> PAGEREF _Toc56596253 \h </w:instrText>
      </w:r>
      <w:r>
        <w:fldChar w:fldCharType="separate"/>
      </w:r>
      <w:r w:rsidR="008009B0">
        <w:t>2</w:t>
      </w:r>
      <w:r>
        <w:fldChar w:fldCharType="end"/>
      </w:r>
    </w:p>
    <w:p w14:paraId="7CD1D467" w14:textId="2953A6C4" w:rsidR="00360EB3" w:rsidRDefault="00360EB3">
      <w:pPr>
        <w:pStyle w:val="TOC1"/>
        <w:rPr>
          <w:rFonts w:asciiTheme="minorHAnsi" w:eastAsiaTheme="minorEastAsia" w:hAnsiTheme="minorHAnsi" w:cstheme="minorBidi"/>
          <w:b w:val="0"/>
          <w:sz w:val="22"/>
          <w:szCs w:val="22"/>
          <w:lang w:eastAsia="en-AU"/>
        </w:rPr>
      </w:pPr>
      <w:r>
        <w:t>Definitions of personal, health and sensitive information</w:t>
      </w:r>
      <w:r>
        <w:tab/>
      </w:r>
      <w:r>
        <w:fldChar w:fldCharType="begin"/>
      </w:r>
      <w:r>
        <w:instrText xml:space="preserve"> PAGEREF _Toc56596254 \h </w:instrText>
      </w:r>
      <w:r>
        <w:fldChar w:fldCharType="separate"/>
      </w:r>
      <w:r w:rsidR="008009B0">
        <w:t>3</w:t>
      </w:r>
      <w:r>
        <w:fldChar w:fldCharType="end"/>
      </w:r>
    </w:p>
    <w:p w14:paraId="18CE6024" w14:textId="4950829C" w:rsidR="00360EB3" w:rsidRDefault="00360EB3">
      <w:pPr>
        <w:pStyle w:val="TOC2"/>
        <w:rPr>
          <w:rFonts w:asciiTheme="minorHAnsi" w:eastAsiaTheme="minorEastAsia" w:hAnsiTheme="minorHAnsi" w:cstheme="minorBidi"/>
          <w:sz w:val="22"/>
          <w:szCs w:val="22"/>
          <w:lang w:eastAsia="en-AU"/>
        </w:rPr>
      </w:pPr>
      <w:r>
        <w:t>Personal information</w:t>
      </w:r>
      <w:r>
        <w:tab/>
      </w:r>
      <w:r>
        <w:fldChar w:fldCharType="begin"/>
      </w:r>
      <w:r>
        <w:instrText xml:space="preserve"> PAGEREF _Toc56596255 \h </w:instrText>
      </w:r>
      <w:r>
        <w:fldChar w:fldCharType="separate"/>
      </w:r>
      <w:r w:rsidR="008009B0">
        <w:t>3</w:t>
      </w:r>
      <w:r>
        <w:fldChar w:fldCharType="end"/>
      </w:r>
      <w:bookmarkStart w:id="2" w:name="_GoBack"/>
      <w:bookmarkEnd w:id="2"/>
    </w:p>
    <w:p w14:paraId="404B0E22" w14:textId="591514BB" w:rsidR="00360EB3" w:rsidRDefault="00360EB3">
      <w:pPr>
        <w:pStyle w:val="TOC2"/>
        <w:rPr>
          <w:rFonts w:asciiTheme="minorHAnsi" w:eastAsiaTheme="minorEastAsia" w:hAnsiTheme="minorHAnsi" w:cstheme="minorBidi"/>
          <w:sz w:val="22"/>
          <w:szCs w:val="22"/>
          <w:lang w:eastAsia="en-AU"/>
        </w:rPr>
      </w:pPr>
      <w:r>
        <w:t>Sensitive information</w:t>
      </w:r>
      <w:r>
        <w:tab/>
      </w:r>
      <w:r>
        <w:fldChar w:fldCharType="begin"/>
      </w:r>
      <w:r>
        <w:instrText xml:space="preserve"> PAGEREF _Toc56596256 \h </w:instrText>
      </w:r>
      <w:r>
        <w:fldChar w:fldCharType="separate"/>
      </w:r>
      <w:r w:rsidR="008009B0">
        <w:t>3</w:t>
      </w:r>
      <w:r>
        <w:fldChar w:fldCharType="end"/>
      </w:r>
    </w:p>
    <w:p w14:paraId="1A6A0C04" w14:textId="7931804B" w:rsidR="00360EB3" w:rsidRDefault="00360EB3">
      <w:pPr>
        <w:pStyle w:val="TOC2"/>
        <w:rPr>
          <w:rFonts w:asciiTheme="minorHAnsi" w:eastAsiaTheme="minorEastAsia" w:hAnsiTheme="minorHAnsi" w:cstheme="minorBidi"/>
          <w:sz w:val="22"/>
          <w:szCs w:val="22"/>
          <w:lang w:eastAsia="en-AU"/>
        </w:rPr>
      </w:pPr>
      <w:r>
        <w:t>Health information</w:t>
      </w:r>
      <w:r>
        <w:tab/>
      </w:r>
      <w:r>
        <w:fldChar w:fldCharType="begin"/>
      </w:r>
      <w:r>
        <w:instrText xml:space="preserve"> PAGEREF _Toc56596257 \h </w:instrText>
      </w:r>
      <w:r>
        <w:fldChar w:fldCharType="separate"/>
      </w:r>
      <w:r w:rsidR="008009B0">
        <w:t>3</w:t>
      </w:r>
      <w:r>
        <w:fldChar w:fldCharType="end"/>
      </w:r>
    </w:p>
    <w:p w14:paraId="715BAAE0" w14:textId="400CCE74" w:rsidR="00360EB3" w:rsidRDefault="00360EB3">
      <w:pPr>
        <w:pStyle w:val="TOC1"/>
        <w:rPr>
          <w:rFonts w:asciiTheme="minorHAnsi" w:eastAsiaTheme="minorEastAsia" w:hAnsiTheme="minorHAnsi" w:cstheme="minorBidi"/>
          <w:b w:val="0"/>
          <w:sz w:val="22"/>
          <w:szCs w:val="22"/>
          <w:lang w:eastAsia="en-AU"/>
        </w:rPr>
      </w:pPr>
      <w:r>
        <w:t>Collection of personal and health information</w:t>
      </w:r>
      <w:r>
        <w:tab/>
      </w:r>
      <w:r>
        <w:fldChar w:fldCharType="begin"/>
      </w:r>
      <w:r>
        <w:instrText xml:space="preserve"> PAGEREF _Toc56596258 \h </w:instrText>
      </w:r>
      <w:r>
        <w:fldChar w:fldCharType="separate"/>
      </w:r>
      <w:r w:rsidR="008009B0">
        <w:t>4</w:t>
      </w:r>
      <w:r>
        <w:fldChar w:fldCharType="end"/>
      </w:r>
    </w:p>
    <w:p w14:paraId="64B740C5" w14:textId="5FB23745" w:rsidR="00360EB3" w:rsidRDefault="00360EB3">
      <w:pPr>
        <w:pStyle w:val="TOC2"/>
        <w:rPr>
          <w:rFonts w:asciiTheme="minorHAnsi" w:eastAsiaTheme="minorEastAsia" w:hAnsiTheme="minorHAnsi" w:cstheme="minorBidi"/>
          <w:sz w:val="22"/>
          <w:szCs w:val="22"/>
          <w:lang w:eastAsia="en-AU"/>
        </w:rPr>
      </w:pPr>
      <w:r>
        <w:t>Where information may be provided by a third party.</w:t>
      </w:r>
      <w:r>
        <w:tab/>
      </w:r>
      <w:r>
        <w:fldChar w:fldCharType="begin"/>
      </w:r>
      <w:r>
        <w:instrText xml:space="preserve"> PAGEREF _Toc56596259 \h </w:instrText>
      </w:r>
      <w:r>
        <w:fldChar w:fldCharType="separate"/>
      </w:r>
      <w:r w:rsidR="008009B0">
        <w:t>4</w:t>
      </w:r>
      <w:r>
        <w:fldChar w:fldCharType="end"/>
      </w:r>
    </w:p>
    <w:p w14:paraId="653CA6E5" w14:textId="26A54285" w:rsidR="00360EB3" w:rsidRDefault="00360EB3">
      <w:pPr>
        <w:pStyle w:val="TOC1"/>
        <w:rPr>
          <w:rFonts w:asciiTheme="minorHAnsi" w:eastAsiaTheme="minorEastAsia" w:hAnsiTheme="minorHAnsi" w:cstheme="minorBidi"/>
          <w:b w:val="0"/>
          <w:sz w:val="22"/>
          <w:szCs w:val="22"/>
          <w:lang w:eastAsia="en-AU"/>
        </w:rPr>
      </w:pPr>
      <w:r>
        <w:t>Collection of sensitive information</w:t>
      </w:r>
      <w:r>
        <w:tab/>
      </w:r>
      <w:r>
        <w:fldChar w:fldCharType="begin"/>
      </w:r>
      <w:r>
        <w:instrText xml:space="preserve"> PAGEREF _Toc56596260 \h </w:instrText>
      </w:r>
      <w:r>
        <w:fldChar w:fldCharType="separate"/>
      </w:r>
      <w:r w:rsidR="008009B0">
        <w:t>4</w:t>
      </w:r>
      <w:r>
        <w:fldChar w:fldCharType="end"/>
      </w:r>
    </w:p>
    <w:p w14:paraId="62DB9D85" w14:textId="65F08635" w:rsidR="00360EB3" w:rsidRDefault="00360EB3">
      <w:pPr>
        <w:pStyle w:val="TOC1"/>
        <w:rPr>
          <w:rFonts w:asciiTheme="minorHAnsi" w:eastAsiaTheme="minorEastAsia" w:hAnsiTheme="minorHAnsi" w:cstheme="minorBidi"/>
          <w:b w:val="0"/>
          <w:sz w:val="22"/>
          <w:szCs w:val="22"/>
          <w:lang w:eastAsia="en-AU"/>
        </w:rPr>
      </w:pPr>
      <w:r>
        <w:t>Types of information collected by MHRV</w:t>
      </w:r>
      <w:r>
        <w:tab/>
      </w:r>
      <w:r>
        <w:fldChar w:fldCharType="begin"/>
      </w:r>
      <w:r>
        <w:instrText xml:space="preserve"> PAGEREF _Toc56596261 \h </w:instrText>
      </w:r>
      <w:r>
        <w:fldChar w:fldCharType="separate"/>
      </w:r>
      <w:r w:rsidR="008009B0">
        <w:t>5</w:t>
      </w:r>
      <w:r>
        <w:fldChar w:fldCharType="end"/>
      </w:r>
    </w:p>
    <w:p w14:paraId="1E36DA99" w14:textId="234FE84D" w:rsidR="00360EB3" w:rsidRDefault="00360EB3">
      <w:pPr>
        <w:pStyle w:val="TOC1"/>
        <w:rPr>
          <w:rFonts w:asciiTheme="minorHAnsi" w:eastAsiaTheme="minorEastAsia" w:hAnsiTheme="minorHAnsi" w:cstheme="minorBidi"/>
          <w:b w:val="0"/>
          <w:sz w:val="22"/>
          <w:szCs w:val="22"/>
          <w:lang w:eastAsia="en-AU"/>
        </w:rPr>
      </w:pPr>
      <w:r>
        <w:t>What MHRV does with the information collected</w:t>
      </w:r>
      <w:r>
        <w:tab/>
      </w:r>
      <w:r>
        <w:fldChar w:fldCharType="begin"/>
      </w:r>
      <w:r>
        <w:instrText xml:space="preserve"> PAGEREF _Toc56596262 \h </w:instrText>
      </w:r>
      <w:r>
        <w:fldChar w:fldCharType="separate"/>
      </w:r>
      <w:r w:rsidR="008009B0">
        <w:t>5</w:t>
      </w:r>
      <w:r>
        <w:fldChar w:fldCharType="end"/>
      </w:r>
    </w:p>
    <w:p w14:paraId="396CECE9" w14:textId="5D4CCF72" w:rsidR="00360EB3" w:rsidRDefault="00360EB3">
      <w:pPr>
        <w:pStyle w:val="TOC1"/>
        <w:rPr>
          <w:rFonts w:asciiTheme="minorHAnsi" w:eastAsiaTheme="minorEastAsia" w:hAnsiTheme="minorHAnsi" w:cstheme="minorBidi"/>
          <w:b w:val="0"/>
          <w:sz w:val="22"/>
          <w:szCs w:val="22"/>
          <w:lang w:eastAsia="en-AU"/>
        </w:rPr>
      </w:pPr>
      <w:r>
        <w:t>How MHRV stores and protects information</w:t>
      </w:r>
      <w:r>
        <w:tab/>
      </w:r>
      <w:r>
        <w:fldChar w:fldCharType="begin"/>
      </w:r>
      <w:r>
        <w:instrText xml:space="preserve"> PAGEREF _Toc56596263 \h </w:instrText>
      </w:r>
      <w:r>
        <w:fldChar w:fldCharType="separate"/>
      </w:r>
      <w:r w:rsidR="008009B0">
        <w:t>6</w:t>
      </w:r>
      <w:r>
        <w:fldChar w:fldCharType="end"/>
      </w:r>
    </w:p>
    <w:p w14:paraId="22C96B81" w14:textId="509A065E" w:rsidR="00360EB3" w:rsidRDefault="00360EB3">
      <w:pPr>
        <w:pStyle w:val="TOC1"/>
        <w:rPr>
          <w:rFonts w:asciiTheme="minorHAnsi" w:eastAsiaTheme="minorEastAsia" w:hAnsiTheme="minorHAnsi" w:cstheme="minorBidi"/>
          <w:b w:val="0"/>
          <w:sz w:val="22"/>
          <w:szCs w:val="22"/>
          <w:lang w:eastAsia="en-AU"/>
        </w:rPr>
      </w:pPr>
      <w:r>
        <w:t>Access to and correction of information</w:t>
      </w:r>
      <w:r>
        <w:tab/>
      </w:r>
      <w:r>
        <w:fldChar w:fldCharType="begin"/>
      </w:r>
      <w:r>
        <w:instrText xml:space="preserve"> PAGEREF _Toc56596264 \h </w:instrText>
      </w:r>
      <w:r>
        <w:fldChar w:fldCharType="separate"/>
      </w:r>
      <w:r w:rsidR="008009B0">
        <w:t>6</w:t>
      </w:r>
      <w:r>
        <w:fldChar w:fldCharType="end"/>
      </w:r>
    </w:p>
    <w:p w14:paraId="242E0AEF" w14:textId="6CBB459D" w:rsidR="00360EB3" w:rsidRDefault="00360EB3">
      <w:pPr>
        <w:pStyle w:val="TOC1"/>
        <w:rPr>
          <w:rFonts w:asciiTheme="minorHAnsi" w:eastAsiaTheme="minorEastAsia" w:hAnsiTheme="minorHAnsi" w:cstheme="minorBidi"/>
          <w:b w:val="0"/>
          <w:sz w:val="22"/>
          <w:szCs w:val="22"/>
          <w:lang w:eastAsia="en-AU"/>
        </w:rPr>
      </w:pPr>
      <w:r>
        <w:t>Making a complaint about a privacy incident (breach)</w:t>
      </w:r>
      <w:r>
        <w:tab/>
      </w:r>
      <w:r>
        <w:fldChar w:fldCharType="begin"/>
      </w:r>
      <w:r>
        <w:instrText xml:space="preserve"> PAGEREF _Toc56596265 \h </w:instrText>
      </w:r>
      <w:r>
        <w:fldChar w:fldCharType="separate"/>
      </w:r>
      <w:r w:rsidR="008009B0">
        <w:t>6</w:t>
      </w:r>
      <w:r>
        <w:fldChar w:fldCharType="end"/>
      </w:r>
    </w:p>
    <w:p w14:paraId="156628DA" w14:textId="7E7EF7FE" w:rsidR="00360EB3" w:rsidRDefault="00360EB3">
      <w:pPr>
        <w:pStyle w:val="TOC1"/>
        <w:rPr>
          <w:rFonts w:asciiTheme="minorHAnsi" w:eastAsiaTheme="minorEastAsia" w:hAnsiTheme="minorHAnsi" w:cstheme="minorBidi"/>
          <w:b w:val="0"/>
          <w:sz w:val="22"/>
          <w:szCs w:val="22"/>
          <w:lang w:eastAsia="en-AU"/>
        </w:rPr>
      </w:pPr>
      <w:r>
        <w:t>How does MHRV protect information transferred outside of Victoria?</w:t>
      </w:r>
      <w:r>
        <w:tab/>
      </w:r>
      <w:r>
        <w:fldChar w:fldCharType="begin"/>
      </w:r>
      <w:r>
        <w:instrText xml:space="preserve"> PAGEREF _Toc56596266 \h </w:instrText>
      </w:r>
      <w:r>
        <w:fldChar w:fldCharType="separate"/>
      </w:r>
      <w:r w:rsidR="008009B0">
        <w:t>6</w:t>
      </w:r>
      <w:r>
        <w:fldChar w:fldCharType="end"/>
      </w:r>
    </w:p>
    <w:p w14:paraId="0B39E540" w14:textId="657ED6DD" w:rsidR="00360EB3" w:rsidRDefault="00360EB3">
      <w:pPr>
        <w:pStyle w:val="TOC1"/>
        <w:rPr>
          <w:rFonts w:asciiTheme="minorHAnsi" w:eastAsiaTheme="minorEastAsia" w:hAnsiTheme="minorHAnsi" w:cstheme="minorBidi"/>
          <w:b w:val="0"/>
          <w:sz w:val="22"/>
          <w:szCs w:val="22"/>
          <w:lang w:eastAsia="en-AU"/>
        </w:rPr>
      </w:pPr>
      <w:r>
        <w:t>Workplace participant responsibilities</w:t>
      </w:r>
      <w:r>
        <w:tab/>
      </w:r>
      <w:r>
        <w:fldChar w:fldCharType="begin"/>
      </w:r>
      <w:r>
        <w:instrText xml:space="preserve"> PAGEREF _Toc56596267 \h </w:instrText>
      </w:r>
      <w:r>
        <w:fldChar w:fldCharType="separate"/>
      </w:r>
      <w:r w:rsidR="008009B0">
        <w:t>7</w:t>
      </w:r>
      <w:r>
        <w:fldChar w:fldCharType="end"/>
      </w:r>
    </w:p>
    <w:p w14:paraId="471C889D" w14:textId="50C62625" w:rsidR="00360EB3" w:rsidRDefault="00360EB3">
      <w:pPr>
        <w:pStyle w:val="TOC1"/>
        <w:rPr>
          <w:rFonts w:asciiTheme="minorHAnsi" w:eastAsiaTheme="minorEastAsia" w:hAnsiTheme="minorHAnsi" w:cstheme="minorBidi"/>
          <w:b w:val="0"/>
          <w:sz w:val="22"/>
          <w:szCs w:val="22"/>
          <w:lang w:eastAsia="en-AU"/>
        </w:rPr>
      </w:pPr>
      <w:r>
        <w:t>Further information</w:t>
      </w:r>
      <w:r>
        <w:tab/>
      </w:r>
      <w:r>
        <w:fldChar w:fldCharType="begin"/>
      </w:r>
      <w:r>
        <w:instrText xml:space="preserve"> PAGEREF _Toc56596268 \h </w:instrText>
      </w:r>
      <w:r>
        <w:fldChar w:fldCharType="separate"/>
      </w:r>
      <w:r w:rsidR="008009B0">
        <w:t>7</w:t>
      </w:r>
      <w:r>
        <w:fldChar w:fldCharType="end"/>
      </w:r>
    </w:p>
    <w:p w14:paraId="3141D173" w14:textId="2CB1CA00" w:rsidR="009B3C4E" w:rsidRDefault="009B3C4E" w:rsidP="00F3244E">
      <w:pPr>
        <w:pStyle w:val="Heading2"/>
      </w:pPr>
      <w:r>
        <w:fldChar w:fldCharType="end"/>
      </w:r>
    </w:p>
    <w:p w14:paraId="4F5F9738" w14:textId="77777777" w:rsidR="009B3C4E" w:rsidRDefault="009B3C4E">
      <w:pPr>
        <w:rPr>
          <w:rFonts w:ascii="Arial" w:hAnsi="Arial"/>
          <w:color w:val="542E8E" w:themeColor="accent1"/>
          <w:sz w:val="26"/>
          <w:szCs w:val="28"/>
        </w:rPr>
      </w:pPr>
      <w:r>
        <w:br w:type="page"/>
      </w:r>
    </w:p>
    <w:p w14:paraId="531032E6" w14:textId="4ECFD65C" w:rsidR="00834FEE" w:rsidRPr="00B57329" w:rsidRDefault="00834FEE" w:rsidP="00834FEE">
      <w:pPr>
        <w:pStyle w:val="Heading1"/>
        <w:spacing w:before="0"/>
      </w:pPr>
      <w:bookmarkStart w:id="3" w:name="_Toc56596251"/>
      <w:bookmarkEnd w:id="1"/>
      <w:r>
        <w:lastRenderedPageBreak/>
        <w:t>Overview</w:t>
      </w:r>
      <w:bookmarkEnd w:id="3"/>
    </w:p>
    <w:p w14:paraId="7CAB9B15" w14:textId="5B050135" w:rsidR="00834FEE" w:rsidRDefault="00873B51" w:rsidP="00834FEE">
      <w:pPr>
        <w:pStyle w:val="DHHSbody"/>
      </w:pPr>
      <w:bookmarkStart w:id="4" w:name="_Toc440566509"/>
      <w:r>
        <w:t>Mental Health Reform Victoria</w:t>
      </w:r>
      <w:r w:rsidR="00834FEE">
        <w:t xml:space="preserve"> (</w:t>
      </w:r>
      <w:r>
        <w:t>MHRV</w:t>
      </w:r>
      <w:r w:rsidR="00834FEE">
        <w:t>)</w:t>
      </w:r>
      <w:r w:rsidR="00A55185">
        <w:t xml:space="preserve"> is an Administrative Office</w:t>
      </w:r>
      <w:r w:rsidR="00302191">
        <w:t xml:space="preserve"> created </w:t>
      </w:r>
      <w:r w:rsidR="004C231A">
        <w:t>under</w:t>
      </w:r>
      <w:r w:rsidR="0000733C">
        <w:t xml:space="preserve"> the </w:t>
      </w:r>
      <w:r w:rsidR="0000733C" w:rsidRPr="0000733C">
        <w:rPr>
          <w:rStyle w:val="acopre"/>
          <w:i/>
          <w:iCs/>
        </w:rPr>
        <w:t>Public</w:t>
      </w:r>
      <w:r w:rsidR="0000733C">
        <w:rPr>
          <w:rStyle w:val="acopre"/>
        </w:rPr>
        <w:t xml:space="preserve"> </w:t>
      </w:r>
      <w:r w:rsidR="0000733C">
        <w:rPr>
          <w:rStyle w:val="Emphasis"/>
        </w:rPr>
        <w:t>Administration Act 2004</w:t>
      </w:r>
      <w:r w:rsidR="004C231A">
        <w:rPr>
          <w:rStyle w:val="Emphasis"/>
          <w:i w:val="0"/>
          <w:iCs w:val="0"/>
        </w:rPr>
        <w:t xml:space="preserve">, </w:t>
      </w:r>
      <w:r w:rsidR="00595D9A">
        <w:rPr>
          <w:rStyle w:val="Emphasis"/>
          <w:i w:val="0"/>
          <w:iCs w:val="0"/>
        </w:rPr>
        <w:t xml:space="preserve">in relation to the Department of Health and </w:t>
      </w:r>
      <w:r w:rsidR="00FC59FF">
        <w:rPr>
          <w:rStyle w:val="Emphasis"/>
          <w:i w:val="0"/>
          <w:iCs w:val="0"/>
        </w:rPr>
        <w:t>Human</w:t>
      </w:r>
      <w:r w:rsidR="00595D9A">
        <w:rPr>
          <w:rStyle w:val="Emphasis"/>
          <w:i w:val="0"/>
          <w:iCs w:val="0"/>
        </w:rPr>
        <w:t xml:space="preserve"> Services</w:t>
      </w:r>
      <w:r w:rsidR="00FC59FF">
        <w:rPr>
          <w:rStyle w:val="Emphasis"/>
          <w:i w:val="0"/>
          <w:iCs w:val="0"/>
        </w:rPr>
        <w:t>.</w:t>
      </w:r>
      <w:r w:rsidR="0000733C">
        <w:rPr>
          <w:rStyle w:val="Emphasis"/>
          <w:i w:val="0"/>
          <w:iCs w:val="0"/>
        </w:rPr>
        <w:t xml:space="preserve"> </w:t>
      </w:r>
      <w:r w:rsidR="00D7613D" w:rsidRPr="00D7613D">
        <w:t xml:space="preserve">Mental Health Reform Victoria is implementing the recommendations of the Royal Commission into Victoria’s Mental Health System and helping set the foundations for </w:t>
      </w:r>
      <w:r w:rsidR="005B2F23">
        <w:t>system</w:t>
      </w:r>
      <w:r w:rsidR="00D7613D" w:rsidRPr="00D7613D">
        <w:t xml:space="preserve"> change.</w:t>
      </w:r>
      <w:r w:rsidR="005B2F23">
        <w:t xml:space="preserve"> </w:t>
      </w:r>
      <w:r w:rsidR="00AB2C4B">
        <w:t>MHRV</w:t>
      </w:r>
      <w:r w:rsidR="00834FEE">
        <w:t xml:space="preserve"> acknowledges the sensitivity of personal information provided to it. Therefore, </w:t>
      </w:r>
      <w:r w:rsidR="00187309">
        <w:t>MHRV</w:t>
      </w:r>
      <w:r w:rsidR="00834FEE">
        <w:t xml:space="preserve"> is committed to protecting the privacy of this personal and health information in accordance with the law. </w:t>
      </w:r>
    </w:p>
    <w:p w14:paraId="5E69792D" w14:textId="48A2FA25" w:rsidR="00834FEE" w:rsidRDefault="00187309" w:rsidP="00834FEE">
      <w:pPr>
        <w:pStyle w:val="DHHSbody"/>
      </w:pPr>
      <w:r>
        <w:t>MHRV</w:t>
      </w:r>
      <w:r w:rsidR="00834FEE">
        <w:t xml:space="preserve"> is bound by privacy and other laws, including:</w:t>
      </w:r>
    </w:p>
    <w:p w14:paraId="0F5A99A1" w14:textId="3F0224E2" w:rsidR="00834FEE" w:rsidRPr="00D652C4" w:rsidRDefault="00834FEE" w:rsidP="00834FEE">
      <w:pPr>
        <w:pStyle w:val="DHHSbullet1"/>
        <w:numPr>
          <w:ilvl w:val="0"/>
          <w:numId w:val="7"/>
        </w:numPr>
        <w:rPr>
          <w:i/>
        </w:rPr>
      </w:pPr>
      <w:r w:rsidRPr="00D652C4">
        <w:rPr>
          <w:i/>
        </w:rPr>
        <w:t>Privacy and Data Protection Act 2014</w:t>
      </w:r>
      <w:r w:rsidR="00DA4E79">
        <w:rPr>
          <w:i/>
        </w:rPr>
        <w:t xml:space="preserve"> (PDP Act)</w:t>
      </w:r>
    </w:p>
    <w:p w14:paraId="21C466A5" w14:textId="75973319" w:rsidR="00834FEE" w:rsidRDefault="00834FEE" w:rsidP="00834FEE">
      <w:pPr>
        <w:pStyle w:val="MHRVbullet1"/>
        <w:rPr>
          <w:i/>
          <w:iCs/>
        </w:rPr>
      </w:pPr>
      <w:r w:rsidRPr="00D15D77">
        <w:rPr>
          <w:i/>
          <w:iCs/>
        </w:rPr>
        <w:t>Health Records Act 2001</w:t>
      </w:r>
    </w:p>
    <w:p w14:paraId="44904FCD" w14:textId="416AE90C" w:rsidR="009C1FD8" w:rsidRDefault="009C1FD8" w:rsidP="00834FEE">
      <w:pPr>
        <w:pStyle w:val="MHRVbullet1"/>
        <w:rPr>
          <w:i/>
          <w:iCs/>
        </w:rPr>
      </w:pPr>
      <w:r w:rsidRPr="00BD6B9D">
        <w:rPr>
          <w:i/>
        </w:rPr>
        <w:t>Public Records Act 1974</w:t>
      </w:r>
    </w:p>
    <w:p w14:paraId="53A97FBF" w14:textId="45E5DBCF" w:rsidR="00D15D77" w:rsidRPr="00D15D77" w:rsidRDefault="00D15D77" w:rsidP="00834FEE">
      <w:pPr>
        <w:pStyle w:val="MHRVbullet1"/>
        <w:rPr>
          <w:i/>
          <w:iCs/>
        </w:rPr>
      </w:pPr>
      <w:r>
        <w:rPr>
          <w:i/>
          <w:iCs/>
        </w:rPr>
        <w:t xml:space="preserve">Mental </w:t>
      </w:r>
      <w:r>
        <w:rPr>
          <w:i/>
          <w:iCs/>
          <w:vanish/>
        </w:rPr>
        <w:t>ealt Act 2014</w:t>
      </w:r>
      <w:r>
        <w:rPr>
          <w:i/>
          <w:iCs/>
        </w:rPr>
        <w:t>Health Act 2014</w:t>
      </w:r>
    </w:p>
    <w:p w14:paraId="1756B742" w14:textId="77777777" w:rsidR="00834FEE" w:rsidRPr="00D15D77" w:rsidRDefault="00834FEE" w:rsidP="00834FEE">
      <w:pPr>
        <w:pStyle w:val="MHRVbullet1"/>
        <w:rPr>
          <w:i/>
          <w:iCs/>
        </w:rPr>
      </w:pPr>
      <w:r w:rsidRPr="00D15D77">
        <w:rPr>
          <w:i/>
          <w:iCs/>
        </w:rPr>
        <w:t>Charter of Human Rights and Responsibilities Act 2006</w:t>
      </w:r>
    </w:p>
    <w:p w14:paraId="143F1614" w14:textId="67708726" w:rsidR="00341407" w:rsidRDefault="00834FEE" w:rsidP="00834FEE">
      <w:pPr>
        <w:pStyle w:val="MHRVbullet1"/>
        <w:rPr>
          <w:i/>
          <w:iCs/>
        </w:rPr>
      </w:pPr>
      <w:r w:rsidRPr="00D15D77">
        <w:rPr>
          <w:i/>
          <w:iCs/>
        </w:rPr>
        <w:t>Freedom of Information Act 1982</w:t>
      </w:r>
    </w:p>
    <w:p w14:paraId="616BFDE1" w14:textId="77777777" w:rsidR="00DB1629" w:rsidRDefault="00DB1629" w:rsidP="00DB1629">
      <w:pPr>
        <w:pStyle w:val="MHRVbullet1"/>
        <w:numPr>
          <w:ilvl w:val="0"/>
          <w:numId w:val="0"/>
        </w:numPr>
      </w:pPr>
    </w:p>
    <w:p w14:paraId="3A011624" w14:textId="72BB31EE" w:rsidR="00DB1629" w:rsidRPr="003E4B8F" w:rsidRDefault="00193EF1" w:rsidP="00DB1629">
      <w:pPr>
        <w:pStyle w:val="MHRVbullet1"/>
        <w:numPr>
          <w:ilvl w:val="0"/>
          <w:numId w:val="0"/>
        </w:numPr>
      </w:pPr>
      <w:r>
        <w:t xml:space="preserve">To access these Acts, </w:t>
      </w:r>
      <w:hyperlink r:id="rId13" w:history="1">
        <w:r>
          <w:rPr>
            <w:rStyle w:val="Hyperlink"/>
          </w:rPr>
          <w:t>g</w:t>
        </w:r>
        <w:r w:rsidR="00155CF4" w:rsidRPr="000F20BB">
          <w:rPr>
            <w:rStyle w:val="Hyperlink"/>
          </w:rPr>
          <w:t>o to</w:t>
        </w:r>
        <w:r w:rsidR="00C52274">
          <w:rPr>
            <w:rStyle w:val="Hyperlink"/>
          </w:rPr>
          <w:t xml:space="preserve"> the</w:t>
        </w:r>
        <w:r w:rsidR="00155CF4" w:rsidRPr="000F20BB">
          <w:rPr>
            <w:rStyle w:val="Hyperlink"/>
          </w:rPr>
          <w:t xml:space="preserve"> Victorian Legislation and Parliamentary Documents website</w:t>
        </w:r>
      </w:hyperlink>
      <w:r w:rsidR="00155CF4">
        <w:t xml:space="preserve"> </w:t>
      </w:r>
      <w:r w:rsidR="00DB1629">
        <w:t>&lt;</w:t>
      </w:r>
      <w:r w:rsidR="00DB1629" w:rsidRPr="00466516">
        <w:t>http://www.legislation.vic.gov.au/</w:t>
      </w:r>
      <w:r w:rsidR="00DB1629">
        <w:t>&gt;</w:t>
      </w:r>
    </w:p>
    <w:p w14:paraId="2CCF4CEA" w14:textId="77777777" w:rsidR="00834FEE" w:rsidRDefault="00834FEE" w:rsidP="00834FEE">
      <w:pPr>
        <w:pStyle w:val="Heading1"/>
      </w:pPr>
      <w:bookmarkStart w:id="5" w:name="_Toc56596252"/>
      <w:r>
        <w:t>To what and whom does this policy apply?</w:t>
      </w:r>
      <w:bookmarkEnd w:id="5"/>
    </w:p>
    <w:p w14:paraId="414E58F1" w14:textId="6C9339A9" w:rsidR="004058F8" w:rsidRDefault="004058F8" w:rsidP="004058F8">
      <w:pPr>
        <w:pStyle w:val="DHHSbody"/>
      </w:pPr>
      <w:r>
        <w:t xml:space="preserve">In delivering MHRV’s remit from the Royal Commission’s Interim report it is expected the vast majority of information MHRV will use will be gathered by other agencies (such as Department of Health and Human Services) and provided to MHRV according to their privacy policies and data sharing criteria relevant to the information requested. </w:t>
      </w:r>
    </w:p>
    <w:p w14:paraId="5FD3F628" w14:textId="22E0198B" w:rsidR="004058F8" w:rsidRDefault="004058F8" w:rsidP="004058F8">
      <w:pPr>
        <w:pStyle w:val="DHHSbody"/>
      </w:pPr>
      <w:r>
        <w:t xml:space="preserve">However, </w:t>
      </w:r>
      <w:r w:rsidR="004F4099">
        <w:t xml:space="preserve">it is expected MHRV may need to collect, use, store and disclose a range of personal and health information for the purposes of providing services or to carry out its implementation of the reforms. </w:t>
      </w:r>
      <w:r>
        <w:t xml:space="preserve">This policy applies to all </w:t>
      </w:r>
      <w:r w:rsidR="00DA4E79">
        <w:t xml:space="preserve">such </w:t>
      </w:r>
      <w:r>
        <w:t>personal and health information collected, stored, used and disclosed about any individual including clients, patients of health service providers and people registering for services.</w:t>
      </w:r>
    </w:p>
    <w:p w14:paraId="0219B395" w14:textId="30E38E2E" w:rsidR="00834FEE" w:rsidRDefault="00834FEE" w:rsidP="00834FEE">
      <w:pPr>
        <w:pStyle w:val="DHHSbody"/>
      </w:pPr>
      <w:r>
        <w:t xml:space="preserve">This policy also applies to all personal and health information collected, stored, used and disclosed about people working for </w:t>
      </w:r>
      <w:r w:rsidR="00187309">
        <w:t>MHRV</w:t>
      </w:r>
      <w:r>
        <w:t>. This includes staff, secondees, labour hire, personnel, contractors, sub-contractors and those on work experience and volunteers. These individuals are collectively referred to throughout this document as workplace participants.</w:t>
      </w:r>
    </w:p>
    <w:p w14:paraId="2F0B120D" w14:textId="7826D4D0" w:rsidR="00834FEE" w:rsidRDefault="00834FEE" w:rsidP="00834FEE">
      <w:pPr>
        <w:pStyle w:val="Heading1"/>
      </w:pPr>
      <w:bookmarkStart w:id="6" w:name="_Toc56596253"/>
      <w:r>
        <w:t xml:space="preserve">What does </w:t>
      </w:r>
      <w:r w:rsidR="00187309">
        <w:t>MHRV</w:t>
      </w:r>
      <w:r>
        <w:t xml:space="preserve"> do?</w:t>
      </w:r>
      <w:bookmarkEnd w:id="6"/>
    </w:p>
    <w:p w14:paraId="2A20BC41" w14:textId="673288B0" w:rsidR="008077D5" w:rsidRDefault="006900ED" w:rsidP="008077D5">
      <w:pPr>
        <w:pStyle w:val="DHHSbody"/>
      </w:pPr>
      <w:r w:rsidRPr="001406EA">
        <w:t>The Royal Commission into Victoria’s Mental Health System published an interim report in November 2019. The report outlines 9 recommendations which provide a starting point for system transformation. MHRV leads the implementation of Recommendations 1 through 7.</w:t>
      </w:r>
      <w:r w:rsidR="00B03C85" w:rsidRPr="001406EA">
        <w:t xml:space="preserve"> </w:t>
      </w:r>
      <w:r w:rsidR="008077D5" w:rsidRPr="001406EA">
        <w:t xml:space="preserve">The services and functions that MHRV funds and contracted service providers deliver include mental health </w:t>
      </w:r>
      <w:r w:rsidR="001406EA" w:rsidRPr="001406EA">
        <w:t>care and mental health workforce development</w:t>
      </w:r>
      <w:r w:rsidR="008077D5" w:rsidRPr="001406EA">
        <w:t>.</w:t>
      </w:r>
      <w:r w:rsidR="001406EA" w:rsidRPr="001406EA">
        <w:t xml:space="preserve"> To help deliver this work, MHRV collaborates with specialists and people with diverse experience and expertise, and work with the Royal Commission to ensure MHRV’s implementation of the recommendations are true to their original intent</w:t>
      </w:r>
      <w:r w:rsidR="004B1850">
        <w:t>.</w:t>
      </w:r>
    </w:p>
    <w:p w14:paraId="356416F1" w14:textId="77777777" w:rsidR="006900ED" w:rsidRDefault="006900ED" w:rsidP="00834FEE">
      <w:pPr>
        <w:pStyle w:val="DHHSbody"/>
      </w:pPr>
    </w:p>
    <w:p w14:paraId="4DB77E40" w14:textId="77777777" w:rsidR="00834FEE" w:rsidRDefault="00834FEE" w:rsidP="00834FEE">
      <w:pPr>
        <w:pStyle w:val="Heading1"/>
      </w:pPr>
      <w:bookmarkStart w:id="7" w:name="_Toc56596254"/>
      <w:r>
        <w:lastRenderedPageBreak/>
        <w:t>Definitions of personal, health and sensitive information</w:t>
      </w:r>
      <w:bookmarkEnd w:id="7"/>
    </w:p>
    <w:p w14:paraId="137347A7" w14:textId="77777777" w:rsidR="00834FEE" w:rsidRDefault="00834FEE" w:rsidP="00834FEE">
      <w:pPr>
        <w:pStyle w:val="Heading2"/>
      </w:pPr>
      <w:bookmarkStart w:id="8" w:name="_Toc56596255"/>
      <w:r>
        <w:t>Personal information</w:t>
      </w:r>
      <w:bookmarkEnd w:id="8"/>
      <w:r>
        <w:t xml:space="preserve"> </w:t>
      </w:r>
    </w:p>
    <w:p w14:paraId="48908272" w14:textId="5636A481" w:rsidR="00834FEE" w:rsidRDefault="00834FEE" w:rsidP="00834FEE">
      <w:pPr>
        <w:pStyle w:val="DHHSbody"/>
      </w:pPr>
      <w:r>
        <w:t xml:space="preserve">Personal information is defined in the </w:t>
      </w:r>
      <w:r w:rsidR="00DA4E79">
        <w:t>PDP</w:t>
      </w:r>
      <w:r w:rsidRPr="003E4B8F">
        <w:t xml:space="preserve"> Act</w:t>
      </w:r>
      <w:r>
        <w:t xml:space="preserve"> as information or an opinion (including information or an opinion forming part of a database), that is recorded in any form and whether true or not, about an individual whose identity is apparent, or can reasonably be ascertained, from the information or opinion, but does not include information of a kind to which the </w:t>
      </w:r>
      <w:r w:rsidRPr="00D6179A">
        <w:t>Health Records Act</w:t>
      </w:r>
      <w:r w:rsidRPr="00FA50B8">
        <w:rPr>
          <w:i/>
        </w:rPr>
        <w:t xml:space="preserve"> </w:t>
      </w:r>
      <w:r>
        <w:t>applies.</w:t>
      </w:r>
    </w:p>
    <w:p w14:paraId="6AE932C4" w14:textId="77777777" w:rsidR="00834FEE" w:rsidRDefault="00834FEE" w:rsidP="00834FEE">
      <w:pPr>
        <w:pStyle w:val="Heading2"/>
      </w:pPr>
      <w:bookmarkStart w:id="9" w:name="_Toc56596256"/>
      <w:r>
        <w:t>Sensitive information</w:t>
      </w:r>
      <w:bookmarkEnd w:id="9"/>
    </w:p>
    <w:p w14:paraId="0F4D83DD" w14:textId="061437F3" w:rsidR="00834FEE" w:rsidRDefault="00834FEE" w:rsidP="00834FEE">
      <w:pPr>
        <w:pStyle w:val="DHHSbody"/>
      </w:pPr>
      <w:r>
        <w:t xml:space="preserve">Sensitive information is a subset of personal information. It is defined in the </w:t>
      </w:r>
      <w:r w:rsidR="009D24D9">
        <w:t>PDP</w:t>
      </w:r>
      <w:r w:rsidRPr="008F5204">
        <w:t xml:space="preserve"> Act</w:t>
      </w:r>
      <w:r w:rsidR="009D24D9">
        <w:t xml:space="preserve"> and </w:t>
      </w:r>
      <w:r>
        <w:t>means information or an opinion about an individual’s:</w:t>
      </w:r>
    </w:p>
    <w:p w14:paraId="2BC8761A" w14:textId="77777777" w:rsidR="00834FEE" w:rsidRDefault="00834FEE" w:rsidP="00834FEE">
      <w:pPr>
        <w:pStyle w:val="DHHSbullet1"/>
        <w:numPr>
          <w:ilvl w:val="0"/>
          <w:numId w:val="7"/>
        </w:numPr>
      </w:pPr>
      <w:r>
        <w:t>racial or ethnic origin</w:t>
      </w:r>
    </w:p>
    <w:p w14:paraId="44677B7E" w14:textId="77777777" w:rsidR="00834FEE" w:rsidRDefault="00834FEE" w:rsidP="00834FEE">
      <w:pPr>
        <w:pStyle w:val="DHHSbullet1"/>
        <w:numPr>
          <w:ilvl w:val="0"/>
          <w:numId w:val="7"/>
        </w:numPr>
      </w:pPr>
      <w:r>
        <w:t>political opinions</w:t>
      </w:r>
    </w:p>
    <w:p w14:paraId="50F96584" w14:textId="77777777" w:rsidR="00834FEE" w:rsidRDefault="00834FEE" w:rsidP="00834FEE">
      <w:pPr>
        <w:pStyle w:val="DHHSbullet1"/>
        <w:numPr>
          <w:ilvl w:val="0"/>
          <w:numId w:val="7"/>
        </w:numPr>
      </w:pPr>
      <w:r>
        <w:t>membership of a political association</w:t>
      </w:r>
    </w:p>
    <w:p w14:paraId="0AB86381" w14:textId="77777777" w:rsidR="00834FEE" w:rsidRDefault="00834FEE" w:rsidP="00834FEE">
      <w:pPr>
        <w:pStyle w:val="DHHSbullet1"/>
        <w:numPr>
          <w:ilvl w:val="0"/>
          <w:numId w:val="7"/>
        </w:numPr>
      </w:pPr>
      <w:r>
        <w:t>religious beliefs or affiliations</w:t>
      </w:r>
    </w:p>
    <w:p w14:paraId="5ECE0A94" w14:textId="77777777" w:rsidR="00834FEE" w:rsidRDefault="00834FEE" w:rsidP="00834FEE">
      <w:pPr>
        <w:pStyle w:val="DHHSbullet1"/>
        <w:numPr>
          <w:ilvl w:val="0"/>
          <w:numId w:val="7"/>
        </w:numPr>
      </w:pPr>
      <w:r>
        <w:t>philosophical beliefs</w:t>
      </w:r>
    </w:p>
    <w:p w14:paraId="2178AAE1" w14:textId="77777777" w:rsidR="00834FEE" w:rsidRDefault="00834FEE" w:rsidP="00834FEE">
      <w:pPr>
        <w:pStyle w:val="DHHSbullet1"/>
        <w:numPr>
          <w:ilvl w:val="0"/>
          <w:numId w:val="7"/>
        </w:numPr>
      </w:pPr>
      <w:r>
        <w:t>membership of a professional or trade association</w:t>
      </w:r>
    </w:p>
    <w:p w14:paraId="2D404EC9" w14:textId="77777777" w:rsidR="00834FEE" w:rsidRDefault="00834FEE" w:rsidP="00834FEE">
      <w:pPr>
        <w:pStyle w:val="DHHSbullet1"/>
        <w:numPr>
          <w:ilvl w:val="0"/>
          <w:numId w:val="7"/>
        </w:numPr>
      </w:pPr>
      <w:r>
        <w:t>membership of a trade union</w:t>
      </w:r>
    </w:p>
    <w:p w14:paraId="171B2EB8" w14:textId="77777777" w:rsidR="00834FEE" w:rsidRDefault="00834FEE" w:rsidP="00834FEE">
      <w:pPr>
        <w:pStyle w:val="DHHSbullet1"/>
        <w:numPr>
          <w:ilvl w:val="0"/>
          <w:numId w:val="7"/>
        </w:numPr>
      </w:pPr>
      <w:r>
        <w:t>sexual preferences, orientation or practices</w:t>
      </w:r>
    </w:p>
    <w:p w14:paraId="08DBF714" w14:textId="77777777" w:rsidR="00834FEE" w:rsidRDefault="00834FEE" w:rsidP="00BD38B8">
      <w:pPr>
        <w:pStyle w:val="MHRVbullet1"/>
      </w:pPr>
      <w:r>
        <w:t>criminal record</w:t>
      </w:r>
    </w:p>
    <w:p w14:paraId="79A27083" w14:textId="77777777" w:rsidR="00834FEE" w:rsidRDefault="00834FEE" w:rsidP="00834FEE">
      <w:pPr>
        <w:pStyle w:val="DHHSbody"/>
      </w:pPr>
      <w:r>
        <w:t>that is also personal information.</w:t>
      </w:r>
    </w:p>
    <w:p w14:paraId="67C33EE8" w14:textId="77777777" w:rsidR="00834FEE" w:rsidRDefault="00834FEE" w:rsidP="00834FEE">
      <w:pPr>
        <w:pStyle w:val="Heading2"/>
      </w:pPr>
      <w:bookmarkStart w:id="10" w:name="_Toc56596257"/>
      <w:r>
        <w:t>Health information</w:t>
      </w:r>
      <w:bookmarkEnd w:id="10"/>
    </w:p>
    <w:p w14:paraId="48514B15" w14:textId="515C5B10" w:rsidR="00834FEE" w:rsidRDefault="00834FEE" w:rsidP="00834FEE">
      <w:pPr>
        <w:pStyle w:val="DHHSbody"/>
      </w:pPr>
      <w:r w:rsidRPr="00F23BB0">
        <w:t>Health information</w:t>
      </w:r>
      <w:r>
        <w:t xml:space="preserve"> is defined in the </w:t>
      </w:r>
      <w:r w:rsidRPr="008F5204">
        <w:t>Health Records Act</w:t>
      </w:r>
      <w:r>
        <w:t xml:space="preserve">. Where information is health information and so is not caught by the </w:t>
      </w:r>
      <w:r w:rsidR="00BD38B8">
        <w:t>PDP</w:t>
      </w:r>
      <w:r w:rsidRPr="008F5204">
        <w:t xml:space="preserve"> Act</w:t>
      </w:r>
      <w:r>
        <w:t xml:space="preserve">, then the law is different in some </w:t>
      </w:r>
      <w:proofErr w:type="gramStart"/>
      <w:r>
        <w:t>aspects</w:t>
      </w:r>
      <w:proofErr w:type="gramEnd"/>
      <w:r>
        <w:t xml:space="preserve">. The </w:t>
      </w:r>
      <w:r w:rsidRPr="008F5204">
        <w:t>Health Records Act</w:t>
      </w:r>
      <w:r w:rsidRPr="00FA50B8">
        <w:rPr>
          <w:i/>
        </w:rPr>
        <w:t xml:space="preserve"> </w:t>
      </w:r>
      <w:r>
        <w:t xml:space="preserve">defines health information as: </w:t>
      </w:r>
    </w:p>
    <w:p w14:paraId="71BA47AE" w14:textId="77777777" w:rsidR="00834FEE" w:rsidRDefault="00834FEE" w:rsidP="00834FEE">
      <w:pPr>
        <w:pStyle w:val="DHHSbullet1"/>
        <w:numPr>
          <w:ilvl w:val="0"/>
          <w:numId w:val="7"/>
        </w:numPr>
      </w:pPr>
      <w:r>
        <w:t xml:space="preserve">information or an opinion about: </w:t>
      </w:r>
    </w:p>
    <w:p w14:paraId="125CE35D" w14:textId="77777777" w:rsidR="00834FEE" w:rsidRDefault="00834FEE" w:rsidP="00834FEE">
      <w:pPr>
        <w:pStyle w:val="DHHSbullet2"/>
        <w:numPr>
          <w:ilvl w:val="2"/>
          <w:numId w:val="7"/>
        </w:numPr>
        <w:ind w:left="567" w:hanging="283"/>
      </w:pPr>
      <w:r>
        <w:t>the physical, mental or psychological health (at any time) of an individual; or</w:t>
      </w:r>
    </w:p>
    <w:p w14:paraId="108B11B9" w14:textId="77777777" w:rsidR="00834FEE" w:rsidRDefault="00834FEE" w:rsidP="00834FEE">
      <w:pPr>
        <w:pStyle w:val="DHHSbullet2"/>
        <w:numPr>
          <w:ilvl w:val="2"/>
          <w:numId w:val="7"/>
        </w:numPr>
        <w:ind w:left="567" w:hanging="283"/>
      </w:pPr>
      <w:r>
        <w:t>a disability (at any time) of an individual; or</w:t>
      </w:r>
    </w:p>
    <w:p w14:paraId="42339CC1" w14:textId="77777777" w:rsidR="00834FEE" w:rsidRDefault="00834FEE" w:rsidP="00834FEE">
      <w:pPr>
        <w:pStyle w:val="DHHSbullet2"/>
        <w:numPr>
          <w:ilvl w:val="2"/>
          <w:numId w:val="7"/>
        </w:numPr>
        <w:ind w:left="567" w:hanging="283"/>
      </w:pPr>
      <w:r>
        <w:t>an individual's expressed wishes about the future provision of health services to him or her; or</w:t>
      </w:r>
    </w:p>
    <w:p w14:paraId="51117AF1" w14:textId="77777777" w:rsidR="00834FEE" w:rsidRDefault="00834FEE" w:rsidP="00834FEE">
      <w:pPr>
        <w:pStyle w:val="DHHSbullet2"/>
        <w:numPr>
          <w:ilvl w:val="2"/>
          <w:numId w:val="7"/>
        </w:numPr>
        <w:ind w:left="567" w:hanging="283"/>
      </w:pPr>
      <w:r>
        <w:t>a health service provided, or to be provided, to an individual</w:t>
      </w:r>
    </w:p>
    <w:p w14:paraId="26A65FCC" w14:textId="77777777" w:rsidR="00834FEE" w:rsidRDefault="00834FEE" w:rsidP="00834FEE">
      <w:pPr>
        <w:pStyle w:val="DHHSbullet1"/>
        <w:ind w:firstLine="0"/>
      </w:pPr>
      <w:r>
        <w:t xml:space="preserve">that is also personal information (see definition of personal information under the </w:t>
      </w:r>
      <w:r w:rsidRPr="000B3089">
        <w:rPr>
          <w:i/>
        </w:rPr>
        <w:t>Health Records Act 2001</w:t>
      </w:r>
      <w:r>
        <w:t xml:space="preserve"> below); or</w:t>
      </w:r>
    </w:p>
    <w:p w14:paraId="57B5CC55" w14:textId="77777777" w:rsidR="00834FEE" w:rsidRDefault="00834FEE" w:rsidP="00834FEE">
      <w:pPr>
        <w:pStyle w:val="DHHSbullet1"/>
        <w:numPr>
          <w:ilvl w:val="0"/>
          <w:numId w:val="7"/>
        </w:numPr>
      </w:pPr>
      <w:r>
        <w:t>other personal information collected to provide, or in providing, a health service; or</w:t>
      </w:r>
    </w:p>
    <w:p w14:paraId="746CADB2" w14:textId="77777777" w:rsidR="00834FEE" w:rsidRDefault="00834FEE" w:rsidP="00834FEE">
      <w:pPr>
        <w:pStyle w:val="DHHSbullet1"/>
        <w:numPr>
          <w:ilvl w:val="0"/>
          <w:numId w:val="7"/>
        </w:numPr>
      </w:pPr>
      <w:r>
        <w:t>other personal information about an individual collected in connection with the donation, or intended donation, by the individual of his or her body parts, organs or body substances; or</w:t>
      </w:r>
    </w:p>
    <w:p w14:paraId="0850772F" w14:textId="3D8BF472" w:rsidR="00834FEE" w:rsidRDefault="00834FEE" w:rsidP="00834FEE">
      <w:pPr>
        <w:pStyle w:val="DHHSbullet1"/>
        <w:numPr>
          <w:ilvl w:val="0"/>
          <w:numId w:val="7"/>
        </w:numPr>
      </w:pPr>
      <w:r>
        <w:t>other personal information that is genetic information about an individual in a form which is or could be predictive of the health (at any time) of the individual or of any of his or her descendants</w:t>
      </w:r>
    </w:p>
    <w:p w14:paraId="11F900BF" w14:textId="17E45CE2" w:rsidR="00834FEE" w:rsidRDefault="006F5857" w:rsidP="006F5857">
      <w:pPr>
        <w:pStyle w:val="DHHSbullet1lastline"/>
        <w:ind w:left="0" w:firstLine="0"/>
      </w:pPr>
      <w:r>
        <w:t>T</w:t>
      </w:r>
      <w:r w:rsidR="00834FEE">
        <w:t xml:space="preserve">he definition does not include health information, or a class of health information or health information contained in a class of documents, that is prescribed as exempt health information for the purposes of the </w:t>
      </w:r>
      <w:r w:rsidR="00834FEE" w:rsidRPr="008F5204">
        <w:t xml:space="preserve">Health Records Act </w:t>
      </w:r>
      <w:r w:rsidR="00834FEE">
        <w:t>generally or for the purposes of specified provisions of that Act.</w:t>
      </w:r>
    </w:p>
    <w:p w14:paraId="189E5B7B" w14:textId="77777777" w:rsidR="00834FEE" w:rsidRPr="003E4B8F" w:rsidRDefault="00834FEE" w:rsidP="00834FEE">
      <w:pPr>
        <w:pStyle w:val="DHHSbody"/>
      </w:pPr>
      <w:r w:rsidRPr="003E4B8F">
        <w:t>Personal information is defined in the Health Records Act</w:t>
      </w:r>
      <w:r>
        <w:t xml:space="preserve"> </w:t>
      </w:r>
      <w:r w:rsidRPr="003E4B8F">
        <w:t>as information or an opinion (including information or an opinion forming part of a database), whether true or not, and whether recorded in a material form or not, about an individual whose identity is apparent, or can reasonably be ascertained, from the information or opinion, but does not include information about an individual who has been dead for more than 30 years.</w:t>
      </w:r>
    </w:p>
    <w:p w14:paraId="2570893D" w14:textId="77777777" w:rsidR="00834FEE" w:rsidRDefault="00834FEE" w:rsidP="00834FEE">
      <w:pPr>
        <w:pStyle w:val="Heading1"/>
      </w:pPr>
      <w:bookmarkStart w:id="11" w:name="_Toc56596258"/>
      <w:r>
        <w:lastRenderedPageBreak/>
        <w:t>Collection of personal and health information</w:t>
      </w:r>
      <w:bookmarkEnd w:id="11"/>
      <w:r>
        <w:t xml:space="preserve"> </w:t>
      </w:r>
    </w:p>
    <w:p w14:paraId="694D9F8E" w14:textId="7593AB99" w:rsidR="00834FEE" w:rsidRDefault="00187309" w:rsidP="00834FEE">
      <w:pPr>
        <w:pStyle w:val="DHHSbody"/>
      </w:pPr>
      <w:r>
        <w:t>MHRV</w:t>
      </w:r>
      <w:r w:rsidR="00834FEE">
        <w:t xml:space="preserve"> collects personal and health information necessary to </w:t>
      </w:r>
      <w:r>
        <w:t>MHRV</w:t>
      </w:r>
      <w:r w:rsidR="00834FEE">
        <w:t xml:space="preserve">’s activities, including various programs and services it runs and those it funds others to provide. </w:t>
      </w:r>
    </w:p>
    <w:p w14:paraId="61EF05D7" w14:textId="76AF7B9A" w:rsidR="00834FEE" w:rsidRDefault="00FF515F" w:rsidP="00834FEE">
      <w:pPr>
        <w:pStyle w:val="DHHSbody"/>
      </w:pPr>
      <w:r>
        <w:t xml:space="preserve">Where </w:t>
      </w:r>
      <w:r w:rsidR="00187309">
        <w:t>MHRV</w:t>
      </w:r>
      <w:r w:rsidR="00834FEE">
        <w:t xml:space="preserve"> collects personal and health information </w:t>
      </w:r>
      <w:r>
        <w:t xml:space="preserve">it is </w:t>
      </w:r>
      <w:r w:rsidR="00834FEE">
        <w:t xml:space="preserve">by lawful and fair means and not in an unreasonably intrusive way. If it is reasonable and practicable to do so, </w:t>
      </w:r>
      <w:r w:rsidR="00187309">
        <w:t>MHRV</w:t>
      </w:r>
      <w:r w:rsidR="00834FEE">
        <w:t xml:space="preserve"> collects personal and health information about an individual only from that individual. When collecting information directly from an individual and when collecting information from someone else about an individual, </w:t>
      </w:r>
      <w:r w:rsidR="00187309">
        <w:t>MHRV</w:t>
      </w:r>
      <w:r w:rsidR="00834FEE">
        <w:t xml:space="preserve"> will take reasonable steps to ensure the individual is aware of why the information is being collected (including the purposes for the collection and any relevant laws requiring the collection), who it may be disclosed to, the main consequences if the individual does not disclose the information (if collecting information directly from the individual), and how the individual may contact </w:t>
      </w:r>
      <w:r w:rsidR="00187309">
        <w:t>MHRV</w:t>
      </w:r>
      <w:r w:rsidR="00834FEE">
        <w:t xml:space="preserve"> and gain access to the information collected.</w:t>
      </w:r>
      <w:r w:rsidR="00834FEE" w:rsidRPr="002D44DB">
        <w:t xml:space="preserve"> </w:t>
      </w:r>
      <w:r w:rsidR="00834FEE">
        <w:t xml:space="preserve">There may be exceptions in the Information Privacy Principles and the Health Privacy Principles in certain circumstances that do not require reasonable steps to be taken but this needs to be assessed on a case by case basis. </w:t>
      </w:r>
    </w:p>
    <w:p w14:paraId="29C00198" w14:textId="58F16D68" w:rsidR="00834FEE" w:rsidRDefault="00187309" w:rsidP="00834FEE">
      <w:pPr>
        <w:pStyle w:val="DHHSbody"/>
      </w:pPr>
      <w:r>
        <w:t>MHRV</w:t>
      </w:r>
      <w:r w:rsidR="00834FEE">
        <w:t xml:space="preserve"> typically collects information in the following ways:</w:t>
      </w:r>
    </w:p>
    <w:p w14:paraId="4609DAB1" w14:textId="77777777" w:rsidR="00834FEE" w:rsidRDefault="00834FEE" w:rsidP="00834FEE">
      <w:pPr>
        <w:pStyle w:val="DHHSbullet1"/>
        <w:numPr>
          <w:ilvl w:val="0"/>
          <w:numId w:val="7"/>
        </w:numPr>
      </w:pPr>
      <w:r>
        <w:t>directly from the individual to which the information relates</w:t>
      </w:r>
    </w:p>
    <w:p w14:paraId="0317942B" w14:textId="77777777" w:rsidR="00834FEE" w:rsidRDefault="00834FEE" w:rsidP="00834FEE">
      <w:pPr>
        <w:pStyle w:val="DHHSbullet1"/>
        <w:numPr>
          <w:ilvl w:val="0"/>
          <w:numId w:val="7"/>
        </w:numPr>
      </w:pPr>
      <w:r>
        <w:t>where it is not reasonable or practicable to collect the information directly from the individual, information may be collected from a third party, such as the individual's authorised representative</w:t>
      </w:r>
    </w:p>
    <w:p w14:paraId="3A9BDD42" w14:textId="15C4E4FA" w:rsidR="00834FEE" w:rsidRDefault="00834FEE" w:rsidP="00834FEE">
      <w:pPr>
        <w:pStyle w:val="DHHSbullet1"/>
        <w:numPr>
          <w:ilvl w:val="0"/>
          <w:numId w:val="7"/>
        </w:numPr>
      </w:pPr>
      <w:r>
        <w:t xml:space="preserve">as a by-product of service delivery, which may include through funded agencies (such as health services) which are required to provide the information to </w:t>
      </w:r>
      <w:r w:rsidR="00187309">
        <w:t>MHRV</w:t>
      </w:r>
      <w:r>
        <w:t xml:space="preserve"> for the purpose of </w:t>
      </w:r>
      <w:r w:rsidR="00187309">
        <w:t>MHRV</w:t>
      </w:r>
      <w:r>
        <w:t>’s activities (usually included in extracts from their electronic systems)</w:t>
      </w:r>
    </w:p>
    <w:p w14:paraId="4C87C2C8" w14:textId="7813E6D9" w:rsidR="00834FEE" w:rsidRPr="001004F6" w:rsidRDefault="00615F4C" w:rsidP="00615F4C">
      <w:pPr>
        <w:pStyle w:val="Heading2"/>
      </w:pPr>
      <w:bookmarkStart w:id="12" w:name="_Toc56596259"/>
      <w:r>
        <w:t>W</w:t>
      </w:r>
      <w:r w:rsidR="00834FEE" w:rsidRPr="001004F6">
        <w:t>here information may be provided by a third party</w:t>
      </w:r>
      <w:r w:rsidR="00834FEE">
        <w:t>.</w:t>
      </w:r>
      <w:bookmarkEnd w:id="12"/>
    </w:p>
    <w:p w14:paraId="0F48495A" w14:textId="3FA9E89F" w:rsidR="00834FEE" w:rsidRDefault="00187309" w:rsidP="00834FEE">
      <w:pPr>
        <w:pStyle w:val="DHHSbody"/>
      </w:pPr>
      <w:r>
        <w:t>MHRV</w:t>
      </w:r>
      <w:r w:rsidR="00834FEE" w:rsidRPr="00417421">
        <w:t xml:space="preserve"> collects personal and health information for delivering, planning, funding, monitoring, evaluating and improving our services and </w:t>
      </w:r>
      <w:r w:rsidR="00615F4C">
        <w:t>activities</w:t>
      </w:r>
      <w:r w:rsidR="00834FEE" w:rsidRPr="00417421">
        <w:t xml:space="preserve">. Unless </w:t>
      </w:r>
      <w:r w:rsidR="00834FEE">
        <w:t xml:space="preserve">the use or disclosure of personal or health information is </w:t>
      </w:r>
      <w:r w:rsidR="00834FEE" w:rsidRPr="00417421">
        <w:t xml:space="preserve">for the </w:t>
      </w:r>
      <w:r w:rsidR="00834FEE">
        <w:t xml:space="preserve">primary </w:t>
      </w:r>
      <w:r w:rsidR="00834FEE" w:rsidRPr="00417421">
        <w:t>purpose of collection</w:t>
      </w:r>
      <w:r w:rsidR="00834FEE">
        <w:t>,</w:t>
      </w:r>
      <w:r w:rsidR="00834FEE" w:rsidRPr="00417421">
        <w:t xml:space="preserve"> </w:t>
      </w:r>
      <w:r w:rsidR="00834FEE">
        <w:t xml:space="preserve">or it is for secondary purpose and one of the permissible exceptions under Information Privacy Principle 2.1 or Health Privacy Principle 2.2 applies, </w:t>
      </w:r>
      <w:r>
        <w:t>MHRV</w:t>
      </w:r>
      <w:r w:rsidR="00834FEE" w:rsidRPr="00417421">
        <w:t xml:space="preserve"> removes identifying details from the information it collects.</w:t>
      </w:r>
    </w:p>
    <w:p w14:paraId="6332BB3D" w14:textId="77777777" w:rsidR="00834FEE" w:rsidRDefault="00834FEE" w:rsidP="00834FEE">
      <w:pPr>
        <w:pStyle w:val="Heading1"/>
      </w:pPr>
      <w:bookmarkStart w:id="13" w:name="_Toc56596260"/>
      <w:r>
        <w:t>Collection of sensitive information</w:t>
      </w:r>
      <w:bookmarkEnd w:id="13"/>
    </w:p>
    <w:p w14:paraId="2C46002F" w14:textId="470E7683" w:rsidR="00834FEE" w:rsidRDefault="00187309" w:rsidP="00834FEE">
      <w:pPr>
        <w:pStyle w:val="DHHSbody"/>
      </w:pPr>
      <w:r>
        <w:t>MHRV</w:t>
      </w:r>
      <w:r w:rsidR="00834FEE">
        <w:t xml:space="preserve"> may collect sensitive information where:</w:t>
      </w:r>
    </w:p>
    <w:p w14:paraId="1481C991" w14:textId="77777777" w:rsidR="00834FEE" w:rsidRPr="00FA50B8" w:rsidRDefault="00834FEE" w:rsidP="00834FEE">
      <w:pPr>
        <w:pStyle w:val="DHHSbullet1"/>
        <w:numPr>
          <w:ilvl w:val="0"/>
          <w:numId w:val="7"/>
        </w:numPr>
      </w:pPr>
      <w:r w:rsidRPr="00FA50B8">
        <w:t>the individual has consented to the collection</w:t>
      </w:r>
    </w:p>
    <w:p w14:paraId="521E85E2" w14:textId="77777777" w:rsidR="00834FEE" w:rsidRPr="00FA50B8" w:rsidRDefault="00834FEE" w:rsidP="00834FEE">
      <w:pPr>
        <w:pStyle w:val="DHHSbullet1"/>
        <w:numPr>
          <w:ilvl w:val="0"/>
          <w:numId w:val="7"/>
        </w:numPr>
      </w:pPr>
      <w:r w:rsidRPr="00FA50B8">
        <w:t xml:space="preserve">the collection is required </w:t>
      </w:r>
      <w:r>
        <w:t xml:space="preserve">or authorised </w:t>
      </w:r>
      <w:r w:rsidRPr="00FA50B8">
        <w:t>under law</w:t>
      </w:r>
    </w:p>
    <w:p w14:paraId="32B017B8" w14:textId="77777777" w:rsidR="00D26855" w:rsidRDefault="00834FEE" w:rsidP="00D26855">
      <w:pPr>
        <w:pStyle w:val="DHHSbullet1"/>
        <w:numPr>
          <w:ilvl w:val="0"/>
          <w:numId w:val="7"/>
        </w:numPr>
      </w:pPr>
      <w:r w:rsidRPr="00FA50B8">
        <w:t>the collection is necessary to prevent or lessen a serious threat to the life or health of any individual, where the individual whom the information concerns is physically or legally incapable of giving consent to the collection or physically cannot communicate consent to the collection</w:t>
      </w:r>
      <w:r>
        <w:t>,</w:t>
      </w:r>
      <w:r w:rsidRPr="00FA50B8">
        <w:t xml:space="preserve"> or</w:t>
      </w:r>
    </w:p>
    <w:p w14:paraId="289D2A2A" w14:textId="288AB028" w:rsidR="00834FEE" w:rsidRDefault="00834FEE" w:rsidP="00D26855">
      <w:pPr>
        <w:pStyle w:val="DHHSbullet1"/>
        <w:numPr>
          <w:ilvl w:val="0"/>
          <w:numId w:val="7"/>
        </w:numPr>
      </w:pPr>
      <w:r w:rsidRPr="00FA50B8">
        <w:t>the collection is necessary for the establishment, exercise or defence of a legal or equitable claim.</w:t>
      </w:r>
    </w:p>
    <w:p w14:paraId="6B94BEDA" w14:textId="77777777" w:rsidR="00D26855" w:rsidRPr="00FA50B8" w:rsidRDefault="00D26855" w:rsidP="00D26855">
      <w:pPr>
        <w:pStyle w:val="DHHSbullet1"/>
        <w:ind w:left="0" w:firstLine="0"/>
      </w:pPr>
    </w:p>
    <w:p w14:paraId="30674621" w14:textId="4A317C4C" w:rsidR="00834FEE" w:rsidRDefault="00187309" w:rsidP="00834FEE">
      <w:pPr>
        <w:pStyle w:val="DHHSbody"/>
      </w:pPr>
      <w:r>
        <w:t>MHRV</w:t>
      </w:r>
      <w:r w:rsidR="00834FEE">
        <w:t xml:space="preserve"> may also collect sensitive information about an individual if:</w:t>
      </w:r>
    </w:p>
    <w:p w14:paraId="04FA34A9" w14:textId="77777777" w:rsidR="00834FEE" w:rsidRDefault="00834FEE" w:rsidP="00834FEE">
      <w:pPr>
        <w:pStyle w:val="DHHSbullet1"/>
        <w:numPr>
          <w:ilvl w:val="0"/>
          <w:numId w:val="7"/>
        </w:numPr>
      </w:pPr>
      <w:r>
        <w:t>the collection is necessary for research or the compilation or analysis of statistics relevant to government funded targeted welfare or educational services, or</w:t>
      </w:r>
    </w:p>
    <w:p w14:paraId="0DC2F49D" w14:textId="77777777" w:rsidR="00834FEE" w:rsidRDefault="00834FEE" w:rsidP="008744F2">
      <w:pPr>
        <w:pStyle w:val="DHHSbullet1"/>
        <w:numPr>
          <w:ilvl w:val="0"/>
          <w:numId w:val="7"/>
        </w:numPr>
      </w:pPr>
      <w:r>
        <w:t xml:space="preserve">the information being collected relates to an individual's racial or ethnic origin and the purpose of the collection is to provide government funded targeted welfare or educational services, and </w:t>
      </w:r>
    </w:p>
    <w:p w14:paraId="0B2EEDE0" w14:textId="77777777" w:rsidR="00834FEE" w:rsidRPr="00FA50B8" w:rsidRDefault="00834FEE" w:rsidP="00834FEE">
      <w:pPr>
        <w:pStyle w:val="DHHSbullet1"/>
        <w:numPr>
          <w:ilvl w:val="0"/>
          <w:numId w:val="7"/>
        </w:numPr>
      </w:pPr>
      <w:r w:rsidRPr="00FA50B8">
        <w:t>there is no reasonably practicable alternative to collecting the information for either purpose</w:t>
      </w:r>
      <w:r>
        <w:t>,</w:t>
      </w:r>
      <w:r w:rsidRPr="00FA50B8">
        <w:t xml:space="preserve"> </w:t>
      </w:r>
      <w:proofErr w:type="gramStart"/>
      <w:r w:rsidRPr="00FA50B8">
        <w:t>and</w:t>
      </w:r>
      <w:proofErr w:type="gramEnd"/>
    </w:p>
    <w:p w14:paraId="22685EC1" w14:textId="77777777" w:rsidR="00834FEE" w:rsidRPr="00FA50B8" w:rsidRDefault="00834FEE" w:rsidP="008744F2">
      <w:pPr>
        <w:pStyle w:val="DHHSbullet1"/>
        <w:numPr>
          <w:ilvl w:val="0"/>
          <w:numId w:val="7"/>
        </w:numPr>
      </w:pPr>
      <w:r w:rsidRPr="00FA50B8">
        <w:t>it is impracticable for the organisation to seek the individual's consent to the collection.</w:t>
      </w:r>
    </w:p>
    <w:p w14:paraId="1907C451" w14:textId="57CB44AF" w:rsidR="00834FEE" w:rsidRDefault="00834FEE" w:rsidP="00834FEE">
      <w:pPr>
        <w:pStyle w:val="Heading1"/>
      </w:pPr>
      <w:bookmarkStart w:id="14" w:name="_Toc56596261"/>
      <w:r>
        <w:lastRenderedPageBreak/>
        <w:t xml:space="preserve">Types of information collected by </w:t>
      </w:r>
      <w:r w:rsidR="00187309">
        <w:t>MHRV</w:t>
      </w:r>
      <w:bookmarkEnd w:id="14"/>
    </w:p>
    <w:p w14:paraId="5A0325B9" w14:textId="63F2EAFA" w:rsidR="00834FEE" w:rsidRDefault="00834FEE" w:rsidP="00834FEE">
      <w:pPr>
        <w:pStyle w:val="DHHSbody"/>
      </w:pPr>
      <w:r>
        <w:t xml:space="preserve">The types of personal or health information </w:t>
      </w:r>
      <w:r w:rsidR="00187309">
        <w:t>MHRV</w:t>
      </w:r>
      <w:r>
        <w:t xml:space="preserve"> collects depends on the nature of the contact with </w:t>
      </w:r>
      <w:r w:rsidR="00187309">
        <w:t>MHRV</w:t>
      </w:r>
      <w:r>
        <w:t xml:space="preserve">, services provided (where applicable) and statutory requirements of </w:t>
      </w:r>
      <w:r w:rsidR="00187309">
        <w:t>MHRV</w:t>
      </w:r>
      <w:r>
        <w:t xml:space="preserve">. </w:t>
      </w:r>
    </w:p>
    <w:p w14:paraId="45CB234B" w14:textId="5E16090B" w:rsidR="00834FEE" w:rsidRDefault="00834FEE" w:rsidP="00834FEE">
      <w:pPr>
        <w:pStyle w:val="DHHSbody"/>
      </w:pPr>
      <w:r>
        <w:t xml:space="preserve">Personal information collected by </w:t>
      </w:r>
      <w:r w:rsidR="00187309">
        <w:t>MHRV</w:t>
      </w:r>
      <w:r>
        <w:t xml:space="preserve"> may include (but is not limited to): </w:t>
      </w:r>
    </w:p>
    <w:p w14:paraId="1D15BC1B" w14:textId="77777777" w:rsidR="00834FEE" w:rsidRDefault="00834FEE" w:rsidP="00834FEE">
      <w:pPr>
        <w:pStyle w:val="DHHSbullet1"/>
        <w:numPr>
          <w:ilvl w:val="0"/>
          <w:numId w:val="7"/>
        </w:numPr>
      </w:pPr>
      <w:r>
        <w:t>name, address and contact details</w:t>
      </w:r>
    </w:p>
    <w:p w14:paraId="65DE12B3" w14:textId="77777777" w:rsidR="00834FEE" w:rsidRDefault="00834FEE" w:rsidP="00834FEE">
      <w:pPr>
        <w:pStyle w:val="DHHSbullet1"/>
        <w:numPr>
          <w:ilvl w:val="0"/>
          <w:numId w:val="7"/>
        </w:numPr>
      </w:pPr>
      <w:r>
        <w:t>personal circumstances (age, gender and information about children)</w:t>
      </w:r>
    </w:p>
    <w:p w14:paraId="13805464" w14:textId="77777777" w:rsidR="00834FEE" w:rsidRDefault="00834FEE" w:rsidP="00834FEE">
      <w:pPr>
        <w:pStyle w:val="DHHSbullet1"/>
        <w:numPr>
          <w:ilvl w:val="0"/>
          <w:numId w:val="7"/>
        </w:numPr>
      </w:pPr>
      <w:r>
        <w:t>financial matters (payment and bank account details)</w:t>
      </w:r>
    </w:p>
    <w:p w14:paraId="3D32415E" w14:textId="77777777" w:rsidR="00834FEE" w:rsidRDefault="00834FEE" w:rsidP="00834FEE">
      <w:pPr>
        <w:pStyle w:val="DHHSbullet1"/>
        <w:numPr>
          <w:ilvl w:val="0"/>
          <w:numId w:val="7"/>
        </w:numPr>
      </w:pPr>
      <w:r>
        <w:t>identity (date and country of birth)</w:t>
      </w:r>
    </w:p>
    <w:p w14:paraId="4C028019" w14:textId="77777777" w:rsidR="00834FEE" w:rsidRDefault="00834FEE" w:rsidP="001C628D">
      <w:pPr>
        <w:pStyle w:val="MHRVbullet1"/>
      </w:pPr>
      <w:r>
        <w:t xml:space="preserve">government identifiers. </w:t>
      </w:r>
    </w:p>
    <w:p w14:paraId="705FE352" w14:textId="12546E09" w:rsidR="00834FEE" w:rsidRDefault="00834FEE" w:rsidP="00834FEE">
      <w:pPr>
        <w:pStyle w:val="Heading1"/>
      </w:pPr>
      <w:bookmarkStart w:id="15" w:name="_Toc56596262"/>
      <w:r>
        <w:t xml:space="preserve">What </w:t>
      </w:r>
      <w:r w:rsidR="00187309">
        <w:t>MHRV</w:t>
      </w:r>
      <w:r>
        <w:t xml:space="preserve"> does with the information collected</w:t>
      </w:r>
      <w:bookmarkEnd w:id="15"/>
    </w:p>
    <w:p w14:paraId="29A0C1AB" w14:textId="4EF11D8D" w:rsidR="00834FEE" w:rsidRDefault="00187309" w:rsidP="00834FEE">
      <w:pPr>
        <w:pStyle w:val="DHHSbody"/>
      </w:pPr>
      <w:r>
        <w:t>MHRV</w:t>
      </w:r>
      <w:r w:rsidR="00834FEE" w:rsidRPr="00D652C4">
        <w:t xml:space="preserve"> uses and discloses personal</w:t>
      </w:r>
      <w:r w:rsidR="00834FEE">
        <w:t xml:space="preserve"> (including sensitive information) and</w:t>
      </w:r>
      <w:r w:rsidR="00834FEE" w:rsidRPr="00D652C4">
        <w:t xml:space="preserve"> health information for</w:t>
      </w:r>
      <w:r w:rsidR="00834FEE">
        <w:t>:</w:t>
      </w:r>
    </w:p>
    <w:p w14:paraId="173280C9" w14:textId="77777777" w:rsidR="00834FEE" w:rsidRDefault="00834FEE" w:rsidP="00834FEE">
      <w:pPr>
        <w:pStyle w:val="DHHSbullet1"/>
        <w:numPr>
          <w:ilvl w:val="0"/>
          <w:numId w:val="7"/>
        </w:numPr>
      </w:pPr>
      <w:r w:rsidRPr="00D652C4">
        <w:t xml:space="preserve">the primary purpose </w:t>
      </w:r>
      <w:r>
        <w:t xml:space="preserve">for which it was collected; </w:t>
      </w:r>
      <w:r w:rsidRPr="00D652C4">
        <w:t xml:space="preserve">or </w:t>
      </w:r>
    </w:p>
    <w:p w14:paraId="07835353" w14:textId="77777777" w:rsidR="00834FEE" w:rsidRDefault="00834FEE" w:rsidP="00834FEE">
      <w:pPr>
        <w:pStyle w:val="DHHSbullet1"/>
        <w:numPr>
          <w:ilvl w:val="0"/>
          <w:numId w:val="7"/>
        </w:numPr>
      </w:pPr>
      <w:r w:rsidRPr="00D652C4">
        <w:t>a purpose related to that for which it was collect</w:t>
      </w:r>
      <w:r>
        <w:t>ed</w:t>
      </w:r>
      <w:r w:rsidRPr="00D652C4">
        <w:t xml:space="preserve"> (secondary purpose)</w:t>
      </w:r>
      <w:r>
        <w:t xml:space="preserve"> where the legislative requirements for using or disclosing for a secondary purpose are met</w:t>
      </w:r>
      <w:r w:rsidRPr="00D652C4">
        <w:t>.</w:t>
      </w:r>
      <w:r w:rsidRPr="00D16ADA" w:rsidDel="00D16ADA">
        <w:t xml:space="preserve"> </w:t>
      </w:r>
      <w:r>
        <w:t xml:space="preserve"> </w:t>
      </w:r>
    </w:p>
    <w:p w14:paraId="54204263" w14:textId="2464B456" w:rsidR="00834FEE" w:rsidRDefault="00187309" w:rsidP="00834FEE">
      <w:pPr>
        <w:pStyle w:val="DHHSbullet1"/>
        <w:ind w:left="0" w:firstLine="0"/>
      </w:pPr>
      <w:r>
        <w:t>MHRV</w:t>
      </w:r>
      <w:r w:rsidR="00834FEE">
        <w:t xml:space="preserve"> may use or disclose personal (including sensitive information) or health information when:</w:t>
      </w:r>
    </w:p>
    <w:p w14:paraId="749FA262" w14:textId="38C3B6A0" w:rsidR="00834FEE" w:rsidRPr="00D652C4" w:rsidRDefault="00834FEE" w:rsidP="00834FEE">
      <w:pPr>
        <w:pStyle w:val="DHHSbullet1"/>
        <w:numPr>
          <w:ilvl w:val="0"/>
          <w:numId w:val="7"/>
        </w:numPr>
      </w:pPr>
      <w:r>
        <w:t>the secondary purpose</w:t>
      </w:r>
      <w:r w:rsidRPr="00D652C4">
        <w:t xml:space="preserve"> relates to the primary purpose of collection </w:t>
      </w:r>
      <w:r>
        <w:t xml:space="preserve">(or directly relates to the primary purpose in the case of sensitive or heath information) </w:t>
      </w:r>
      <w:r w:rsidRPr="00D652C4">
        <w:t xml:space="preserve">and an individual would reasonably expect </w:t>
      </w:r>
      <w:r w:rsidR="001C628D">
        <w:t xml:space="preserve">MHRV </w:t>
      </w:r>
      <w:r w:rsidR="001C628D" w:rsidRPr="00D652C4">
        <w:t>to</w:t>
      </w:r>
      <w:r w:rsidRPr="00D652C4">
        <w:t xml:space="preserve"> use or disclose it in this way</w:t>
      </w:r>
      <w:r>
        <w:t xml:space="preserve"> </w:t>
      </w:r>
    </w:p>
    <w:p w14:paraId="2B258250" w14:textId="77777777" w:rsidR="00834FEE" w:rsidRPr="00D652C4" w:rsidRDefault="00834FEE" w:rsidP="00834FEE">
      <w:pPr>
        <w:pStyle w:val="DHHSbullet1"/>
        <w:numPr>
          <w:ilvl w:val="0"/>
          <w:numId w:val="7"/>
        </w:numPr>
      </w:pPr>
      <w:r w:rsidRPr="00D652C4">
        <w:t>the individual to whom the information is about has given</w:t>
      </w:r>
      <w:r>
        <w:t xml:space="preserve"> consent for the use or disclosure</w:t>
      </w:r>
    </w:p>
    <w:p w14:paraId="59050284" w14:textId="72ADC038" w:rsidR="00834FEE" w:rsidRPr="00D652C4" w:rsidRDefault="00187309" w:rsidP="00834FEE">
      <w:pPr>
        <w:pStyle w:val="DHHSbullet1"/>
        <w:numPr>
          <w:ilvl w:val="0"/>
          <w:numId w:val="7"/>
        </w:numPr>
      </w:pPr>
      <w:r>
        <w:t>MHRV</w:t>
      </w:r>
      <w:r w:rsidR="00834FEE" w:rsidRPr="00D652C4">
        <w:t xml:space="preserve"> is </w:t>
      </w:r>
      <w:r w:rsidR="00834FEE">
        <w:t xml:space="preserve">required, </w:t>
      </w:r>
      <w:r w:rsidR="00834FEE" w:rsidRPr="00D652C4">
        <w:t xml:space="preserve">authorised </w:t>
      </w:r>
      <w:r w:rsidR="00834FEE">
        <w:t xml:space="preserve">or permitted by or under law </w:t>
      </w:r>
      <w:r w:rsidR="00834FEE" w:rsidRPr="00D652C4">
        <w:t xml:space="preserve">to use or disclose the information. </w:t>
      </w:r>
    </w:p>
    <w:p w14:paraId="303E586C" w14:textId="4F633B8F" w:rsidR="00834FEE" w:rsidRPr="00D652C4" w:rsidRDefault="00834FEE" w:rsidP="00834FEE">
      <w:pPr>
        <w:pStyle w:val="DHHSbody"/>
      </w:pPr>
      <w:r w:rsidRPr="00D652C4">
        <w:t>The information collected m</w:t>
      </w:r>
      <w:r>
        <w:t>ight be able to</w:t>
      </w:r>
      <w:r w:rsidRPr="00D652C4">
        <w:t xml:space="preserve"> be shared within </w:t>
      </w:r>
      <w:r w:rsidR="00187309">
        <w:t>MHRV</w:t>
      </w:r>
      <w:r>
        <w:t xml:space="preserve"> between different business units if business units comply with the Information Privacy Principles or Health Privacy Principles before doing so. Such information may also be shared from </w:t>
      </w:r>
      <w:r w:rsidR="00187309">
        <w:t>MHRV</w:t>
      </w:r>
      <w:r>
        <w:t xml:space="preserve"> to </w:t>
      </w:r>
      <w:r w:rsidRPr="00D652C4">
        <w:t>service providers</w:t>
      </w:r>
      <w:r>
        <w:t xml:space="preserve"> </w:t>
      </w:r>
      <w:r w:rsidRPr="00D652C4">
        <w:t xml:space="preserve">to enable efficient and effective delivery of quality services </w:t>
      </w:r>
      <w:r>
        <w:t>in compliance with the Information Privacy Principles and Health Privacy Principles</w:t>
      </w:r>
      <w:r w:rsidRPr="00D652C4">
        <w:t xml:space="preserve">. </w:t>
      </w:r>
    </w:p>
    <w:p w14:paraId="62D2F23C" w14:textId="2AB9C92C" w:rsidR="00834FEE" w:rsidRPr="00D652C4" w:rsidRDefault="00187309" w:rsidP="00834FEE">
      <w:pPr>
        <w:pStyle w:val="DHHSbody"/>
      </w:pPr>
      <w:r>
        <w:t>MHRV</w:t>
      </w:r>
      <w:r w:rsidR="00834FEE" w:rsidRPr="00D652C4">
        <w:t xml:space="preserve"> </w:t>
      </w:r>
      <w:r w:rsidR="00AF417B">
        <w:t xml:space="preserve">may </w:t>
      </w:r>
      <w:r w:rsidR="00834FEE" w:rsidRPr="00D652C4">
        <w:t>collect, use, hold and disclose personal and health information about a range of matters, including, but not limited to:</w:t>
      </w:r>
    </w:p>
    <w:p w14:paraId="51A3E12E" w14:textId="77777777" w:rsidR="00834FEE" w:rsidRPr="00D652C4" w:rsidRDefault="00834FEE" w:rsidP="00834FEE">
      <w:pPr>
        <w:pStyle w:val="DHHSbullet1"/>
        <w:numPr>
          <w:ilvl w:val="0"/>
          <w:numId w:val="7"/>
        </w:numPr>
      </w:pPr>
      <w:r w:rsidRPr="00D652C4">
        <w:t>individuals participating in funded services</w:t>
      </w:r>
    </w:p>
    <w:p w14:paraId="17028571" w14:textId="77777777" w:rsidR="00834FEE" w:rsidRPr="00D652C4" w:rsidRDefault="00834FEE" w:rsidP="00834FEE">
      <w:pPr>
        <w:pStyle w:val="DHHSbullet1"/>
        <w:numPr>
          <w:ilvl w:val="0"/>
          <w:numId w:val="7"/>
        </w:numPr>
      </w:pPr>
      <w:r w:rsidRPr="00D652C4">
        <w:t>managing contracts and funding agreements</w:t>
      </w:r>
    </w:p>
    <w:p w14:paraId="56C610D3" w14:textId="77777777" w:rsidR="00834FEE" w:rsidRPr="00D652C4" w:rsidRDefault="00834FEE" w:rsidP="00834FEE">
      <w:pPr>
        <w:pStyle w:val="DHHSbullet1"/>
        <w:numPr>
          <w:ilvl w:val="0"/>
          <w:numId w:val="7"/>
        </w:numPr>
      </w:pPr>
      <w:r w:rsidRPr="00D652C4">
        <w:t xml:space="preserve">managing fraud and compliance investigations </w:t>
      </w:r>
    </w:p>
    <w:p w14:paraId="07804127" w14:textId="77777777" w:rsidR="00834FEE" w:rsidRPr="00D652C4" w:rsidRDefault="00834FEE" w:rsidP="00834FEE">
      <w:pPr>
        <w:pStyle w:val="DHHSbullet1"/>
        <w:numPr>
          <w:ilvl w:val="0"/>
          <w:numId w:val="7"/>
        </w:numPr>
      </w:pPr>
      <w:r>
        <w:t>managing audits</w:t>
      </w:r>
    </w:p>
    <w:p w14:paraId="5E50281E" w14:textId="77777777" w:rsidR="00834FEE" w:rsidRPr="00D652C4" w:rsidRDefault="00834FEE" w:rsidP="00834FEE">
      <w:pPr>
        <w:pStyle w:val="DHHSbullet1"/>
        <w:numPr>
          <w:ilvl w:val="0"/>
          <w:numId w:val="7"/>
        </w:numPr>
      </w:pPr>
      <w:r w:rsidRPr="00D652C4">
        <w:t>managing grants</w:t>
      </w:r>
    </w:p>
    <w:p w14:paraId="441FF485" w14:textId="07ADA27D" w:rsidR="00834FEE" w:rsidRPr="00D652C4" w:rsidRDefault="00834FEE" w:rsidP="00834FEE">
      <w:pPr>
        <w:pStyle w:val="DHHSbullet1"/>
        <w:numPr>
          <w:ilvl w:val="0"/>
          <w:numId w:val="7"/>
        </w:numPr>
      </w:pPr>
      <w:r w:rsidRPr="00D652C4">
        <w:t>employment and personnel matters concerning staff and contractors</w:t>
      </w:r>
    </w:p>
    <w:p w14:paraId="18F46231" w14:textId="48CE546B" w:rsidR="00834FEE" w:rsidRPr="00D652C4" w:rsidRDefault="00834FEE" w:rsidP="00834FEE">
      <w:pPr>
        <w:pStyle w:val="DHHSbullet1"/>
        <w:numPr>
          <w:ilvl w:val="0"/>
          <w:numId w:val="7"/>
        </w:numPr>
      </w:pPr>
      <w:r w:rsidRPr="00D652C4">
        <w:t xml:space="preserve">correspondence from members of the public to </w:t>
      </w:r>
      <w:r w:rsidR="00187309">
        <w:t>MHRV</w:t>
      </w:r>
      <w:r w:rsidRPr="00D652C4">
        <w:t>, Ministers and Parliamentary Secretaries</w:t>
      </w:r>
    </w:p>
    <w:p w14:paraId="7267BD67" w14:textId="77777777" w:rsidR="00834FEE" w:rsidRPr="00D652C4" w:rsidRDefault="00834FEE" w:rsidP="00834FEE">
      <w:pPr>
        <w:pStyle w:val="DHHSbullet1"/>
        <w:numPr>
          <w:ilvl w:val="0"/>
          <w:numId w:val="7"/>
        </w:numPr>
      </w:pPr>
      <w:r w:rsidRPr="00D652C4">
        <w:t xml:space="preserve">complaints made and the feedback provided </w:t>
      </w:r>
    </w:p>
    <w:p w14:paraId="10D9FCD3" w14:textId="77777777" w:rsidR="00834FEE" w:rsidRPr="00D652C4" w:rsidRDefault="00834FEE" w:rsidP="00834FEE">
      <w:pPr>
        <w:pStyle w:val="DHHSbullet1"/>
        <w:numPr>
          <w:ilvl w:val="0"/>
          <w:numId w:val="7"/>
        </w:numPr>
      </w:pPr>
      <w:r w:rsidRPr="00D652C4">
        <w:t xml:space="preserve">requests made under the </w:t>
      </w:r>
      <w:r w:rsidRPr="00D652C4">
        <w:rPr>
          <w:i/>
        </w:rPr>
        <w:t>Freedom of Information Act 1982</w:t>
      </w:r>
    </w:p>
    <w:p w14:paraId="15C4ED6B" w14:textId="77777777" w:rsidR="00834FEE" w:rsidRPr="00D652C4" w:rsidRDefault="00834FEE" w:rsidP="00834FEE">
      <w:pPr>
        <w:pStyle w:val="DHHSbullet1"/>
        <w:numPr>
          <w:ilvl w:val="0"/>
          <w:numId w:val="7"/>
        </w:numPr>
      </w:pPr>
      <w:r w:rsidRPr="00D652C4">
        <w:t>investigating incidents, for example, child protection and health protection matters</w:t>
      </w:r>
    </w:p>
    <w:p w14:paraId="3ED4CF47" w14:textId="75F82089" w:rsidR="00834FEE" w:rsidRPr="00D652C4" w:rsidRDefault="00834FEE" w:rsidP="00834FEE">
      <w:pPr>
        <w:pStyle w:val="DHHSbullet1"/>
        <w:numPr>
          <w:ilvl w:val="0"/>
          <w:numId w:val="7"/>
        </w:numPr>
      </w:pPr>
      <w:r w:rsidRPr="00D652C4">
        <w:t xml:space="preserve">planning, monitoring and evaluating </w:t>
      </w:r>
      <w:r w:rsidR="0009616E">
        <w:t>MHRV</w:t>
      </w:r>
      <w:r w:rsidRPr="00D652C4">
        <w:t xml:space="preserve"> functions and services</w:t>
      </w:r>
    </w:p>
    <w:p w14:paraId="0520B37C" w14:textId="77777777" w:rsidR="00834FEE" w:rsidRPr="00D652C4" w:rsidRDefault="00834FEE" w:rsidP="00834FEE">
      <w:pPr>
        <w:pStyle w:val="DHHSbullet1"/>
        <w:numPr>
          <w:ilvl w:val="0"/>
          <w:numId w:val="7"/>
        </w:numPr>
      </w:pPr>
      <w:r w:rsidRPr="00D652C4">
        <w:t>meeting legislative requirements</w:t>
      </w:r>
    </w:p>
    <w:p w14:paraId="734351AD" w14:textId="77777777" w:rsidR="0009616E" w:rsidRDefault="00834FEE" w:rsidP="0009616E">
      <w:pPr>
        <w:pStyle w:val="DHHSbullet1"/>
        <w:numPr>
          <w:ilvl w:val="0"/>
          <w:numId w:val="7"/>
        </w:numPr>
      </w:pPr>
      <w:r w:rsidRPr="00D652C4">
        <w:t>policy development and research</w:t>
      </w:r>
    </w:p>
    <w:p w14:paraId="3AB1E689" w14:textId="77777777" w:rsidR="0009616E" w:rsidRDefault="00834FEE" w:rsidP="0009616E">
      <w:pPr>
        <w:pStyle w:val="DHHSbullet1"/>
        <w:numPr>
          <w:ilvl w:val="0"/>
          <w:numId w:val="7"/>
        </w:numPr>
      </w:pPr>
      <w:r w:rsidRPr="00D652C4">
        <w:t>meeting the reporting requirements of government and external oversight agencies</w:t>
      </w:r>
    </w:p>
    <w:p w14:paraId="24A92679" w14:textId="642D58BB" w:rsidR="00834FEE" w:rsidRDefault="00834FEE" w:rsidP="0009616E">
      <w:pPr>
        <w:pStyle w:val="DHHSbullet1"/>
        <w:numPr>
          <w:ilvl w:val="0"/>
          <w:numId w:val="7"/>
        </w:numPr>
      </w:pPr>
      <w:r w:rsidRPr="00D652C4">
        <w:t>mandatory reporting of certain diseases</w:t>
      </w:r>
      <w:r>
        <w:t>.</w:t>
      </w:r>
    </w:p>
    <w:p w14:paraId="0835A8FB" w14:textId="0993ACE2" w:rsidR="00834FEE" w:rsidRPr="007B4B9D" w:rsidRDefault="00834FEE" w:rsidP="00834FEE">
      <w:pPr>
        <w:pStyle w:val="DHHSbody"/>
      </w:pPr>
      <w:r>
        <w:t xml:space="preserve">There </w:t>
      </w:r>
      <w:r w:rsidR="009C1FD8">
        <w:t xml:space="preserve">may be </w:t>
      </w:r>
      <w:r>
        <w:t xml:space="preserve">circumstances where </w:t>
      </w:r>
      <w:r w:rsidR="00187309">
        <w:t>MHRV</w:t>
      </w:r>
      <w:r>
        <w:t xml:space="preserve"> is authorised and/or required by law to collect, use, hold or disclose an individual’s information</w:t>
      </w:r>
      <w:r w:rsidRPr="007B4B9D">
        <w:t>.</w:t>
      </w:r>
    </w:p>
    <w:p w14:paraId="0DA0616E" w14:textId="015C1C6B" w:rsidR="00834FEE" w:rsidRDefault="00834FEE" w:rsidP="00834FEE">
      <w:pPr>
        <w:pStyle w:val="DHHSbody"/>
      </w:pPr>
      <w:r>
        <w:lastRenderedPageBreak/>
        <w:t xml:space="preserve">Wherever it is lawful and practicable, an individual must be given the option of remaining anonymous when interacting with </w:t>
      </w:r>
      <w:r w:rsidR="00187309">
        <w:t>MHRV</w:t>
      </w:r>
      <w:r>
        <w:t xml:space="preserve">. A circumstance where it is not practicable for the individual to remain anonymous is where </w:t>
      </w:r>
      <w:r w:rsidR="00187309">
        <w:t>MHRV</w:t>
      </w:r>
      <w:r>
        <w:t xml:space="preserve"> is responsible for providing a range of specific and coordinated services to the individual. </w:t>
      </w:r>
    </w:p>
    <w:p w14:paraId="5CC66DEF" w14:textId="1A20C8A4" w:rsidR="00834FEE" w:rsidRDefault="00834FEE" w:rsidP="00834FEE">
      <w:pPr>
        <w:pStyle w:val="Heading1"/>
      </w:pPr>
      <w:bookmarkStart w:id="16" w:name="_Toc56596263"/>
      <w:r>
        <w:t xml:space="preserve">How </w:t>
      </w:r>
      <w:r w:rsidR="00187309">
        <w:t>MHRV</w:t>
      </w:r>
      <w:r>
        <w:t xml:space="preserve"> stores and protects information</w:t>
      </w:r>
      <w:bookmarkEnd w:id="16"/>
    </w:p>
    <w:p w14:paraId="19263F12" w14:textId="77777777" w:rsidR="00BB2D18" w:rsidRDefault="00123E77" w:rsidP="00834FEE">
      <w:pPr>
        <w:pStyle w:val="DHHSbody"/>
      </w:pPr>
      <w:r>
        <w:t xml:space="preserve">Wherever possible MHRV utilises the data security infrastructure of the Department of Health and Human Services. Where this is not possible, </w:t>
      </w:r>
      <w:r w:rsidR="00187309">
        <w:t>MHRV</w:t>
      </w:r>
      <w:r w:rsidR="00834FEE">
        <w:t xml:space="preserve"> has security measures designed to protect personal and health information from misuse, loss, unauthorised access, modification or disclosure. </w:t>
      </w:r>
    </w:p>
    <w:p w14:paraId="437453C6" w14:textId="081A75D7" w:rsidR="00834FEE" w:rsidRDefault="00187309" w:rsidP="00834FEE">
      <w:pPr>
        <w:pStyle w:val="DHHSbody"/>
      </w:pPr>
      <w:r>
        <w:t>MHRV</w:t>
      </w:r>
      <w:r w:rsidR="00834FEE">
        <w:t xml:space="preserve"> </w:t>
      </w:r>
      <w:r w:rsidR="00B27014">
        <w:t xml:space="preserve">will </w:t>
      </w:r>
      <w:r w:rsidR="00834FEE">
        <w:t xml:space="preserve">take reasonable steps to destroy or permanently de-identify personal information if it is no longer needed for any purpose in line with the </w:t>
      </w:r>
      <w:r w:rsidR="00834FEE" w:rsidRPr="00BD6B9D">
        <w:rPr>
          <w:i/>
        </w:rPr>
        <w:t>Public Records Act 1974</w:t>
      </w:r>
      <w:r w:rsidR="00834FEE">
        <w:t xml:space="preserve">. In relation to health information, </w:t>
      </w:r>
      <w:r>
        <w:t>MHRV</w:t>
      </w:r>
      <w:r w:rsidR="00834FEE">
        <w:t xml:space="preserve"> </w:t>
      </w:r>
      <w:r w:rsidR="009F4685">
        <w:t xml:space="preserve">will </w:t>
      </w:r>
      <w:r w:rsidR="00834FEE">
        <w:t xml:space="preserve">take reasonable steps to destroy or permanently de-identify health information if it is no longer needed for the purpose for which it was collected or any other purpose authorised by the </w:t>
      </w:r>
      <w:r w:rsidR="00834FEE" w:rsidRPr="00B84722">
        <w:t>Health Records Act,</w:t>
      </w:r>
      <w:r w:rsidR="00834FEE">
        <w:t xml:space="preserve"> the regulations made under the </w:t>
      </w:r>
      <w:r w:rsidR="00834FEE" w:rsidRPr="00B84722">
        <w:t>Health Records Act</w:t>
      </w:r>
      <w:r w:rsidR="00834FEE">
        <w:t xml:space="preserve">, </w:t>
      </w:r>
      <w:r w:rsidR="00834FEE" w:rsidRPr="00621A69">
        <w:t>or</w:t>
      </w:r>
      <w:r w:rsidR="00834FEE">
        <w:t xml:space="preserve"> any other law.</w:t>
      </w:r>
    </w:p>
    <w:p w14:paraId="60BEA69F" w14:textId="13641CCB" w:rsidR="00834FEE" w:rsidRDefault="00187309" w:rsidP="00834FEE">
      <w:pPr>
        <w:pStyle w:val="DHHSbody"/>
      </w:pPr>
      <w:r>
        <w:t>MHRV</w:t>
      </w:r>
      <w:r w:rsidR="00834FEE">
        <w:t xml:space="preserve"> takes reasonable steps to ensure that any personal and health information it collects, uses and discloses is accurate, complete and up to date, and having regard to the purpose for which health information is to be used, that it is relevant to </w:t>
      </w:r>
      <w:r>
        <w:t>MHRV</w:t>
      </w:r>
      <w:r w:rsidR="00834FEE">
        <w:t xml:space="preserve">’s current functions and activities. </w:t>
      </w:r>
    </w:p>
    <w:p w14:paraId="0D0B1DD9" w14:textId="77777777" w:rsidR="00834FEE" w:rsidRDefault="00834FEE" w:rsidP="00834FEE">
      <w:pPr>
        <w:pStyle w:val="Heading1"/>
      </w:pPr>
      <w:bookmarkStart w:id="17" w:name="_Toc56596264"/>
      <w:r>
        <w:t>Access to and correction of information</w:t>
      </w:r>
      <w:bookmarkEnd w:id="17"/>
    </w:p>
    <w:p w14:paraId="7E84B983" w14:textId="65AE263E" w:rsidR="00834FEE" w:rsidRDefault="00834FEE" w:rsidP="00834FEE">
      <w:pPr>
        <w:pStyle w:val="DHHSbody"/>
      </w:pPr>
      <w:r>
        <w:t xml:space="preserve">An individual may ask for access to their information or request a correction to their information by contacting </w:t>
      </w:r>
      <w:r w:rsidR="00187309">
        <w:t>MHRV</w:t>
      </w:r>
      <w:r>
        <w:t xml:space="preserve"> through:</w:t>
      </w:r>
    </w:p>
    <w:p w14:paraId="71BBE000" w14:textId="77777777" w:rsidR="00C52BBD" w:rsidRDefault="00C52BBD" w:rsidP="00C52BBD">
      <w:pPr>
        <w:pStyle w:val="DHHSbullet1"/>
        <w:numPr>
          <w:ilvl w:val="0"/>
          <w:numId w:val="7"/>
        </w:numPr>
      </w:pPr>
      <w:r>
        <w:t xml:space="preserve">the </w:t>
      </w:r>
      <w:r w:rsidR="00187309">
        <w:t>MHRV</w:t>
      </w:r>
      <w:r w:rsidR="00834FEE" w:rsidRPr="00D652C4">
        <w:t xml:space="preserve"> area that has the information (where known)</w:t>
      </w:r>
    </w:p>
    <w:p w14:paraId="1C8243D3" w14:textId="2063F589" w:rsidR="00C52BBD" w:rsidRDefault="00C52BBD" w:rsidP="00D27CB2">
      <w:pPr>
        <w:pStyle w:val="DHHSbullet1"/>
        <w:numPr>
          <w:ilvl w:val="0"/>
          <w:numId w:val="7"/>
        </w:numPr>
      </w:pPr>
      <w:r w:rsidRPr="00B15A5F">
        <w:t>emailing the Data and Reporting Unit</w:t>
      </w:r>
      <w:r w:rsidR="00834FEE" w:rsidRPr="00D652C4">
        <w:t xml:space="preserve"> </w:t>
      </w:r>
      <w:r w:rsidR="00834FEE">
        <w:t>&lt;</w:t>
      </w:r>
      <w:r>
        <w:t>privacy@mhrv.vic.gov.au</w:t>
      </w:r>
      <w:r w:rsidR="00834FEE">
        <w:t>&gt;</w:t>
      </w:r>
    </w:p>
    <w:p w14:paraId="39123E9A" w14:textId="5694CC9B" w:rsidR="00834FEE" w:rsidRDefault="00834FEE" w:rsidP="00C52BBD">
      <w:pPr>
        <w:pStyle w:val="DHHSbullet1"/>
        <w:ind w:left="0" w:firstLine="0"/>
      </w:pPr>
      <w:r>
        <w:t xml:space="preserve">When contacted, </w:t>
      </w:r>
      <w:r w:rsidR="00187309">
        <w:t>MHRV</w:t>
      </w:r>
      <w:r>
        <w:t xml:space="preserve"> will let the individual know whether it holds information about the individual and any further steps that that individual should take to obtain access to the information. </w:t>
      </w:r>
    </w:p>
    <w:p w14:paraId="0BF86148" w14:textId="77777777" w:rsidR="00834FEE" w:rsidRDefault="00834FEE" w:rsidP="00834FEE">
      <w:pPr>
        <w:pStyle w:val="DHHSbody"/>
      </w:pPr>
      <w:r>
        <w:t xml:space="preserve">If a query relates to an individual’s health information, this information will be held directly by the public health service provider. In this situation it would be more appropriate to make contact directly with the health service provider. </w:t>
      </w:r>
    </w:p>
    <w:p w14:paraId="52B8B7A2" w14:textId="77777777" w:rsidR="00834FEE" w:rsidRDefault="00834FEE" w:rsidP="00834FEE">
      <w:pPr>
        <w:pStyle w:val="Heading1"/>
      </w:pPr>
      <w:bookmarkStart w:id="18" w:name="_Toc56596265"/>
      <w:r>
        <w:t>Making a complaint about a privacy incident (breach)</w:t>
      </w:r>
      <w:bookmarkEnd w:id="18"/>
    </w:p>
    <w:p w14:paraId="1369AFB3" w14:textId="5BDC2C36" w:rsidR="00834FEE" w:rsidRDefault="00834FEE" w:rsidP="00834FEE">
      <w:pPr>
        <w:pStyle w:val="DHHSbody"/>
      </w:pPr>
      <w:r>
        <w:t xml:space="preserve">An individual may make a complaint about a potential privacy incident (breach) by contacting </w:t>
      </w:r>
      <w:r w:rsidR="00187309">
        <w:t>MHRV</w:t>
      </w:r>
      <w:r>
        <w:t xml:space="preserve">’s </w:t>
      </w:r>
      <w:r w:rsidR="00C52BBD">
        <w:t xml:space="preserve">Data and Reporting unit </w:t>
      </w:r>
      <w:r>
        <w:t>by</w:t>
      </w:r>
      <w:r w:rsidR="00B15A5F">
        <w:t xml:space="preserve"> </w:t>
      </w:r>
      <w:r w:rsidR="00B15A5F" w:rsidRPr="00B15A5F">
        <w:t xml:space="preserve">emailing </w:t>
      </w:r>
      <w:hyperlink r:id="rId14" w:history="1">
        <w:r w:rsidR="00B15A5F">
          <w:rPr>
            <w:rStyle w:val="Hyperlink"/>
          </w:rPr>
          <w:t>privacy@mhrv.vic.gov.au</w:t>
        </w:r>
      </w:hyperlink>
      <w:r>
        <w:t>.</w:t>
      </w:r>
    </w:p>
    <w:p w14:paraId="2D30E8A8" w14:textId="7D91EDBA" w:rsidR="00834FEE" w:rsidRDefault="00187309" w:rsidP="00834FEE">
      <w:pPr>
        <w:pStyle w:val="DHHSbody"/>
      </w:pPr>
      <w:r>
        <w:t>MHRV</w:t>
      </w:r>
      <w:r w:rsidR="00834FEE">
        <w:t xml:space="preserve"> undertakes to resolve privacy complaints and breaches in a timely and fair manner.</w:t>
      </w:r>
    </w:p>
    <w:p w14:paraId="485A3432" w14:textId="77777777" w:rsidR="00834FEE" w:rsidRDefault="00834FEE" w:rsidP="00834FEE">
      <w:pPr>
        <w:pStyle w:val="DHHSbody"/>
      </w:pPr>
      <w:r>
        <w:t>An individual may also make a privacy complaint to:</w:t>
      </w:r>
    </w:p>
    <w:p w14:paraId="479140B9" w14:textId="77777777" w:rsidR="00834FEE" w:rsidRDefault="00834FEE" w:rsidP="00834FEE">
      <w:pPr>
        <w:pStyle w:val="DHHSbullet1lastline"/>
        <w:numPr>
          <w:ilvl w:val="1"/>
          <w:numId w:val="7"/>
        </w:numPr>
        <w:ind w:left="284" w:hanging="284"/>
      </w:pPr>
      <w:r>
        <w:t xml:space="preserve">the Health Complaints Commissioner in relation to a complaint relating to health information: </w:t>
      </w:r>
      <w:r w:rsidRPr="003F25F1">
        <w:t>1300 582 113</w:t>
      </w:r>
    </w:p>
    <w:p w14:paraId="2A6CDBE4" w14:textId="77777777" w:rsidR="00834FEE" w:rsidRDefault="00834FEE" w:rsidP="00834FEE">
      <w:pPr>
        <w:pStyle w:val="DHHSbullet1lastline"/>
        <w:numPr>
          <w:ilvl w:val="1"/>
          <w:numId w:val="7"/>
        </w:numPr>
        <w:ind w:left="284" w:hanging="284"/>
      </w:pPr>
      <w:r>
        <w:t>the Office of the Victorian Information Commissioner in relation to a complaint relating to personal or sensitive information:</w:t>
      </w:r>
      <w:r w:rsidRPr="003F25F1">
        <w:t>1300 666 444</w:t>
      </w:r>
      <w:r>
        <w:t xml:space="preserve">. </w:t>
      </w:r>
    </w:p>
    <w:p w14:paraId="2D3C75C6" w14:textId="2F7BC355" w:rsidR="00834FEE" w:rsidRDefault="00834FEE" w:rsidP="00834FEE">
      <w:pPr>
        <w:pStyle w:val="Heading1"/>
      </w:pPr>
      <w:bookmarkStart w:id="19" w:name="_Toc56596266"/>
      <w:r>
        <w:t xml:space="preserve">How does </w:t>
      </w:r>
      <w:r w:rsidR="00187309">
        <w:t>MHRV</w:t>
      </w:r>
      <w:r>
        <w:t xml:space="preserve"> protect information transferred outside of Victoria?</w:t>
      </w:r>
      <w:bookmarkEnd w:id="19"/>
    </w:p>
    <w:p w14:paraId="037EEC66" w14:textId="7A277F3C" w:rsidR="00834FEE" w:rsidRDefault="00187309" w:rsidP="00834FEE">
      <w:pPr>
        <w:pStyle w:val="DHHSbody"/>
      </w:pPr>
      <w:r>
        <w:t>MHRV</w:t>
      </w:r>
      <w:r w:rsidR="00834FEE">
        <w:t xml:space="preserve"> adheres to the requirements of the </w:t>
      </w:r>
      <w:r w:rsidR="00C52BBD">
        <w:t xml:space="preserve">PDP </w:t>
      </w:r>
      <w:r w:rsidR="00834FEE" w:rsidRPr="00B84722">
        <w:t>Ac</w:t>
      </w:r>
      <w:r w:rsidR="00C52BBD">
        <w:t>t</w:t>
      </w:r>
      <w:r w:rsidR="00834FEE" w:rsidRPr="00B84722">
        <w:t xml:space="preserve"> </w:t>
      </w:r>
      <w:r w:rsidR="00834FEE">
        <w:t xml:space="preserve">and </w:t>
      </w:r>
      <w:r w:rsidR="00834FEE" w:rsidRPr="00B84722">
        <w:t>Health Records Act</w:t>
      </w:r>
      <w:r w:rsidR="00834FEE" w:rsidRPr="00D652C4">
        <w:rPr>
          <w:i/>
        </w:rPr>
        <w:t xml:space="preserve"> </w:t>
      </w:r>
      <w:r w:rsidR="00834FEE">
        <w:t xml:space="preserve">when transferring personal and health information outside of Victoria. </w:t>
      </w:r>
    </w:p>
    <w:p w14:paraId="373FB2C3" w14:textId="77777777" w:rsidR="00834FEE" w:rsidRDefault="00834FEE" w:rsidP="00834FEE">
      <w:pPr>
        <w:pStyle w:val="DHHSbody"/>
      </w:pPr>
      <w:r>
        <w:t>The only circumstances in which personal and health information may be transferred or stored outside of Victoria is when the transfer or storage meets one (or more) of the following criteria:</w:t>
      </w:r>
    </w:p>
    <w:p w14:paraId="21B9B50A" w14:textId="22F9847A" w:rsidR="00834FEE" w:rsidRPr="00B84722" w:rsidRDefault="00187309" w:rsidP="00834FEE">
      <w:pPr>
        <w:pStyle w:val="DHHSbullet1"/>
        <w:numPr>
          <w:ilvl w:val="0"/>
          <w:numId w:val="7"/>
        </w:numPr>
      </w:pPr>
      <w:r>
        <w:lastRenderedPageBreak/>
        <w:t>MHRV</w:t>
      </w:r>
      <w:r w:rsidR="00834FEE" w:rsidRPr="00D652C4">
        <w:t xml:space="preserve"> reasonably believes that the recipient </w:t>
      </w:r>
      <w:r w:rsidR="00834FEE">
        <w:t xml:space="preserve">of the information </w:t>
      </w:r>
      <w:r w:rsidR="00834FEE" w:rsidRPr="00D652C4">
        <w:t xml:space="preserve">is subject to a law, binding scheme or binding contract that provides substantially similar protection to the </w:t>
      </w:r>
      <w:r w:rsidR="00C52BBD">
        <w:t xml:space="preserve">PDP </w:t>
      </w:r>
      <w:r w:rsidR="00834FEE" w:rsidRPr="00B84722">
        <w:t>Act</w:t>
      </w:r>
      <w:r w:rsidR="00834FEE" w:rsidRPr="00D652C4">
        <w:rPr>
          <w:i/>
        </w:rPr>
        <w:t xml:space="preserve"> </w:t>
      </w:r>
      <w:r w:rsidR="00834FEE" w:rsidRPr="00D652C4">
        <w:t xml:space="preserve">or </w:t>
      </w:r>
      <w:r w:rsidR="00834FEE" w:rsidRPr="00B84722">
        <w:t xml:space="preserve">Health Records Act </w:t>
      </w:r>
    </w:p>
    <w:p w14:paraId="6C62FE12" w14:textId="77777777" w:rsidR="00834FEE" w:rsidRPr="00D652C4" w:rsidRDefault="00834FEE" w:rsidP="00834FEE">
      <w:pPr>
        <w:pStyle w:val="DHHSbullet1"/>
        <w:numPr>
          <w:ilvl w:val="0"/>
          <w:numId w:val="7"/>
        </w:numPr>
      </w:pPr>
      <w:r w:rsidRPr="00D652C4">
        <w:t>the individual has provided consent</w:t>
      </w:r>
      <w:r>
        <w:t xml:space="preserve"> to the transfer</w:t>
      </w:r>
    </w:p>
    <w:p w14:paraId="2CB9F6A5" w14:textId="74D522E6" w:rsidR="00834FEE" w:rsidRPr="00D652C4" w:rsidRDefault="00834FEE" w:rsidP="00834FEE">
      <w:pPr>
        <w:pStyle w:val="DHHSbullet1"/>
        <w:numPr>
          <w:ilvl w:val="0"/>
          <w:numId w:val="7"/>
        </w:numPr>
      </w:pPr>
      <w:r w:rsidRPr="00D652C4">
        <w:t xml:space="preserve">the transfer is necessary for the performance of a contract between the individual and </w:t>
      </w:r>
      <w:r w:rsidR="00187309">
        <w:t>MHRV</w:t>
      </w:r>
      <w:r w:rsidRPr="00D652C4">
        <w:t>, or for the implementation of pre-contractual measures taken in response to the individual's request</w:t>
      </w:r>
    </w:p>
    <w:p w14:paraId="7537E663" w14:textId="79A95B0D" w:rsidR="00834FEE" w:rsidRPr="00D652C4" w:rsidRDefault="00834FEE" w:rsidP="00834FEE">
      <w:pPr>
        <w:pStyle w:val="DHHSbullet1"/>
        <w:numPr>
          <w:ilvl w:val="0"/>
          <w:numId w:val="7"/>
        </w:numPr>
      </w:pPr>
      <w:r w:rsidRPr="00D652C4">
        <w:t xml:space="preserve">the transfer is necessary for the conclusion or performance of a contract concluded in the interest of the individual between </w:t>
      </w:r>
      <w:r w:rsidR="00187309">
        <w:t>MHRV</w:t>
      </w:r>
      <w:r w:rsidRPr="00D652C4">
        <w:t xml:space="preserve"> and a third party</w:t>
      </w:r>
    </w:p>
    <w:p w14:paraId="7C8E6AFB" w14:textId="256A48D5" w:rsidR="00834FEE" w:rsidRDefault="00834FEE" w:rsidP="00834FEE">
      <w:pPr>
        <w:pStyle w:val="DHHSbullet1"/>
        <w:numPr>
          <w:ilvl w:val="0"/>
          <w:numId w:val="7"/>
        </w:numPr>
      </w:pPr>
      <w:r w:rsidRPr="00D652C4">
        <w:t xml:space="preserve">the transfer is for the benefit </w:t>
      </w:r>
      <w:r>
        <w:t xml:space="preserve">of the individual, and </w:t>
      </w:r>
      <w:r w:rsidRPr="00D652C4">
        <w:t xml:space="preserve">it is </w:t>
      </w:r>
      <w:r>
        <w:t>im</w:t>
      </w:r>
      <w:r w:rsidRPr="00D652C4">
        <w:t xml:space="preserve">practicable to obtain </w:t>
      </w:r>
      <w:r>
        <w:t>the</w:t>
      </w:r>
      <w:r w:rsidRPr="00D652C4">
        <w:t xml:space="preserve"> individual’s consent</w:t>
      </w:r>
      <w:r>
        <w:t xml:space="preserve"> to the transfer</w:t>
      </w:r>
      <w:r w:rsidRPr="00D652C4">
        <w:t xml:space="preserve">, but </w:t>
      </w:r>
      <w:r>
        <w:t xml:space="preserve">if it were practicable to obtain consent </w:t>
      </w:r>
      <w:r w:rsidRPr="00D652C4">
        <w:t xml:space="preserve">the individual would </w:t>
      </w:r>
      <w:r>
        <w:t xml:space="preserve">be </w:t>
      </w:r>
      <w:r w:rsidRPr="00D652C4">
        <w:t xml:space="preserve">likely </w:t>
      </w:r>
      <w:r>
        <w:t xml:space="preserve">to </w:t>
      </w:r>
      <w:r w:rsidRPr="00D652C4">
        <w:t>give it</w:t>
      </w:r>
    </w:p>
    <w:p w14:paraId="0361B1DC" w14:textId="77777777" w:rsidR="009469A6" w:rsidRDefault="00187309" w:rsidP="009469A6">
      <w:pPr>
        <w:pStyle w:val="DHHSbullet1"/>
        <w:numPr>
          <w:ilvl w:val="0"/>
          <w:numId w:val="7"/>
        </w:numPr>
      </w:pPr>
      <w:r>
        <w:t>MHRV</w:t>
      </w:r>
      <w:r w:rsidR="00834FEE">
        <w:t xml:space="preserve"> has taken reasonable steps to ensure that information which it has transferred will not be held, used or disclosed by recipients inconsistently with the Information Privacy Principles or Health Privacy Principles</w:t>
      </w:r>
    </w:p>
    <w:p w14:paraId="664FF0F4" w14:textId="529EF682" w:rsidR="009469A6" w:rsidRDefault="00834FEE" w:rsidP="009469A6">
      <w:pPr>
        <w:pStyle w:val="DHHSbullet1"/>
        <w:numPr>
          <w:ilvl w:val="0"/>
          <w:numId w:val="7"/>
        </w:numPr>
      </w:pPr>
      <w:r w:rsidRPr="00D652C4">
        <w:t xml:space="preserve">in the case of health information, the transfer is </w:t>
      </w:r>
      <w:r>
        <w:t>required or authorised by law</w:t>
      </w:r>
      <w:r w:rsidR="009469A6">
        <w:t>.</w:t>
      </w:r>
    </w:p>
    <w:p w14:paraId="3763C6D9" w14:textId="77777777" w:rsidR="009469A6" w:rsidRPr="00D652C4" w:rsidRDefault="009469A6" w:rsidP="009469A6">
      <w:pPr>
        <w:pStyle w:val="DHHSbullet1"/>
        <w:ind w:left="0" w:firstLine="0"/>
      </w:pPr>
    </w:p>
    <w:p w14:paraId="1F57FE9F" w14:textId="77777777" w:rsidR="00834FEE" w:rsidRDefault="00834FEE" w:rsidP="009469A6">
      <w:pPr>
        <w:pStyle w:val="Heading1"/>
      </w:pPr>
      <w:bookmarkStart w:id="20" w:name="_Toc56596267"/>
      <w:r w:rsidRPr="00BD6B9D">
        <w:t>Workplace participant responsibilities</w:t>
      </w:r>
      <w:bookmarkEnd w:id="20"/>
    </w:p>
    <w:p w14:paraId="0DCFDB8D" w14:textId="43997293" w:rsidR="00834FEE" w:rsidRPr="00E0653A" w:rsidRDefault="00834FEE" w:rsidP="00834FEE">
      <w:pPr>
        <w:pStyle w:val="DHHSbody"/>
      </w:pPr>
      <w:r>
        <w:t xml:space="preserve">It is every workplace participant’s responsibility to familiarise themselves with the Information Privacy Principles set out in the </w:t>
      </w:r>
      <w:r w:rsidR="00BE22D0">
        <w:t xml:space="preserve">PDP </w:t>
      </w:r>
      <w:r w:rsidRPr="00B84722">
        <w:t>Act</w:t>
      </w:r>
      <w:r w:rsidRPr="00D652C4">
        <w:rPr>
          <w:i/>
        </w:rPr>
        <w:t xml:space="preserve"> </w:t>
      </w:r>
      <w:r>
        <w:t xml:space="preserve">and the Health Privacy Principles set out in the </w:t>
      </w:r>
      <w:r w:rsidRPr="00B84722">
        <w:t>Health Records Act</w:t>
      </w:r>
      <w:r w:rsidRPr="00D652C4">
        <w:rPr>
          <w:i/>
        </w:rPr>
        <w:t xml:space="preserve"> </w:t>
      </w:r>
      <w:r>
        <w:t xml:space="preserve">and to ensure that they comply with them. Online training is available on </w:t>
      </w:r>
      <w:r w:rsidR="00BE22D0">
        <w:t xml:space="preserve">the Department of Health and Human Service’s </w:t>
      </w:r>
      <w:r>
        <w:t xml:space="preserve">intranet on the </w:t>
      </w:r>
      <w:r w:rsidR="00BE22D0">
        <w:t xml:space="preserve">PDP </w:t>
      </w:r>
      <w:r w:rsidRPr="00B84722">
        <w:t>Act</w:t>
      </w:r>
      <w:r>
        <w:t>.</w:t>
      </w:r>
    </w:p>
    <w:p w14:paraId="0C4313B2" w14:textId="672A7B11" w:rsidR="00F13262" w:rsidRDefault="00F13262" w:rsidP="00F13262">
      <w:pPr>
        <w:pStyle w:val="MHRVbullet1"/>
        <w:numPr>
          <w:ilvl w:val="0"/>
          <w:numId w:val="0"/>
        </w:numPr>
        <w:ind w:left="284" w:hanging="284"/>
      </w:pPr>
    </w:p>
    <w:p w14:paraId="1BDC98DF" w14:textId="77777777" w:rsidR="00BE22D0" w:rsidRPr="00753DF1" w:rsidRDefault="00BE22D0" w:rsidP="00BE22D0">
      <w:pPr>
        <w:pStyle w:val="Heading1"/>
      </w:pPr>
      <w:bookmarkStart w:id="21" w:name="_Toc56596268"/>
      <w:r w:rsidRPr="00753DF1">
        <w:t>Further information</w:t>
      </w:r>
      <w:bookmarkEnd w:id="21"/>
    </w:p>
    <w:p w14:paraId="78E15ECD" w14:textId="089ACDB7" w:rsidR="00BE22D0" w:rsidRPr="00254F58" w:rsidRDefault="00BE22D0" w:rsidP="00BE22D0">
      <w:pPr>
        <w:pStyle w:val="DHHSbody"/>
      </w:pPr>
      <w:r w:rsidRPr="00254F58">
        <w:t xml:space="preserve">To receive this publication in </w:t>
      </w:r>
      <w:r w:rsidR="00CE525D">
        <w:t>a different</w:t>
      </w:r>
      <w:r w:rsidRPr="00254F58">
        <w:t xml:space="preserve"> format</w:t>
      </w:r>
      <w:r w:rsidR="00432072">
        <w:t>,</w:t>
      </w:r>
      <w:r w:rsidRPr="00254F58">
        <w:t xml:space="preserve"> </w:t>
      </w:r>
      <w:hyperlink r:id="rId15" w:history="1">
        <w:r w:rsidRPr="00EC6B0F">
          <w:rPr>
            <w:rStyle w:val="Hyperlink"/>
          </w:rPr>
          <w:t>email the Data and Reporting team</w:t>
        </w:r>
      </w:hyperlink>
      <w:r>
        <w:t xml:space="preserve"> </w:t>
      </w:r>
    </w:p>
    <w:p w14:paraId="78FEE83A" w14:textId="39CF6F8C" w:rsidR="00BE22D0" w:rsidRPr="00753DF1" w:rsidRDefault="00EC6B0F" w:rsidP="00BE22D0">
      <w:pPr>
        <w:pStyle w:val="MHRVbody"/>
      </w:pPr>
      <w:r>
        <w:t>&lt;</w:t>
      </w:r>
      <w:hyperlink r:id="rId16" w:history="1">
        <w:r w:rsidRPr="00EC6B0F">
          <w:rPr>
            <w:rStyle w:val="Hyperlink"/>
          </w:rPr>
          <w:t>privacy@mhrv.vic.gov.au</w:t>
        </w:r>
      </w:hyperlink>
      <w:r>
        <w:rPr>
          <w:rStyle w:val="Hyperlink"/>
        </w:rPr>
        <w:t>&gt;</w:t>
      </w:r>
    </w:p>
    <w:p w14:paraId="63C038E7" w14:textId="6053EE2D" w:rsidR="00F13262" w:rsidRDefault="00F13262" w:rsidP="00F13262">
      <w:pPr>
        <w:pStyle w:val="MHRVbullet1"/>
        <w:numPr>
          <w:ilvl w:val="0"/>
          <w:numId w:val="0"/>
        </w:numPr>
        <w:ind w:left="284" w:hanging="284"/>
      </w:pPr>
    </w:p>
    <w:p w14:paraId="0EE522A5" w14:textId="076ED5CF" w:rsidR="00F13262" w:rsidRDefault="00F13262" w:rsidP="00F13262">
      <w:pPr>
        <w:pStyle w:val="MHRVbullet1"/>
        <w:numPr>
          <w:ilvl w:val="0"/>
          <w:numId w:val="0"/>
        </w:numPr>
        <w:ind w:left="284" w:hanging="284"/>
      </w:pPr>
    </w:p>
    <w:p w14:paraId="420D0CB6" w14:textId="77777777" w:rsidR="00F13262" w:rsidRPr="00B84722" w:rsidRDefault="00F13262" w:rsidP="00F13262">
      <w:pPr>
        <w:pStyle w:val="MHRVbullet1"/>
        <w:numPr>
          <w:ilvl w:val="0"/>
          <w:numId w:val="0"/>
        </w:numPr>
        <w:ind w:left="284" w:hanging="284"/>
      </w:pPr>
    </w:p>
    <w:p w14:paraId="4237ADC2" w14:textId="77777777" w:rsidR="00834FEE" w:rsidRDefault="00834FEE" w:rsidP="00834FEE">
      <w:pPr>
        <w:pStyle w:val="DHHSbody"/>
      </w:pPr>
    </w:p>
    <w:tbl>
      <w:tblPr>
        <w:tblStyle w:val="PlainTable1"/>
        <w:tblW w:w="4800" w:type="pct"/>
        <w:tblLook w:val="00A0" w:firstRow="1" w:lastRow="0" w:firstColumn="1" w:lastColumn="0" w:noHBand="0" w:noVBand="0"/>
      </w:tblPr>
      <w:tblGrid>
        <w:gridCol w:w="9623"/>
      </w:tblGrid>
      <w:tr w:rsidR="00834FEE" w:rsidRPr="002802E3" w14:paraId="7130F8FD" w14:textId="77777777" w:rsidTr="00DF47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bookmarkEnd w:id="4"/>
          <w:p w14:paraId="218D9276" w14:textId="77777777" w:rsidR="009C1FD8" w:rsidRPr="00753DF1" w:rsidRDefault="009C1FD8" w:rsidP="009C1FD8">
            <w:pPr>
              <w:pStyle w:val="MHRVbody"/>
            </w:pPr>
            <w:r w:rsidRPr="00753DF1">
              <w:t>Authorised and published by the Victorian Government, 1 Treasury Place, Melbourne.</w:t>
            </w:r>
          </w:p>
          <w:p w14:paraId="4F387C4D" w14:textId="4FBC44F5" w:rsidR="009C1FD8" w:rsidRPr="00753DF1" w:rsidRDefault="009C1FD8" w:rsidP="009C1FD8">
            <w:pPr>
              <w:pStyle w:val="MHRVbody"/>
            </w:pPr>
            <w:r w:rsidRPr="00753DF1">
              <w:t xml:space="preserve">© State of Victoria, </w:t>
            </w:r>
            <w:r>
              <w:t>Mental Health Reform Victoria</w:t>
            </w:r>
            <w:r w:rsidR="00BF70DF">
              <w:t>,</w:t>
            </w:r>
            <w:r w:rsidRPr="00753DF1">
              <w:t xml:space="preserve"> </w:t>
            </w:r>
            <w:r>
              <w:t xml:space="preserve">November </w:t>
            </w:r>
            <w:r w:rsidRPr="00753DF1">
              <w:t>2020</w:t>
            </w:r>
          </w:p>
          <w:p w14:paraId="746210F2" w14:textId="3F8BA561" w:rsidR="00834FEE" w:rsidRPr="00501BED" w:rsidRDefault="00834FEE" w:rsidP="00D27CB2">
            <w:pPr>
              <w:pStyle w:val="DHHSbody"/>
              <w:rPr>
                <w:szCs w:val="19"/>
              </w:rPr>
            </w:pPr>
            <w:r w:rsidRPr="00834854">
              <w:t xml:space="preserve">Available at </w:t>
            </w:r>
            <w:hyperlink r:id="rId17" w:history="1">
              <w:r w:rsidR="00281FC0" w:rsidRPr="002F249F">
                <w:rPr>
                  <w:rStyle w:val="Hyperlink"/>
                </w:rPr>
                <w:t>www.mhrv.vic.gov.au</w:t>
              </w:r>
            </w:hyperlink>
            <w:r w:rsidR="00281FC0">
              <w:t xml:space="preserve"> </w:t>
            </w:r>
          </w:p>
        </w:tc>
      </w:tr>
    </w:tbl>
    <w:p w14:paraId="0A40BE5E" w14:textId="77777777" w:rsidR="00345A37" w:rsidRDefault="00345A37">
      <w:pPr>
        <w:rPr>
          <w:lang w:val="en-US"/>
        </w:rPr>
      </w:pPr>
    </w:p>
    <w:p w14:paraId="09387A25" w14:textId="77777777" w:rsidR="00345A37" w:rsidRDefault="00345A37">
      <w:pPr>
        <w:rPr>
          <w:lang w:val="en-US"/>
        </w:rPr>
      </w:pPr>
    </w:p>
    <w:p w14:paraId="2A0D4483" w14:textId="77777777" w:rsidR="00345A37" w:rsidRDefault="00345A37" w:rsidP="00345A37">
      <w:pPr>
        <w:pStyle w:val="MHRVbody"/>
      </w:pPr>
    </w:p>
    <w:p w14:paraId="5A0A2BE8" w14:textId="77777777" w:rsidR="00345A37" w:rsidRDefault="00345A37" w:rsidP="00345A37">
      <w:pPr>
        <w:pStyle w:val="MHRVbody"/>
      </w:pPr>
    </w:p>
    <w:p w14:paraId="534346B6" w14:textId="77777777" w:rsidR="00345A37" w:rsidRDefault="00345A37" w:rsidP="00345A37">
      <w:pPr>
        <w:pStyle w:val="MHRVbody"/>
      </w:pPr>
    </w:p>
    <w:p w14:paraId="50B26E54" w14:textId="24319267" w:rsidR="00DF5ADC" w:rsidRDefault="00DF5ADC">
      <w:pPr>
        <w:rPr>
          <w:rFonts w:ascii="Arial" w:eastAsia="MS Gothic" w:hAnsi="Arial" w:cs="Arial"/>
          <w:bCs/>
          <w:color w:val="542E8E" w:themeColor="accent1"/>
          <w:kern w:val="32"/>
          <w:sz w:val="30"/>
          <w:szCs w:val="40"/>
          <w:lang w:val="en-US"/>
        </w:rPr>
      </w:pPr>
    </w:p>
    <w:bookmarkEnd w:id="0"/>
    <w:sectPr w:rsidR="00DF5ADC" w:rsidSect="00A07160">
      <w:headerReference w:type="default" r:id="rId18"/>
      <w:footerReference w:type="default" r:id="rId19"/>
      <w:type w:val="continuous"/>
      <w:pgSz w:w="11906" w:h="16838" w:code="9"/>
      <w:pgMar w:top="1418" w:right="851" w:bottom="1418" w:left="1021" w:header="851" w:footer="851" w:gutter="0"/>
      <w:cols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B35D5" w14:textId="77777777" w:rsidR="00D27CB2" w:rsidRDefault="00D27CB2">
      <w:r>
        <w:separator/>
      </w:r>
    </w:p>
  </w:endnote>
  <w:endnote w:type="continuationSeparator" w:id="0">
    <w:p w14:paraId="29B0F2F6" w14:textId="77777777" w:rsidR="00D27CB2" w:rsidRDefault="00D27CB2">
      <w:r>
        <w:continuationSeparator/>
      </w:r>
    </w:p>
  </w:endnote>
  <w:endnote w:type="continuationNotice" w:id="1">
    <w:p w14:paraId="49CC6117" w14:textId="77777777" w:rsidR="00D27CB2" w:rsidRDefault="00D27C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315AC" w14:textId="72C78D85" w:rsidR="009D70A4" w:rsidRPr="00F65AA9" w:rsidRDefault="001A6D93" w:rsidP="0051568D">
    <w:pPr>
      <w:pStyle w:val="MHRVfooter"/>
    </w:pPr>
    <w:r>
      <w:rPr>
        <w:noProof/>
        <w:lang w:eastAsia="en-AU"/>
      </w:rPr>
      <mc:AlternateContent>
        <mc:Choice Requires="wps">
          <w:drawing>
            <wp:anchor distT="0" distB="0" distL="114300" distR="114300" simplePos="0" relativeHeight="251660800" behindDoc="0" locked="0" layoutInCell="0" allowOverlap="1" wp14:anchorId="6C8D2724" wp14:editId="5BD602B2">
              <wp:simplePos x="0" y="0"/>
              <wp:positionH relativeFrom="page">
                <wp:posOffset>0</wp:posOffset>
              </wp:positionH>
              <wp:positionV relativeFrom="page">
                <wp:posOffset>10189845</wp:posOffset>
              </wp:positionV>
              <wp:extent cx="7560310" cy="311785"/>
              <wp:effectExtent l="0" t="0" r="0" b="12065"/>
              <wp:wrapNone/>
              <wp:docPr id="5" name="MSIPCM1c0e40c2b705cf15315b1294" descr="{&quot;HashCode&quot;:90475836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4B673AA" w14:textId="16F54964" w:rsidR="001A6D93" w:rsidRPr="001A6D93" w:rsidRDefault="001A6D93" w:rsidP="001A6D93">
                          <w:pPr>
                            <w:jc w:val="center"/>
                            <w:rPr>
                              <w:rFonts w:ascii="Arial Black" w:hAnsi="Arial Black"/>
                              <w:color w:val="000000"/>
                            </w:rPr>
                          </w:pPr>
                          <w:r w:rsidRPr="001A6D93">
                            <w:rPr>
                              <w:rFonts w:ascii="Arial Black" w:hAnsi="Arial Black"/>
                              <w:color w:val="000000"/>
                            </w:rPr>
                            <w:t>OFFICIAL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C8D2724" id="_x0000_t202" coordsize="21600,21600" o:spt="202" path="m,l,21600r21600,l21600,xe">
              <v:stroke joinstyle="miter"/>
              <v:path gradientshapeok="t" o:connecttype="rect"/>
            </v:shapetype>
            <v:shape id="MSIPCM1c0e40c2b705cf15315b1294" o:spid="_x0000_s1026" type="#_x0000_t202" alt="{&quot;HashCode&quot;:904758361,&quot;Height&quot;:841.0,&quot;Width&quot;:595.0,&quot;Placement&quot;:&quot;Footer&quot;,&quot;Index&quot;:&quot;Primary&quot;,&quot;Section&quot;:1,&quot;Top&quot;:0.0,&quot;Left&quot;:0.0}" style="position:absolute;margin-left:0;margin-top:802.35pt;width:595.3pt;height:24.55pt;z-index:25166080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" o:allowincell="f" filled="f" stroked="f" strokeweight=".5pt">
              <v:textbox inset=",0,,0">
                <w:txbxContent>
                  <w:p w14:paraId="34B673AA" w14:textId="16F54964" w:rsidR="001A6D93" w:rsidRPr="001A6D93" w:rsidRDefault="001A6D93" w:rsidP="001A6D93">
                    <w:pPr>
                      <w:jc w:val="center"/>
                      <w:rPr>
                        <w:rFonts w:ascii="Arial Black" w:hAnsi="Arial Black"/>
                        <w:color w:val="000000"/>
                      </w:rPr>
                    </w:pPr>
                    <w:r w:rsidRPr="001A6D93">
                      <w:rPr>
                        <w:rFonts w:ascii="Arial Black" w:hAnsi="Arial Black"/>
                        <w:color w:val="000000"/>
                      </w:rPr>
                      <w:t>OFFICIAL</w:t>
                    </w:r>
                  </w:p>
                </w:txbxContent>
              </v:textbox>
              <w10:wrap anchorx="page" anchory="page"/>
            </v:shape>
          </w:pict>
        </mc:Fallback>
      </mc:AlternateContent>
    </w:r>
    <w:r w:rsidR="000E0970">
      <w:rPr>
        <w:noProof/>
        <w:lang w:eastAsia="en-AU"/>
      </w:rPr>
      <w:drawing>
        <wp:anchor distT="0" distB="0" distL="114300" distR="114300" simplePos="0" relativeHeight="251656704" behindDoc="0" locked="1" layoutInCell="0" allowOverlap="1" wp14:anchorId="0C218C99" wp14:editId="62B79BF9">
          <wp:simplePos x="0" y="0"/>
          <wp:positionH relativeFrom="page">
            <wp:posOffset>0</wp:posOffset>
          </wp:positionH>
          <wp:positionV relativeFrom="page">
            <wp:posOffset>9577070</wp:posOffset>
          </wp:positionV>
          <wp:extent cx="7563600" cy="1116360"/>
          <wp:effectExtent l="0" t="0" r="0" b="7620"/>
          <wp:wrapNone/>
          <wp:docPr id="14" name="Picture 14" descr="Bottom banner. Implementing the recommendations of the Royal Commission into Victoria's Mental Health System. ">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ictoria State Government Department of Health and Human Services"/>
                  <pic:cNvPicPr>
                    <a:picLocks noChangeAspect="1" noChangeArrowheads="1"/>
                  </pic:cNvPicPr>
                </pic:nvPicPr>
                <pic:blipFill>
                  <a:blip r:embed="rId1"/>
                  <a:stretch>
                    <a:fillRect/>
                  </a:stretch>
                </pic:blipFill>
                <pic:spPr bwMode="auto">
                  <a:xfrm>
                    <a:off x="0" y="0"/>
                    <a:ext cx="7563600" cy="11163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DE980" w14:textId="2F0B0CC0" w:rsidR="00BD6564" w:rsidRDefault="00B61AE8">
    <w:pPr>
      <w:pStyle w:val="Footer"/>
    </w:pPr>
    <w:r>
      <w:rPr>
        <w:noProof/>
      </w:rPr>
      <mc:AlternateContent>
        <mc:Choice Requires="wps">
          <w:drawing>
            <wp:inline distT="0" distB="0" distL="0" distR="0" wp14:anchorId="55F4E077" wp14:editId="2835FD05">
              <wp:extent cx="7560310" cy="266700"/>
              <wp:effectExtent l="0" t="0" r="0" b="0"/>
              <wp:docPr id="3" name="MSIPCM4e964c32944cf7dd9c351d30" descr="{&quot;HashCode&quot;:904758361,&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00FB426" w14:textId="070CB150" w:rsidR="00B61AE8" w:rsidRPr="00B61AE8" w:rsidRDefault="00B61AE8" w:rsidP="00B61AE8">
                          <w:pPr>
                            <w:jc w:val="center"/>
                            <w:rPr>
                              <w:rFonts w:ascii="Arial Black" w:hAnsi="Arial Black"/>
                              <w:color w:val="000000"/>
                            </w:rPr>
                          </w:pPr>
                          <w:r w:rsidRPr="00B61AE8">
                            <w:rPr>
                              <w:rFonts w:ascii="Arial Black" w:hAnsi="Arial Black"/>
                              <w:color w:val="000000"/>
                            </w:rPr>
                            <w:t>OFFICIAL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inline>
          </w:drawing>
        </mc:Choice>
        <mc:Fallback>
          <w:pict>
            <v:shapetype w14:anchorId="55F4E077" id="_x0000_t202" coordsize="21600,21600" o:spt="202" path="m,l,21600r21600,l21600,xe">
              <v:stroke joinstyle="miter"/>
              <v:path gradientshapeok="t" o:connecttype="rect"/>
            </v:shapetype>
            <v:shape id="MSIPCM4e964c32944cf7dd9c351d30" o:spid="_x0000_s1027" type="#_x0000_t202" alt="{&quot;HashCode&quot;:904758361,&quot;Height&quot;:841.0,&quot;Width&quot;:595.0,&quot;Placement&quot;:&quot;Footer&quot;,&quot;Index&quot;:&quot;FirstPage&quot;,&quot;Section&quot;:1,&quot;Top&quot;:0.0,&quot;Left&quot;:0.0}" style="width:595.3pt;height:21pt;visibility:visible;mso-wrap-style:square;mso-left-percent:-10001;mso-top-percent:-10001;mso-position-horizontal:absolute;mso-position-horizontal-relative:char;mso-position-vertical:absolute;mso-position-vertical-relative:line;mso-left-percent:-10001;mso-top-percent:-10001;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" filled="f" stroked="f" strokeweight=".5pt">
              <v:textbox inset=",0,,0">
                <w:txbxContent>
                  <w:p w14:paraId="300FB426" w14:textId="070CB150" w:rsidR="00B61AE8" w:rsidRPr="00B61AE8" w:rsidRDefault="00B61AE8" w:rsidP="00B61AE8">
                    <w:pPr>
                      <w:jc w:val="center"/>
                      <w:rPr>
                        <w:rFonts w:ascii="Arial Black" w:hAnsi="Arial Black"/>
                        <w:color w:val="000000"/>
                      </w:rPr>
                    </w:pPr>
                    <w:r w:rsidRPr="00B61AE8">
                      <w:rPr>
                        <w:rFonts w:ascii="Arial Black" w:hAnsi="Arial Black"/>
                        <w:color w:val="000000"/>
                      </w:rPr>
                      <w:t>OFFICIAL</w:t>
                    </w:r>
                  </w:p>
                </w:txbxContent>
              </v:textbox>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13957" w14:textId="4C87618B" w:rsidR="009D70A4" w:rsidRPr="00A11421" w:rsidRDefault="00EF3F01" w:rsidP="0051568D">
    <w:pPr>
      <w:pStyle w:val="MHRVfooter"/>
    </w:pPr>
    <w:r>
      <w:rPr>
        <w:noProof/>
      </w:rPr>
      <mc:AlternateContent>
        <mc:Choice Requires="wps">
          <w:drawing>
            <wp:anchor distT="0" distB="0" distL="114300" distR="114300" simplePos="0" relativeHeight="251661824" behindDoc="0" locked="0" layoutInCell="0" allowOverlap="1" wp14:anchorId="6BFB1430" wp14:editId="3EC54AEA">
              <wp:simplePos x="0" y="0"/>
              <wp:positionH relativeFrom="page">
                <wp:posOffset>0</wp:posOffset>
              </wp:positionH>
              <wp:positionV relativeFrom="page">
                <wp:posOffset>10189210</wp:posOffset>
              </wp:positionV>
              <wp:extent cx="7560310" cy="311785"/>
              <wp:effectExtent l="0" t="0" r="0" b="12065"/>
              <wp:wrapNone/>
              <wp:docPr id="2" name="MSIPCMd0d146adabb1f7d4ca40e3f1" descr="{&quot;HashCode&quot;:904758361,&quot;Height&quot;:841.0,&quot;Width&quot;:595.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310"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AE23AD" w14:textId="138FBE4C" w:rsidR="00EF3F01" w:rsidRPr="00EF3F01" w:rsidRDefault="00EF3F01" w:rsidP="00EF3F01">
                          <w:pPr>
                            <w:jc w:val="center"/>
                            <w:rPr>
                              <w:rFonts w:ascii="Arial Black" w:hAnsi="Arial Black"/>
                              <w:color w:val="000000"/>
                            </w:rPr>
                          </w:pPr>
                          <w:r w:rsidRPr="00EF3F01">
                            <w:rPr>
                              <w:rFonts w:ascii="Arial Black" w:hAnsi="Arial Black"/>
                              <w:color w:val="000000"/>
                            </w:rPr>
                            <w:t>OFFICIAL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BFB1430" id="_x0000_t202" coordsize="21600,21600" o:spt="202" path="m,l,21600r21600,l21600,xe">
              <v:stroke joinstyle="miter"/>
              <v:path gradientshapeok="t" o:connecttype="rect"/>
            </v:shapetype>
            <v:shape id="MSIPCMd0d146adabb1f7d4ca40e3f1" o:spid="_x0000_s1028" type="#_x0000_t202" alt="{&quot;HashCode&quot;:904758361,&quot;Height&quot;:841.0,&quot;Width&quot;:595.0,&quot;Placement&quot;:&quot;Footer&quot;,&quot;Index&quot;:&quot;Primary&quot;,&quot;Section&quot;:2,&quot;Top&quot;:0.0,&quot;Left&quot;:0.0}" style="position:absolute;margin-left:0;margin-top:802.3pt;width:595.3pt;height:24.55pt;z-index:25166182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" o:allowincell="f" filled="f" stroked="f" strokeweight=".5pt">
              <v:fill o:detectmouseclick="t"/>
              <v:textbox inset=",0,,0">
                <w:txbxContent>
                  <w:p w14:paraId="7DAE23AD" w14:textId="138FBE4C" w:rsidR="00EF3F01" w:rsidRPr="00EF3F01" w:rsidRDefault="00EF3F01" w:rsidP="00EF3F01">
                    <w:pPr>
                      <w:jc w:val="center"/>
                      <w:rPr>
                        <w:rFonts w:ascii="Arial Black" w:hAnsi="Arial Black"/>
                        <w:color w:val="000000"/>
                      </w:rPr>
                    </w:pPr>
                    <w:r w:rsidRPr="00EF3F01">
                      <w:rPr>
                        <w:rFonts w:ascii="Arial Black" w:hAnsi="Arial Black"/>
                        <w:color w:val="000000"/>
                      </w:rPr>
                      <w:t>OFFICIAL</w:t>
                    </w:r>
                  </w:p>
                </w:txbxContent>
              </v:textbox>
              <w10:wrap anchorx="page" anchory="page"/>
            </v:shape>
          </w:pict>
        </mc:Fallback>
      </mc:AlternateContent>
    </w:r>
    <w:r w:rsidR="008009B0">
      <w:fldChar w:fldCharType="begin"/>
    </w:r>
    <w:r w:rsidR="008009B0">
      <w:instrText xml:space="preserve"> TITLE  \* Caps  \* MERGEFORMAT </w:instrText>
    </w:r>
    <w:r w:rsidR="008009B0">
      <w:fldChar w:fldCharType="separate"/>
    </w:r>
    <w:r w:rsidR="008009B0">
      <w:t>Mental Health Reform Victoria Privacy Policy</w:t>
    </w:r>
    <w:r w:rsidR="008009B0">
      <w:fldChar w:fldCharType="end"/>
    </w:r>
    <w:r w:rsidR="00FF2A4E">
      <w:ptab w:relativeTo="margin" w:alignment="right" w:leader="none"/>
    </w:r>
    <w:r w:rsidR="009D70A4" w:rsidRPr="00A11421">
      <w:fldChar w:fldCharType="begin"/>
    </w:r>
    <w:r w:rsidR="009D70A4" w:rsidRPr="00A11421">
      <w:instrText xml:space="preserve"> PAGE </w:instrText>
    </w:r>
    <w:r w:rsidR="009D70A4" w:rsidRPr="00A11421">
      <w:fldChar w:fldCharType="separate"/>
    </w:r>
    <w:r w:rsidR="008F59F6">
      <w:rPr>
        <w:noProof/>
      </w:rPr>
      <w:t>2</w:t>
    </w:r>
    <w:r w:rsidR="009D70A4" w:rsidRPr="00A1142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5DFD16" w14:textId="77777777" w:rsidR="00D27CB2" w:rsidRDefault="00D27CB2" w:rsidP="002862F1">
      <w:pPr>
        <w:spacing w:before="120"/>
      </w:pPr>
      <w:r>
        <w:separator/>
      </w:r>
    </w:p>
  </w:footnote>
  <w:footnote w:type="continuationSeparator" w:id="0">
    <w:p w14:paraId="756FD847" w14:textId="77777777" w:rsidR="00D27CB2" w:rsidRDefault="00D27CB2">
      <w:r>
        <w:continuationSeparator/>
      </w:r>
    </w:p>
  </w:footnote>
  <w:footnote w:type="continuationNotice" w:id="1">
    <w:p w14:paraId="62D6C7BB" w14:textId="77777777" w:rsidR="00D27CB2" w:rsidRDefault="00D27C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E7EEC" w14:textId="77777777" w:rsidR="009D70A4" w:rsidRPr="0051568D" w:rsidRDefault="009D70A4" w:rsidP="0051568D">
    <w:pPr>
      <w:pStyle w:val="MHRV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715"/>
    <w:multiLevelType w:val="multilevel"/>
    <w:tmpl w:val="8A86A6B0"/>
    <w:lvl w:ilvl="0">
      <w:start w:val="1"/>
      <w:numFmt w:val="bullet"/>
      <w:lvlText w:val=""/>
      <w:lvlJc w:val="left"/>
      <w:pPr>
        <w:ind w:left="284" w:hanging="284"/>
      </w:pPr>
      <w:rPr>
        <w:rFonts w:ascii="Symbol" w:hAnsi="Symbol" w:hint="default"/>
      </w:rPr>
    </w:lvl>
    <w:lvl w:ilvl="1">
      <w:start w:val="1"/>
      <w:numFmt w:val="bullet"/>
      <w:lvlRestart w:val="0"/>
      <w:lvlText w:val=""/>
      <w:lvlJc w:val="left"/>
      <w:pPr>
        <w:ind w:left="284" w:hanging="284"/>
      </w:pPr>
      <w:rPr>
        <w:rFonts w:ascii="Symbol" w:hAnsi="Symbol" w:hint="default"/>
      </w:rPr>
    </w:lvl>
    <w:lvl w:ilvl="2">
      <w:start w:val="1"/>
      <w:numFmt w:val="bullet"/>
      <w:lvlRestart w:val="0"/>
      <w:lvlText w:val="–"/>
      <w:lvlJc w:val="left"/>
      <w:pPr>
        <w:ind w:left="567" w:hanging="283"/>
      </w:pPr>
      <w:rPr>
        <w:rFonts w:hint="default"/>
      </w:rPr>
    </w:lvl>
    <w:lvl w:ilvl="3">
      <w:start w:val="1"/>
      <w:numFmt w:val="bullet"/>
      <w:lvlRestart w:val="0"/>
      <w:lvlText w:val="–"/>
      <w:lvlJc w:val="left"/>
      <w:pPr>
        <w:ind w:left="567" w:hanging="283"/>
      </w:pPr>
      <w:rPr>
        <w:rFonts w:hint="default"/>
      </w:rPr>
    </w:lvl>
    <w:lvl w:ilvl="4">
      <w:start w:val="1"/>
      <w:numFmt w:val="bullet"/>
      <w:lvlRestart w:val="0"/>
      <w:lvlText w:val=""/>
      <w:lvlJc w:val="left"/>
      <w:pPr>
        <w:ind w:left="680" w:hanging="283"/>
      </w:pPr>
      <w:rPr>
        <w:rFonts w:ascii="Symbol" w:hAnsi="Symbol" w:hint="default"/>
      </w:rPr>
    </w:lvl>
    <w:lvl w:ilvl="5">
      <w:start w:val="1"/>
      <w:numFmt w:val="bullet"/>
      <w:lvlRestart w:val="0"/>
      <w:lvlText w:val=""/>
      <w:lvlJc w:val="left"/>
      <w:pPr>
        <w:ind w:left="680" w:hanging="283"/>
      </w:pPr>
      <w:rPr>
        <w:rFonts w:ascii="Symbol" w:hAnsi="Symbol" w:hint="default"/>
      </w:rPr>
    </w:lvl>
    <w:lvl w:ilvl="6">
      <w:start w:val="1"/>
      <w:numFmt w:val="bullet"/>
      <w:lvlRestart w:val="0"/>
      <w:lvlText w:val=""/>
      <w:lvlJc w:val="left"/>
      <w:pPr>
        <w:ind w:left="227" w:hanging="227"/>
      </w:pPr>
      <w:rPr>
        <w:rFonts w:ascii="Symbol" w:hAnsi="Symbol"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 w15:restartNumberingAfterBreak="0">
    <w:nsid w:val="03A50056"/>
    <w:multiLevelType w:val="multilevel"/>
    <w:tmpl w:val="F6FA782E"/>
    <w:numStyleLink w:val="ZZNumbersloweralpha"/>
  </w:abstractNum>
  <w:abstractNum w:abstractNumId="2" w15:restartNumberingAfterBreak="0">
    <w:nsid w:val="06023042"/>
    <w:multiLevelType w:val="hybridMultilevel"/>
    <w:tmpl w:val="23D2A0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B2A6A32"/>
    <w:multiLevelType w:val="hybridMultilevel"/>
    <w:tmpl w:val="9D843C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8D43DB"/>
    <w:multiLevelType w:val="multilevel"/>
    <w:tmpl w:val="B11E5A3C"/>
    <w:numStyleLink w:val="ZZNumbersdigit"/>
  </w:abstractNum>
  <w:abstractNum w:abstractNumId="5" w15:restartNumberingAfterBreak="0">
    <w:nsid w:val="0BAD2E30"/>
    <w:multiLevelType w:val="multilevel"/>
    <w:tmpl w:val="F6FA782E"/>
    <w:styleLink w:val="ZZNumbersloweralpha"/>
    <w:lvl w:ilvl="0">
      <w:start w:val="1"/>
      <w:numFmt w:val="lowerLetter"/>
      <w:pStyle w:val="MHRVnumberloweralpha"/>
      <w:lvlText w:val="(%1)"/>
      <w:lvlJc w:val="left"/>
      <w:pPr>
        <w:tabs>
          <w:tab w:val="num" w:pos="397"/>
        </w:tabs>
        <w:ind w:left="397" w:hanging="397"/>
      </w:pPr>
      <w:rPr>
        <w:rFonts w:hint="default"/>
      </w:rPr>
    </w:lvl>
    <w:lvl w:ilvl="1">
      <w:start w:val="1"/>
      <w:numFmt w:val="lowerLetter"/>
      <w:pStyle w:val="MHRVnumberloweralpha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6" w15:restartNumberingAfterBreak="0">
    <w:nsid w:val="119244AB"/>
    <w:multiLevelType w:val="multilevel"/>
    <w:tmpl w:val="0C2431D4"/>
    <w:styleLink w:val="ZZQuotebulletscolour"/>
    <w:lvl w:ilvl="0">
      <w:start w:val="1"/>
      <w:numFmt w:val="bullet"/>
      <w:pStyle w:val="MHRVquotecolourbullet1"/>
      <w:lvlText w:val="•"/>
      <w:lvlJc w:val="left"/>
      <w:pPr>
        <w:tabs>
          <w:tab w:val="num" w:pos="397"/>
        </w:tabs>
        <w:ind w:left="680" w:hanging="283"/>
      </w:pPr>
      <w:rPr>
        <w:rFonts w:ascii="Calibri" w:hAnsi="Calibri" w:hint="default"/>
      </w:rPr>
    </w:lvl>
    <w:lvl w:ilvl="1">
      <w:start w:val="1"/>
      <w:numFmt w:val="bullet"/>
      <w:lvlRestart w:val="0"/>
      <w:pStyle w:val="MHRVquotecolourbullet2"/>
      <w:lvlText w:val="–"/>
      <w:lvlJc w:val="left"/>
      <w:pPr>
        <w:ind w:left="964" w:hanging="284"/>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7" w15:restartNumberingAfterBreak="0">
    <w:nsid w:val="12D65588"/>
    <w:multiLevelType w:val="hybridMultilevel"/>
    <w:tmpl w:val="2A5451B2"/>
    <w:lvl w:ilvl="0" w:tplc="CECE3B24">
      <w:start w:val="1"/>
      <w:numFmt w:val="bullet"/>
      <w:lvlText w:val=""/>
      <w:lvlJc w:val="left"/>
      <w:pPr>
        <w:ind w:left="360" w:hanging="360"/>
      </w:pPr>
      <w:rPr>
        <w:rFonts w:ascii="Symbol" w:hAnsi="Symbol" w:hint="default"/>
        <w:color w:val="542E8E" w:themeColor="accent1"/>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9F21E86"/>
    <w:multiLevelType w:val="multilevel"/>
    <w:tmpl w:val="4DAAF9DC"/>
    <w:lvl w:ilvl="0">
      <w:start w:val="1"/>
      <w:numFmt w:val="decimal"/>
      <w:lvlText w:val="%1."/>
      <w:lvlJc w:val="left"/>
      <w:pPr>
        <w:tabs>
          <w:tab w:val="num" w:pos="397"/>
        </w:tabs>
        <w:ind w:left="397" w:hanging="397"/>
      </w:pPr>
      <w:rPr>
        <w:rFonts w:hint="default"/>
      </w:rPr>
    </w:lvl>
    <w:lvl w:ilvl="1">
      <w:start w:val="1"/>
      <w:numFmt w:val="decimal"/>
      <w:lvlRestart w:val="0"/>
      <w:lvlText w:val="%2."/>
      <w:lvlJc w:val="left"/>
      <w:pPr>
        <w:tabs>
          <w:tab w:val="num" w:pos="794"/>
        </w:tabs>
        <w:ind w:left="794" w:hanging="397"/>
      </w:pPr>
      <w:rPr>
        <w:rFonts w:hint="default"/>
      </w:rPr>
    </w:lvl>
    <w:lvl w:ilvl="2">
      <w:start w:val="1"/>
      <w:numFmt w:val="lowerLetter"/>
      <w:lvlRestart w:val="0"/>
      <w:lvlText w:val="(%3)"/>
      <w:lvlJc w:val="left"/>
      <w:pPr>
        <w:tabs>
          <w:tab w:val="num" w:pos="397"/>
        </w:tabs>
        <w:ind w:left="397" w:hanging="397"/>
      </w:pPr>
      <w:rPr>
        <w:rFonts w:hint="default"/>
      </w:rPr>
    </w:lvl>
    <w:lvl w:ilvl="3">
      <w:start w:val="1"/>
      <w:numFmt w:val="lowerLetter"/>
      <w:lvlRestart w:val="0"/>
      <w:lvlText w:val="(%4)"/>
      <w:lvlJc w:val="left"/>
      <w:pPr>
        <w:tabs>
          <w:tab w:val="num" w:pos="794"/>
        </w:tabs>
        <w:ind w:left="794" w:hanging="397"/>
      </w:pPr>
      <w:rPr>
        <w:rFonts w:hint="default"/>
      </w:rPr>
    </w:lvl>
    <w:lvl w:ilvl="4">
      <w:start w:val="1"/>
      <w:numFmt w:val="lowerRoman"/>
      <w:lvlRestart w:val="0"/>
      <w:lvlText w:val="(%5)"/>
      <w:lvlJc w:val="left"/>
      <w:pPr>
        <w:tabs>
          <w:tab w:val="num" w:pos="397"/>
        </w:tabs>
        <w:ind w:left="397" w:hanging="397"/>
      </w:pPr>
      <w:rPr>
        <w:rFonts w:hint="default"/>
      </w:rPr>
    </w:lvl>
    <w:lvl w:ilvl="5">
      <w:start w:val="1"/>
      <w:numFmt w:val="lowerRoman"/>
      <w:lvlRestart w:val="0"/>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9" w15:restartNumberingAfterBreak="0">
    <w:nsid w:val="242B4381"/>
    <w:multiLevelType w:val="hybridMultilevel"/>
    <w:tmpl w:val="DA627306"/>
    <w:lvl w:ilvl="0" w:tplc="3BEA12F0">
      <w:start w:val="1"/>
      <w:numFmt w:val="bullet"/>
      <w:lvlText w:val="•"/>
      <w:lvlJc w:val="left"/>
      <w:pPr>
        <w:tabs>
          <w:tab w:val="num" w:pos="720"/>
        </w:tabs>
        <w:ind w:left="720" w:hanging="360"/>
      </w:pPr>
      <w:rPr>
        <w:rFonts w:ascii="Arial" w:hAnsi="Arial" w:hint="default"/>
      </w:rPr>
    </w:lvl>
    <w:lvl w:ilvl="1" w:tplc="D2BAD9F8">
      <w:numFmt w:val="bullet"/>
      <w:lvlText w:val="•"/>
      <w:lvlJc w:val="left"/>
      <w:pPr>
        <w:tabs>
          <w:tab w:val="num" w:pos="1440"/>
        </w:tabs>
        <w:ind w:left="1440" w:hanging="360"/>
      </w:pPr>
      <w:rPr>
        <w:rFonts w:ascii="Arial" w:hAnsi="Arial" w:hint="default"/>
      </w:rPr>
    </w:lvl>
    <w:lvl w:ilvl="2" w:tplc="8EA61F16" w:tentative="1">
      <w:start w:val="1"/>
      <w:numFmt w:val="bullet"/>
      <w:lvlText w:val="•"/>
      <w:lvlJc w:val="left"/>
      <w:pPr>
        <w:tabs>
          <w:tab w:val="num" w:pos="2160"/>
        </w:tabs>
        <w:ind w:left="2160" w:hanging="360"/>
      </w:pPr>
      <w:rPr>
        <w:rFonts w:ascii="Arial" w:hAnsi="Arial" w:hint="default"/>
      </w:rPr>
    </w:lvl>
    <w:lvl w:ilvl="3" w:tplc="CF98B5E8" w:tentative="1">
      <w:start w:val="1"/>
      <w:numFmt w:val="bullet"/>
      <w:lvlText w:val="•"/>
      <w:lvlJc w:val="left"/>
      <w:pPr>
        <w:tabs>
          <w:tab w:val="num" w:pos="2880"/>
        </w:tabs>
        <w:ind w:left="2880" w:hanging="360"/>
      </w:pPr>
      <w:rPr>
        <w:rFonts w:ascii="Arial" w:hAnsi="Arial" w:hint="default"/>
      </w:rPr>
    </w:lvl>
    <w:lvl w:ilvl="4" w:tplc="F488B122" w:tentative="1">
      <w:start w:val="1"/>
      <w:numFmt w:val="bullet"/>
      <w:lvlText w:val="•"/>
      <w:lvlJc w:val="left"/>
      <w:pPr>
        <w:tabs>
          <w:tab w:val="num" w:pos="3600"/>
        </w:tabs>
        <w:ind w:left="3600" w:hanging="360"/>
      </w:pPr>
      <w:rPr>
        <w:rFonts w:ascii="Arial" w:hAnsi="Arial" w:hint="default"/>
      </w:rPr>
    </w:lvl>
    <w:lvl w:ilvl="5" w:tplc="E342EA3E" w:tentative="1">
      <w:start w:val="1"/>
      <w:numFmt w:val="bullet"/>
      <w:lvlText w:val="•"/>
      <w:lvlJc w:val="left"/>
      <w:pPr>
        <w:tabs>
          <w:tab w:val="num" w:pos="4320"/>
        </w:tabs>
        <w:ind w:left="4320" w:hanging="360"/>
      </w:pPr>
      <w:rPr>
        <w:rFonts w:ascii="Arial" w:hAnsi="Arial" w:hint="default"/>
      </w:rPr>
    </w:lvl>
    <w:lvl w:ilvl="6" w:tplc="E14A82B6" w:tentative="1">
      <w:start w:val="1"/>
      <w:numFmt w:val="bullet"/>
      <w:lvlText w:val="•"/>
      <w:lvlJc w:val="left"/>
      <w:pPr>
        <w:tabs>
          <w:tab w:val="num" w:pos="5040"/>
        </w:tabs>
        <w:ind w:left="5040" w:hanging="360"/>
      </w:pPr>
      <w:rPr>
        <w:rFonts w:ascii="Arial" w:hAnsi="Arial" w:hint="default"/>
      </w:rPr>
    </w:lvl>
    <w:lvl w:ilvl="7" w:tplc="03DC700E" w:tentative="1">
      <w:start w:val="1"/>
      <w:numFmt w:val="bullet"/>
      <w:lvlText w:val="•"/>
      <w:lvlJc w:val="left"/>
      <w:pPr>
        <w:tabs>
          <w:tab w:val="num" w:pos="5760"/>
        </w:tabs>
        <w:ind w:left="5760" w:hanging="360"/>
      </w:pPr>
      <w:rPr>
        <w:rFonts w:ascii="Arial" w:hAnsi="Arial" w:hint="default"/>
      </w:rPr>
    </w:lvl>
    <w:lvl w:ilvl="8" w:tplc="35263B7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2AE7B77"/>
    <w:multiLevelType w:val="hybridMultilevel"/>
    <w:tmpl w:val="CDF84D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7B96CDA"/>
    <w:multiLevelType w:val="multilevel"/>
    <w:tmpl w:val="89FAA676"/>
    <w:lvl w:ilvl="0">
      <w:start w:val="1"/>
      <w:numFmt w:val="decimal"/>
      <w:lvlText w:val="%1."/>
      <w:lvlJc w:val="left"/>
      <w:pPr>
        <w:tabs>
          <w:tab w:val="num" w:pos="397"/>
        </w:tabs>
        <w:ind w:left="397" w:hanging="397"/>
      </w:pPr>
      <w:rPr>
        <w:rFonts w:hint="default"/>
      </w:rPr>
    </w:lvl>
    <w:lvl w:ilvl="1">
      <w:start w:val="1"/>
      <w:numFmt w:val="decimal"/>
      <w:lvlRestart w:val="0"/>
      <w:lvlText w:val="%2."/>
      <w:lvlJc w:val="left"/>
      <w:pPr>
        <w:tabs>
          <w:tab w:val="num" w:pos="794"/>
        </w:tabs>
        <w:ind w:left="794" w:hanging="397"/>
      </w:pPr>
      <w:rPr>
        <w:rFonts w:hint="default"/>
      </w:rPr>
    </w:lvl>
    <w:lvl w:ilvl="2">
      <w:start w:val="1"/>
      <w:numFmt w:val="bullet"/>
      <w:lvlRestart w:val="0"/>
      <w:lvlText w:val="•"/>
      <w:lvlJc w:val="left"/>
      <w:pPr>
        <w:tabs>
          <w:tab w:val="num" w:pos="794"/>
        </w:tabs>
        <w:ind w:left="794" w:hanging="397"/>
      </w:pPr>
      <w:rPr>
        <w:rFonts w:ascii="Calibri" w:hAnsi="Calibri" w:hint="default"/>
      </w:rPr>
    </w:lvl>
    <w:lvl w:ilvl="3">
      <w:start w:val="1"/>
      <w:numFmt w:val="bullet"/>
      <w:lvlRestart w:val="0"/>
      <w:lvlText w:val="–"/>
      <w:lvlJc w:val="left"/>
      <w:pPr>
        <w:tabs>
          <w:tab w:val="num" w:pos="1191"/>
        </w:tabs>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12" w15:restartNumberingAfterBreak="0">
    <w:nsid w:val="3946617D"/>
    <w:multiLevelType w:val="hybridMultilevel"/>
    <w:tmpl w:val="9AD449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3E6C68D4"/>
    <w:multiLevelType w:val="multilevel"/>
    <w:tmpl w:val="B11E5A3C"/>
    <w:styleLink w:val="ZZNumbersdigit"/>
    <w:lvl w:ilvl="0">
      <w:start w:val="1"/>
      <w:numFmt w:val="decimal"/>
      <w:pStyle w:val="MHRVnumberdigit"/>
      <w:lvlText w:val="%1."/>
      <w:lvlJc w:val="left"/>
      <w:pPr>
        <w:tabs>
          <w:tab w:val="num" w:pos="397"/>
        </w:tabs>
        <w:ind w:left="397" w:hanging="397"/>
      </w:pPr>
      <w:rPr>
        <w:rFonts w:hint="default"/>
      </w:rPr>
    </w:lvl>
    <w:lvl w:ilvl="1">
      <w:start w:val="1"/>
      <w:numFmt w:val="decimal"/>
      <w:pStyle w:val="MHRVnumberdigitindent"/>
      <w:lvlText w:val="%2."/>
      <w:lvlJc w:val="left"/>
      <w:pPr>
        <w:tabs>
          <w:tab w:val="num" w:pos="794"/>
        </w:tabs>
        <w:ind w:left="794" w:hanging="397"/>
      </w:pPr>
      <w:rPr>
        <w:rFonts w:hint="default"/>
      </w:rPr>
    </w:lvl>
    <w:lvl w:ilvl="2">
      <w:start w:val="1"/>
      <w:numFmt w:val="bullet"/>
      <w:lvlRestart w:val="0"/>
      <w:pStyle w:val="MHRVbulletafternumbers1"/>
      <w:lvlText w:val="•"/>
      <w:lvlJc w:val="left"/>
      <w:pPr>
        <w:ind w:left="794" w:hanging="397"/>
      </w:pPr>
      <w:rPr>
        <w:rFonts w:ascii="Calibri" w:hAnsi="Calibri" w:hint="default"/>
        <w:color w:val="auto"/>
      </w:rPr>
    </w:lvl>
    <w:lvl w:ilvl="3">
      <w:start w:val="1"/>
      <w:numFmt w:val="bullet"/>
      <w:lvlRestart w:val="0"/>
      <w:pStyle w:val="MHRVbulletafternumbers2"/>
      <w:lvlText w:val="–"/>
      <w:lvlJc w:val="left"/>
      <w:pPr>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14" w15:restartNumberingAfterBreak="0">
    <w:nsid w:val="3EC54A41"/>
    <w:multiLevelType w:val="multilevel"/>
    <w:tmpl w:val="0F9066EE"/>
    <w:styleLink w:val="ZZNumberslowerroman"/>
    <w:lvl w:ilvl="0">
      <w:start w:val="1"/>
      <w:numFmt w:val="lowerRoman"/>
      <w:pStyle w:val="MHRVnumberlowerroman"/>
      <w:lvlText w:val="(%1)"/>
      <w:lvlJc w:val="left"/>
      <w:pPr>
        <w:tabs>
          <w:tab w:val="num" w:pos="397"/>
        </w:tabs>
        <w:ind w:left="397" w:hanging="397"/>
      </w:pPr>
      <w:rPr>
        <w:rFonts w:hint="default"/>
      </w:rPr>
    </w:lvl>
    <w:lvl w:ilvl="1">
      <w:start w:val="1"/>
      <w:numFmt w:val="lowerRoman"/>
      <w:pStyle w:val="MHRVnumberlowerroman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5" w15:restartNumberingAfterBreak="0">
    <w:nsid w:val="541611C2"/>
    <w:multiLevelType w:val="multilevel"/>
    <w:tmpl w:val="B704BB5E"/>
    <w:styleLink w:val="ZZTablebullets"/>
    <w:lvl w:ilvl="0">
      <w:start w:val="1"/>
      <w:numFmt w:val="bullet"/>
      <w:pStyle w:val="MHRVtablebullet1"/>
      <w:lvlText w:val="•"/>
      <w:lvlJc w:val="left"/>
      <w:pPr>
        <w:ind w:left="227" w:hanging="227"/>
      </w:pPr>
      <w:rPr>
        <w:rFonts w:ascii="Calibri" w:hAnsi="Calibri" w:hint="default"/>
      </w:rPr>
    </w:lvl>
    <w:lvl w:ilvl="1">
      <w:start w:val="1"/>
      <w:numFmt w:val="bullet"/>
      <w:lvlRestart w:val="0"/>
      <w:pStyle w:val="MHRVtablebullet2"/>
      <w:lvlText w:val="–"/>
      <w:lvlJc w:val="left"/>
      <w:pPr>
        <w:tabs>
          <w:tab w:val="num" w:pos="227"/>
        </w:tabs>
        <w:ind w:left="454" w:hanging="227"/>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6" w15:restartNumberingAfterBreak="0">
    <w:nsid w:val="54BA1E5A"/>
    <w:multiLevelType w:val="multilevel"/>
    <w:tmpl w:val="7B2A6364"/>
    <w:styleLink w:val="ZZBullets"/>
    <w:lvl w:ilvl="0">
      <w:start w:val="1"/>
      <w:numFmt w:val="bullet"/>
      <w:pStyle w:val="MHRVbullet1"/>
      <w:lvlText w:val="•"/>
      <w:lvlJc w:val="left"/>
      <w:pPr>
        <w:ind w:left="284" w:hanging="284"/>
      </w:pPr>
      <w:rPr>
        <w:rFonts w:ascii="Calibri" w:hAnsi="Calibri" w:hint="default"/>
      </w:rPr>
    </w:lvl>
    <w:lvl w:ilvl="1">
      <w:start w:val="1"/>
      <w:numFmt w:val="bullet"/>
      <w:lvlRestart w:val="0"/>
      <w:pStyle w:val="MHRVbullet2"/>
      <w:lvlText w:val="–"/>
      <w:lvlJc w:val="left"/>
      <w:pPr>
        <w:ind w:left="567" w:hanging="283"/>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7" w15:restartNumberingAfterBreak="0">
    <w:nsid w:val="5B5E6766"/>
    <w:multiLevelType w:val="hybridMultilevel"/>
    <w:tmpl w:val="2670DB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309259F"/>
    <w:multiLevelType w:val="multilevel"/>
    <w:tmpl w:val="D2E08866"/>
    <w:styleLink w:val="ZZQuotebullets"/>
    <w:lvl w:ilvl="0">
      <w:start w:val="1"/>
      <w:numFmt w:val="bullet"/>
      <w:pStyle w:val="MHRVquotebullet1"/>
      <w:lvlText w:val="•"/>
      <w:lvlJc w:val="left"/>
      <w:pPr>
        <w:ind w:left="680" w:hanging="283"/>
      </w:pPr>
      <w:rPr>
        <w:rFonts w:ascii="Calibri" w:hAnsi="Calibri" w:hint="default"/>
        <w:color w:val="auto"/>
      </w:rPr>
    </w:lvl>
    <w:lvl w:ilvl="1">
      <w:start w:val="1"/>
      <w:numFmt w:val="bullet"/>
      <w:lvlRestart w:val="0"/>
      <w:pStyle w:val="MHRVquotebullet2"/>
      <w:lvlText w:val="–"/>
      <w:lvlJc w:val="left"/>
      <w:pPr>
        <w:ind w:left="964" w:hanging="284"/>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9" w15:restartNumberingAfterBreak="0">
    <w:nsid w:val="647F2C4C"/>
    <w:multiLevelType w:val="hybridMultilevel"/>
    <w:tmpl w:val="2722A83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AC262D6"/>
    <w:multiLevelType w:val="multilevel"/>
    <w:tmpl w:val="B38817FE"/>
    <w:lvl w:ilvl="0">
      <w:start w:val="1"/>
      <w:numFmt w:val="bullet"/>
      <w:lvlText w:val="•"/>
      <w:lvlJc w:val="left"/>
      <w:pPr>
        <w:ind w:left="794" w:hanging="397"/>
      </w:pPr>
      <w:rPr>
        <w:rFonts w:ascii="Calibri" w:hAnsi="Calibri" w:hint="default"/>
        <w:color w:val="auto"/>
      </w:rPr>
    </w:lvl>
    <w:lvl w:ilvl="1">
      <w:start w:val="1"/>
      <w:numFmt w:val="bullet"/>
      <w:lvlRestart w:val="0"/>
      <w:lvlText w:val="–"/>
      <w:lvlJc w:val="left"/>
      <w:pPr>
        <w:ind w:left="1191" w:hanging="397"/>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num w:numId="1">
    <w:abstractNumId w:val="0"/>
  </w:num>
  <w:num w:numId="2">
    <w:abstractNumId w:val="1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1"/>
  </w:num>
  <w:num w:numId="9">
    <w:abstractNumId w:val="15"/>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7"/>
  </w:num>
  <w:num w:numId="27">
    <w:abstractNumId w:val="10"/>
  </w:num>
  <w:num w:numId="28">
    <w:abstractNumId w:val="2"/>
  </w:num>
  <w:num w:numId="29">
    <w:abstractNumId w:val="19"/>
  </w:num>
  <w:num w:numId="30">
    <w:abstractNumId w:val="3"/>
  </w:num>
  <w:num w:numId="31">
    <w:abstractNumId w:val="9"/>
  </w:num>
  <w:num w:numId="32">
    <w:abstractNumId w:val="17"/>
  </w:num>
  <w:num w:numId="33">
    <w:abstractNumId w:val="16"/>
    <w:lvlOverride w:ilvl="0">
      <w:lvl w:ilvl="0">
        <w:start w:val="1"/>
        <w:numFmt w:val="bullet"/>
        <w:pStyle w:val="MHRVbullet1"/>
        <w:lvlText w:val="•"/>
        <w:lvlJc w:val="left"/>
        <w:pPr>
          <w:ind w:left="284" w:hanging="28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4">
    <w:abstractNumId w:val="16"/>
    <w:lvlOverride w:ilvl="0">
      <w:lvl w:ilvl="0">
        <w:start w:val="1"/>
        <w:numFmt w:val="bullet"/>
        <w:pStyle w:val="MHRVbullet1"/>
        <w:lvlText w:val="•"/>
        <w:lvlJc w:val="left"/>
        <w:pPr>
          <w:ind w:left="284" w:hanging="284"/>
        </w:pPr>
        <w:rPr>
          <w:rFonts w:ascii="Calibri" w:hAnsi="Calibri" w:hint="default"/>
          <w:color w:val="auto"/>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rawingGridHorizontalSpacing w:val="181"/>
  <w:drawingGridVerticalSpacing w:val="181"/>
  <w:noPunctuationKerning/>
  <w:characterSpacingControl w:val="doNotCompress"/>
  <w:hdrShapeDefaults>
    <o:shapedefaults v:ext="edit" spidmax="51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564"/>
    <w:rsid w:val="00003D76"/>
    <w:rsid w:val="000072B6"/>
    <w:rsid w:val="0000733C"/>
    <w:rsid w:val="0001021B"/>
    <w:rsid w:val="0001110B"/>
    <w:rsid w:val="00011D89"/>
    <w:rsid w:val="000154FD"/>
    <w:rsid w:val="00021000"/>
    <w:rsid w:val="00024D89"/>
    <w:rsid w:val="000250B6"/>
    <w:rsid w:val="00033D81"/>
    <w:rsid w:val="00041BF0"/>
    <w:rsid w:val="0004536B"/>
    <w:rsid w:val="00046B68"/>
    <w:rsid w:val="000527DD"/>
    <w:rsid w:val="0005721B"/>
    <w:rsid w:val="000578B2"/>
    <w:rsid w:val="00057B0D"/>
    <w:rsid w:val="00060959"/>
    <w:rsid w:val="00062CBD"/>
    <w:rsid w:val="000663CD"/>
    <w:rsid w:val="000733FE"/>
    <w:rsid w:val="00074219"/>
    <w:rsid w:val="0007457C"/>
    <w:rsid w:val="00074ED5"/>
    <w:rsid w:val="0008508E"/>
    <w:rsid w:val="00087E24"/>
    <w:rsid w:val="0009113B"/>
    <w:rsid w:val="00093402"/>
    <w:rsid w:val="00094DA3"/>
    <w:rsid w:val="0009616E"/>
    <w:rsid w:val="00096CD1"/>
    <w:rsid w:val="000A012C"/>
    <w:rsid w:val="000A0A42"/>
    <w:rsid w:val="000A0EB9"/>
    <w:rsid w:val="000A186C"/>
    <w:rsid w:val="000A1EA4"/>
    <w:rsid w:val="000B0F40"/>
    <w:rsid w:val="000B15EE"/>
    <w:rsid w:val="000B1C87"/>
    <w:rsid w:val="000B3EDB"/>
    <w:rsid w:val="000B543D"/>
    <w:rsid w:val="000B5BF7"/>
    <w:rsid w:val="000B6BC8"/>
    <w:rsid w:val="000C0303"/>
    <w:rsid w:val="000C42EA"/>
    <w:rsid w:val="000C4546"/>
    <w:rsid w:val="000D1242"/>
    <w:rsid w:val="000D6999"/>
    <w:rsid w:val="000E0970"/>
    <w:rsid w:val="000E3CC7"/>
    <w:rsid w:val="000E6BD4"/>
    <w:rsid w:val="000F0990"/>
    <w:rsid w:val="000F1F1E"/>
    <w:rsid w:val="000F20BB"/>
    <w:rsid w:val="000F2259"/>
    <w:rsid w:val="000F46B2"/>
    <w:rsid w:val="0010392D"/>
    <w:rsid w:val="001041CC"/>
    <w:rsid w:val="0010447F"/>
    <w:rsid w:val="00104FE3"/>
    <w:rsid w:val="0012018E"/>
    <w:rsid w:val="00120BD3"/>
    <w:rsid w:val="00122FEA"/>
    <w:rsid w:val="001232BD"/>
    <w:rsid w:val="00123E77"/>
    <w:rsid w:val="00124ED5"/>
    <w:rsid w:val="00125E0F"/>
    <w:rsid w:val="001276FA"/>
    <w:rsid w:val="001406EA"/>
    <w:rsid w:val="001447B3"/>
    <w:rsid w:val="00147E34"/>
    <w:rsid w:val="00152073"/>
    <w:rsid w:val="00155CF4"/>
    <w:rsid w:val="00156598"/>
    <w:rsid w:val="00161939"/>
    <w:rsid w:val="00161AA0"/>
    <w:rsid w:val="00162093"/>
    <w:rsid w:val="00172BAF"/>
    <w:rsid w:val="00176164"/>
    <w:rsid w:val="001771DD"/>
    <w:rsid w:val="00177995"/>
    <w:rsid w:val="00177A8C"/>
    <w:rsid w:val="001803E6"/>
    <w:rsid w:val="00185990"/>
    <w:rsid w:val="00186B33"/>
    <w:rsid w:val="00187309"/>
    <w:rsid w:val="00187685"/>
    <w:rsid w:val="001916B5"/>
    <w:rsid w:val="00192F9D"/>
    <w:rsid w:val="00193EF1"/>
    <w:rsid w:val="00196DC4"/>
    <w:rsid w:val="00196EB8"/>
    <w:rsid w:val="00196EFB"/>
    <w:rsid w:val="001979FF"/>
    <w:rsid w:val="00197B17"/>
    <w:rsid w:val="001A180F"/>
    <w:rsid w:val="001A1C54"/>
    <w:rsid w:val="001A3ACE"/>
    <w:rsid w:val="001A6D93"/>
    <w:rsid w:val="001C277E"/>
    <w:rsid w:val="001C2A72"/>
    <w:rsid w:val="001C5571"/>
    <w:rsid w:val="001C628D"/>
    <w:rsid w:val="001C79B5"/>
    <w:rsid w:val="001D0B75"/>
    <w:rsid w:val="001D1307"/>
    <w:rsid w:val="001D3C09"/>
    <w:rsid w:val="001D44E8"/>
    <w:rsid w:val="001D60EC"/>
    <w:rsid w:val="001E0C1B"/>
    <w:rsid w:val="001E44DF"/>
    <w:rsid w:val="001E6111"/>
    <w:rsid w:val="001E68A5"/>
    <w:rsid w:val="001E6BB0"/>
    <w:rsid w:val="001E6F7D"/>
    <w:rsid w:val="001E7C9D"/>
    <w:rsid w:val="001F3826"/>
    <w:rsid w:val="001F66C4"/>
    <w:rsid w:val="001F6E46"/>
    <w:rsid w:val="001F7C91"/>
    <w:rsid w:val="00206463"/>
    <w:rsid w:val="00206F2F"/>
    <w:rsid w:val="0021053D"/>
    <w:rsid w:val="00210A92"/>
    <w:rsid w:val="00210CB7"/>
    <w:rsid w:val="00210E59"/>
    <w:rsid w:val="00216C03"/>
    <w:rsid w:val="00220C04"/>
    <w:rsid w:val="00221D48"/>
    <w:rsid w:val="0022278D"/>
    <w:rsid w:val="0022701F"/>
    <w:rsid w:val="002333F5"/>
    <w:rsid w:val="00233724"/>
    <w:rsid w:val="002432E1"/>
    <w:rsid w:val="00245897"/>
    <w:rsid w:val="00246207"/>
    <w:rsid w:val="00246C5E"/>
    <w:rsid w:val="00251343"/>
    <w:rsid w:val="002529A4"/>
    <w:rsid w:val="002536A4"/>
    <w:rsid w:val="00254F58"/>
    <w:rsid w:val="00255EE7"/>
    <w:rsid w:val="002567A0"/>
    <w:rsid w:val="002620BC"/>
    <w:rsid w:val="00262802"/>
    <w:rsid w:val="00263A90"/>
    <w:rsid w:val="0026408B"/>
    <w:rsid w:val="00264FE9"/>
    <w:rsid w:val="00265B1E"/>
    <w:rsid w:val="00267C3E"/>
    <w:rsid w:val="002709BB"/>
    <w:rsid w:val="00273BAC"/>
    <w:rsid w:val="00275A90"/>
    <w:rsid w:val="002763B3"/>
    <w:rsid w:val="002802E3"/>
    <w:rsid w:val="00281FC0"/>
    <w:rsid w:val="0028213D"/>
    <w:rsid w:val="00283C55"/>
    <w:rsid w:val="002862F1"/>
    <w:rsid w:val="00291373"/>
    <w:rsid w:val="0029597D"/>
    <w:rsid w:val="002962C3"/>
    <w:rsid w:val="0029752B"/>
    <w:rsid w:val="002A483C"/>
    <w:rsid w:val="002A5038"/>
    <w:rsid w:val="002A5AB8"/>
    <w:rsid w:val="002B0BCF"/>
    <w:rsid w:val="002B0C7C"/>
    <w:rsid w:val="002B1729"/>
    <w:rsid w:val="002B36C7"/>
    <w:rsid w:val="002B4DD4"/>
    <w:rsid w:val="002B5277"/>
    <w:rsid w:val="002B5375"/>
    <w:rsid w:val="002B77C1"/>
    <w:rsid w:val="002C2728"/>
    <w:rsid w:val="002C2AB7"/>
    <w:rsid w:val="002C4433"/>
    <w:rsid w:val="002C5CE5"/>
    <w:rsid w:val="002D5006"/>
    <w:rsid w:val="002E01D0"/>
    <w:rsid w:val="002E161D"/>
    <w:rsid w:val="002E2644"/>
    <w:rsid w:val="002E3100"/>
    <w:rsid w:val="002E6C95"/>
    <w:rsid w:val="002E7C36"/>
    <w:rsid w:val="002F17DF"/>
    <w:rsid w:val="002F2967"/>
    <w:rsid w:val="002F31CC"/>
    <w:rsid w:val="002F5F31"/>
    <w:rsid w:val="002F5F46"/>
    <w:rsid w:val="00302191"/>
    <w:rsid w:val="00302216"/>
    <w:rsid w:val="00303E53"/>
    <w:rsid w:val="00304F45"/>
    <w:rsid w:val="00306E5F"/>
    <w:rsid w:val="00307E14"/>
    <w:rsid w:val="00314054"/>
    <w:rsid w:val="00316F27"/>
    <w:rsid w:val="00322E4B"/>
    <w:rsid w:val="0032528D"/>
    <w:rsid w:val="00327870"/>
    <w:rsid w:val="0033259D"/>
    <w:rsid w:val="003333D2"/>
    <w:rsid w:val="0033624F"/>
    <w:rsid w:val="003406C6"/>
    <w:rsid w:val="00341407"/>
    <w:rsid w:val="003418CC"/>
    <w:rsid w:val="00344844"/>
    <w:rsid w:val="003459BD"/>
    <w:rsid w:val="00345A37"/>
    <w:rsid w:val="00350D38"/>
    <w:rsid w:val="00351B36"/>
    <w:rsid w:val="0035486D"/>
    <w:rsid w:val="00357B4E"/>
    <w:rsid w:val="00360EB3"/>
    <w:rsid w:val="003670C4"/>
    <w:rsid w:val="003716FD"/>
    <w:rsid w:val="0037204B"/>
    <w:rsid w:val="003744CF"/>
    <w:rsid w:val="00374717"/>
    <w:rsid w:val="0037676C"/>
    <w:rsid w:val="00381043"/>
    <w:rsid w:val="00382070"/>
    <w:rsid w:val="003829E5"/>
    <w:rsid w:val="003956CC"/>
    <w:rsid w:val="00395C9A"/>
    <w:rsid w:val="00397715"/>
    <w:rsid w:val="003A6B67"/>
    <w:rsid w:val="003B13B6"/>
    <w:rsid w:val="003B15E6"/>
    <w:rsid w:val="003C08A2"/>
    <w:rsid w:val="003C0A5F"/>
    <w:rsid w:val="003C2045"/>
    <w:rsid w:val="003C43A1"/>
    <w:rsid w:val="003C4FC0"/>
    <w:rsid w:val="003C55F4"/>
    <w:rsid w:val="003C7066"/>
    <w:rsid w:val="003C7897"/>
    <w:rsid w:val="003C7A3F"/>
    <w:rsid w:val="003D2766"/>
    <w:rsid w:val="003D3E8F"/>
    <w:rsid w:val="003D6475"/>
    <w:rsid w:val="003E375C"/>
    <w:rsid w:val="003E4086"/>
    <w:rsid w:val="003F0445"/>
    <w:rsid w:val="003F0CF0"/>
    <w:rsid w:val="003F14B1"/>
    <w:rsid w:val="003F3289"/>
    <w:rsid w:val="004013C7"/>
    <w:rsid w:val="00401FCF"/>
    <w:rsid w:val="00403353"/>
    <w:rsid w:val="004058F8"/>
    <w:rsid w:val="00406285"/>
    <w:rsid w:val="00407CE0"/>
    <w:rsid w:val="004148F9"/>
    <w:rsid w:val="0042084E"/>
    <w:rsid w:val="00421EEF"/>
    <w:rsid w:val="00424D65"/>
    <w:rsid w:val="0043095B"/>
    <w:rsid w:val="00432072"/>
    <w:rsid w:val="00442C6C"/>
    <w:rsid w:val="00443CBE"/>
    <w:rsid w:val="00443E8A"/>
    <w:rsid w:val="004441BC"/>
    <w:rsid w:val="004468B4"/>
    <w:rsid w:val="0045230A"/>
    <w:rsid w:val="00455AC2"/>
    <w:rsid w:val="004563FC"/>
    <w:rsid w:val="00457337"/>
    <w:rsid w:val="004645BB"/>
    <w:rsid w:val="00467575"/>
    <w:rsid w:val="0047372D"/>
    <w:rsid w:val="00473BA3"/>
    <w:rsid w:val="004743DD"/>
    <w:rsid w:val="00474CEA"/>
    <w:rsid w:val="0047660E"/>
    <w:rsid w:val="00483968"/>
    <w:rsid w:val="00484F86"/>
    <w:rsid w:val="004861E9"/>
    <w:rsid w:val="00487E6D"/>
    <w:rsid w:val="00490746"/>
    <w:rsid w:val="00490784"/>
    <w:rsid w:val="00490852"/>
    <w:rsid w:val="00492F30"/>
    <w:rsid w:val="004946F4"/>
    <w:rsid w:val="0049487E"/>
    <w:rsid w:val="0049746C"/>
    <w:rsid w:val="004A160D"/>
    <w:rsid w:val="004A3E81"/>
    <w:rsid w:val="004A4171"/>
    <w:rsid w:val="004A454E"/>
    <w:rsid w:val="004A5C62"/>
    <w:rsid w:val="004A707D"/>
    <w:rsid w:val="004B1850"/>
    <w:rsid w:val="004C1665"/>
    <w:rsid w:val="004C231A"/>
    <w:rsid w:val="004C6EEE"/>
    <w:rsid w:val="004C702B"/>
    <w:rsid w:val="004D0033"/>
    <w:rsid w:val="004D016B"/>
    <w:rsid w:val="004D1B22"/>
    <w:rsid w:val="004D36F2"/>
    <w:rsid w:val="004E0D6E"/>
    <w:rsid w:val="004E1106"/>
    <w:rsid w:val="004E1140"/>
    <w:rsid w:val="004E138F"/>
    <w:rsid w:val="004E4649"/>
    <w:rsid w:val="004E5C2B"/>
    <w:rsid w:val="004F00DD"/>
    <w:rsid w:val="004F2133"/>
    <w:rsid w:val="004F4099"/>
    <w:rsid w:val="004F532A"/>
    <w:rsid w:val="004F55F1"/>
    <w:rsid w:val="004F5808"/>
    <w:rsid w:val="004F6936"/>
    <w:rsid w:val="00501626"/>
    <w:rsid w:val="00503DC6"/>
    <w:rsid w:val="00506F5D"/>
    <w:rsid w:val="00510C37"/>
    <w:rsid w:val="00511E3D"/>
    <w:rsid w:val="005126D0"/>
    <w:rsid w:val="0051568D"/>
    <w:rsid w:val="00516AAD"/>
    <w:rsid w:val="005235EF"/>
    <w:rsid w:val="00526C15"/>
    <w:rsid w:val="00530008"/>
    <w:rsid w:val="0053606F"/>
    <w:rsid w:val="00536499"/>
    <w:rsid w:val="00540356"/>
    <w:rsid w:val="00541606"/>
    <w:rsid w:val="00543903"/>
    <w:rsid w:val="00543F11"/>
    <w:rsid w:val="00546305"/>
    <w:rsid w:val="00547A95"/>
    <w:rsid w:val="00562623"/>
    <w:rsid w:val="005709B6"/>
    <w:rsid w:val="00572031"/>
    <w:rsid w:val="00572282"/>
    <w:rsid w:val="00576E84"/>
    <w:rsid w:val="00582B8C"/>
    <w:rsid w:val="00584F1D"/>
    <w:rsid w:val="0058757E"/>
    <w:rsid w:val="00593D04"/>
    <w:rsid w:val="00595D9A"/>
    <w:rsid w:val="00596A4B"/>
    <w:rsid w:val="00597507"/>
    <w:rsid w:val="005A5300"/>
    <w:rsid w:val="005A635F"/>
    <w:rsid w:val="005B1C6D"/>
    <w:rsid w:val="005B21B6"/>
    <w:rsid w:val="005B2F23"/>
    <w:rsid w:val="005B3A08"/>
    <w:rsid w:val="005B7A63"/>
    <w:rsid w:val="005C0955"/>
    <w:rsid w:val="005C49DA"/>
    <w:rsid w:val="005C50F3"/>
    <w:rsid w:val="005C54B5"/>
    <w:rsid w:val="005C5D80"/>
    <w:rsid w:val="005C5D91"/>
    <w:rsid w:val="005D0241"/>
    <w:rsid w:val="005D07B8"/>
    <w:rsid w:val="005D6597"/>
    <w:rsid w:val="005E14E7"/>
    <w:rsid w:val="005E26A3"/>
    <w:rsid w:val="005E447E"/>
    <w:rsid w:val="005E73C5"/>
    <w:rsid w:val="005F0775"/>
    <w:rsid w:val="005F0CF5"/>
    <w:rsid w:val="005F21EB"/>
    <w:rsid w:val="006031B2"/>
    <w:rsid w:val="006057D5"/>
    <w:rsid w:val="00605908"/>
    <w:rsid w:val="00610D7C"/>
    <w:rsid w:val="00613414"/>
    <w:rsid w:val="006143F9"/>
    <w:rsid w:val="00615303"/>
    <w:rsid w:val="00615F4C"/>
    <w:rsid w:val="00620154"/>
    <w:rsid w:val="00623DF0"/>
    <w:rsid w:val="0062408D"/>
    <w:rsid w:val="006240CC"/>
    <w:rsid w:val="00624421"/>
    <w:rsid w:val="006254F8"/>
    <w:rsid w:val="00627DA7"/>
    <w:rsid w:val="006358B4"/>
    <w:rsid w:val="006419AA"/>
    <w:rsid w:val="00641B9F"/>
    <w:rsid w:val="00642EA5"/>
    <w:rsid w:val="00644B1F"/>
    <w:rsid w:val="00644B7E"/>
    <w:rsid w:val="006454E6"/>
    <w:rsid w:val="0064567A"/>
    <w:rsid w:val="00646235"/>
    <w:rsid w:val="00646A68"/>
    <w:rsid w:val="006505BD"/>
    <w:rsid w:val="0065092E"/>
    <w:rsid w:val="00652D6F"/>
    <w:rsid w:val="006557A7"/>
    <w:rsid w:val="00656290"/>
    <w:rsid w:val="006621D7"/>
    <w:rsid w:val="0066302A"/>
    <w:rsid w:val="00663293"/>
    <w:rsid w:val="00667770"/>
    <w:rsid w:val="00670597"/>
    <w:rsid w:val="006706D0"/>
    <w:rsid w:val="00677574"/>
    <w:rsid w:val="00682097"/>
    <w:rsid w:val="00684314"/>
    <w:rsid w:val="0068454C"/>
    <w:rsid w:val="00684665"/>
    <w:rsid w:val="006900ED"/>
    <w:rsid w:val="00690901"/>
    <w:rsid w:val="00691B62"/>
    <w:rsid w:val="006933B5"/>
    <w:rsid w:val="00693D14"/>
    <w:rsid w:val="006A18C2"/>
    <w:rsid w:val="006B077C"/>
    <w:rsid w:val="006B6803"/>
    <w:rsid w:val="006C0805"/>
    <w:rsid w:val="006D0CB9"/>
    <w:rsid w:val="006D0F16"/>
    <w:rsid w:val="006D2A3F"/>
    <w:rsid w:val="006D2FBC"/>
    <w:rsid w:val="006E0067"/>
    <w:rsid w:val="006E138B"/>
    <w:rsid w:val="006E164A"/>
    <w:rsid w:val="006E63E7"/>
    <w:rsid w:val="006F1FDC"/>
    <w:rsid w:val="006F5857"/>
    <w:rsid w:val="006F6B8C"/>
    <w:rsid w:val="007013EF"/>
    <w:rsid w:val="00714A3E"/>
    <w:rsid w:val="007173CA"/>
    <w:rsid w:val="00717DDB"/>
    <w:rsid w:val="007216AA"/>
    <w:rsid w:val="00721AB5"/>
    <w:rsid w:val="00721CFB"/>
    <w:rsid w:val="00721DEF"/>
    <w:rsid w:val="00724A43"/>
    <w:rsid w:val="00733D7B"/>
    <w:rsid w:val="007346E4"/>
    <w:rsid w:val="00740730"/>
    <w:rsid w:val="00740F22"/>
    <w:rsid w:val="00741F1A"/>
    <w:rsid w:val="007450F8"/>
    <w:rsid w:val="0074696E"/>
    <w:rsid w:val="00750135"/>
    <w:rsid w:val="00750EC2"/>
    <w:rsid w:val="00752333"/>
    <w:rsid w:val="00752B28"/>
    <w:rsid w:val="00753DF1"/>
    <w:rsid w:val="00754E36"/>
    <w:rsid w:val="00755882"/>
    <w:rsid w:val="00762BDB"/>
    <w:rsid w:val="00763139"/>
    <w:rsid w:val="00770F37"/>
    <w:rsid w:val="007711A0"/>
    <w:rsid w:val="00772D5E"/>
    <w:rsid w:val="00776928"/>
    <w:rsid w:val="00783418"/>
    <w:rsid w:val="00785677"/>
    <w:rsid w:val="00786E6C"/>
    <w:rsid w:val="00786F16"/>
    <w:rsid w:val="00787AFB"/>
    <w:rsid w:val="00791BD7"/>
    <w:rsid w:val="007933F7"/>
    <w:rsid w:val="00796E20"/>
    <w:rsid w:val="00797AE0"/>
    <w:rsid w:val="00797C32"/>
    <w:rsid w:val="007A11E8"/>
    <w:rsid w:val="007B0914"/>
    <w:rsid w:val="007B1374"/>
    <w:rsid w:val="007B589F"/>
    <w:rsid w:val="007B5D23"/>
    <w:rsid w:val="007B6186"/>
    <w:rsid w:val="007B73BC"/>
    <w:rsid w:val="007C20B9"/>
    <w:rsid w:val="007C7301"/>
    <w:rsid w:val="007C7859"/>
    <w:rsid w:val="007C7B45"/>
    <w:rsid w:val="007D28D7"/>
    <w:rsid w:val="007D2BDE"/>
    <w:rsid w:val="007D2CE8"/>
    <w:rsid w:val="007D2FB6"/>
    <w:rsid w:val="007D49EB"/>
    <w:rsid w:val="007D4D9F"/>
    <w:rsid w:val="007E0DE2"/>
    <w:rsid w:val="007E3B98"/>
    <w:rsid w:val="007E417A"/>
    <w:rsid w:val="007E515F"/>
    <w:rsid w:val="007E593D"/>
    <w:rsid w:val="007E6F97"/>
    <w:rsid w:val="007F31B6"/>
    <w:rsid w:val="007F405C"/>
    <w:rsid w:val="007F546C"/>
    <w:rsid w:val="007F625F"/>
    <w:rsid w:val="007F665E"/>
    <w:rsid w:val="0080035B"/>
    <w:rsid w:val="00800412"/>
    <w:rsid w:val="008009B0"/>
    <w:rsid w:val="008035B7"/>
    <w:rsid w:val="0080587B"/>
    <w:rsid w:val="00806468"/>
    <w:rsid w:val="008077D5"/>
    <w:rsid w:val="008155F0"/>
    <w:rsid w:val="00816735"/>
    <w:rsid w:val="00820141"/>
    <w:rsid w:val="00820E0C"/>
    <w:rsid w:val="008233BD"/>
    <w:rsid w:val="0082366F"/>
    <w:rsid w:val="00824083"/>
    <w:rsid w:val="0082541C"/>
    <w:rsid w:val="008254B8"/>
    <w:rsid w:val="00832367"/>
    <w:rsid w:val="008338A2"/>
    <w:rsid w:val="00834854"/>
    <w:rsid w:val="00834FEE"/>
    <w:rsid w:val="00841AA9"/>
    <w:rsid w:val="00853EE4"/>
    <w:rsid w:val="00854D08"/>
    <w:rsid w:val="00855535"/>
    <w:rsid w:val="00857C5A"/>
    <w:rsid w:val="0086255E"/>
    <w:rsid w:val="008633F0"/>
    <w:rsid w:val="00867D9D"/>
    <w:rsid w:val="00872700"/>
    <w:rsid w:val="008727A8"/>
    <w:rsid w:val="00872E0A"/>
    <w:rsid w:val="00873B51"/>
    <w:rsid w:val="00874088"/>
    <w:rsid w:val="008744F2"/>
    <w:rsid w:val="00875285"/>
    <w:rsid w:val="00882094"/>
    <w:rsid w:val="00884B62"/>
    <w:rsid w:val="0088529C"/>
    <w:rsid w:val="00887903"/>
    <w:rsid w:val="0089270A"/>
    <w:rsid w:val="00892A01"/>
    <w:rsid w:val="00893751"/>
    <w:rsid w:val="00893AF6"/>
    <w:rsid w:val="00894BC4"/>
    <w:rsid w:val="008970D2"/>
    <w:rsid w:val="0089771B"/>
    <w:rsid w:val="008A28A8"/>
    <w:rsid w:val="008A2A01"/>
    <w:rsid w:val="008A2DB8"/>
    <w:rsid w:val="008A482E"/>
    <w:rsid w:val="008A5B32"/>
    <w:rsid w:val="008A7AA8"/>
    <w:rsid w:val="008B2EE4"/>
    <w:rsid w:val="008B412D"/>
    <w:rsid w:val="008B4D3D"/>
    <w:rsid w:val="008B57C7"/>
    <w:rsid w:val="008B783C"/>
    <w:rsid w:val="008C2F92"/>
    <w:rsid w:val="008C4C2D"/>
    <w:rsid w:val="008D2846"/>
    <w:rsid w:val="008D36F1"/>
    <w:rsid w:val="008D4236"/>
    <w:rsid w:val="008D462F"/>
    <w:rsid w:val="008D5DA4"/>
    <w:rsid w:val="008D6DCF"/>
    <w:rsid w:val="008D7A11"/>
    <w:rsid w:val="008E1933"/>
    <w:rsid w:val="008E4376"/>
    <w:rsid w:val="008E7A0A"/>
    <w:rsid w:val="008E7B49"/>
    <w:rsid w:val="008F59F6"/>
    <w:rsid w:val="00900719"/>
    <w:rsid w:val="009017AC"/>
    <w:rsid w:val="00904A1C"/>
    <w:rsid w:val="00905030"/>
    <w:rsid w:val="00906490"/>
    <w:rsid w:val="009111B2"/>
    <w:rsid w:val="00922283"/>
    <w:rsid w:val="00922730"/>
    <w:rsid w:val="00922F2F"/>
    <w:rsid w:val="00924AE1"/>
    <w:rsid w:val="009269B1"/>
    <w:rsid w:val="0092724D"/>
    <w:rsid w:val="0093338F"/>
    <w:rsid w:val="00934B16"/>
    <w:rsid w:val="00937BD9"/>
    <w:rsid w:val="009469A6"/>
    <w:rsid w:val="00950E2C"/>
    <w:rsid w:val="00951D50"/>
    <w:rsid w:val="009525EB"/>
    <w:rsid w:val="00954874"/>
    <w:rsid w:val="009568DA"/>
    <w:rsid w:val="00961400"/>
    <w:rsid w:val="00963646"/>
    <w:rsid w:val="0096632D"/>
    <w:rsid w:val="009724EA"/>
    <w:rsid w:val="0097559F"/>
    <w:rsid w:val="009853E1"/>
    <w:rsid w:val="00986E6B"/>
    <w:rsid w:val="00991769"/>
    <w:rsid w:val="00994386"/>
    <w:rsid w:val="009961B2"/>
    <w:rsid w:val="009A13D8"/>
    <w:rsid w:val="009A279E"/>
    <w:rsid w:val="009A4E24"/>
    <w:rsid w:val="009A68F5"/>
    <w:rsid w:val="009B0A6F"/>
    <w:rsid w:val="009B0A94"/>
    <w:rsid w:val="009B3C4E"/>
    <w:rsid w:val="009B3E1C"/>
    <w:rsid w:val="009B59E9"/>
    <w:rsid w:val="009B70AA"/>
    <w:rsid w:val="009C1FD8"/>
    <w:rsid w:val="009C4421"/>
    <w:rsid w:val="009C5E77"/>
    <w:rsid w:val="009C7A7E"/>
    <w:rsid w:val="009D02E8"/>
    <w:rsid w:val="009D24D9"/>
    <w:rsid w:val="009D3115"/>
    <w:rsid w:val="009D51D0"/>
    <w:rsid w:val="009D70A4"/>
    <w:rsid w:val="009D7E16"/>
    <w:rsid w:val="009E08D1"/>
    <w:rsid w:val="009E1B95"/>
    <w:rsid w:val="009E31C7"/>
    <w:rsid w:val="009E496F"/>
    <w:rsid w:val="009E4B0D"/>
    <w:rsid w:val="009E585D"/>
    <w:rsid w:val="009E7F92"/>
    <w:rsid w:val="009F02A3"/>
    <w:rsid w:val="009F2F27"/>
    <w:rsid w:val="009F34AA"/>
    <w:rsid w:val="009F4685"/>
    <w:rsid w:val="009F6BCB"/>
    <w:rsid w:val="009F7B78"/>
    <w:rsid w:val="00A0057A"/>
    <w:rsid w:val="00A05B39"/>
    <w:rsid w:val="00A07160"/>
    <w:rsid w:val="00A0776B"/>
    <w:rsid w:val="00A11421"/>
    <w:rsid w:val="00A157B1"/>
    <w:rsid w:val="00A20BD2"/>
    <w:rsid w:val="00A22229"/>
    <w:rsid w:val="00A23BED"/>
    <w:rsid w:val="00A330BB"/>
    <w:rsid w:val="00A44882"/>
    <w:rsid w:val="00A477E1"/>
    <w:rsid w:val="00A54715"/>
    <w:rsid w:val="00A55185"/>
    <w:rsid w:val="00A6061C"/>
    <w:rsid w:val="00A62D44"/>
    <w:rsid w:val="00A65028"/>
    <w:rsid w:val="00A67263"/>
    <w:rsid w:val="00A67AE3"/>
    <w:rsid w:val="00A7161C"/>
    <w:rsid w:val="00A77AA3"/>
    <w:rsid w:val="00A854EB"/>
    <w:rsid w:val="00A872E5"/>
    <w:rsid w:val="00A91406"/>
    <w:rsid w:val="00A95A37"/>
    <w:rsid w:val="00A96E65"/>
    <w:rsid w:val="00A97C72"/>
    <w:rsid w:val="00AA63D4"/>
    <w:rsid w:val="00AB06E8"/>
    <w:rsid w:val="00AB1CD3"/>
    <w:rsid w:val="00AB2C4B"/>
    <w:rsid w:val="00AB352F"/>
    <w:rsid w:val="00AB61D0"/>
    <w:rsid w:val="00AB78E8"/>
    <w:rsid w:val="00AC274B"/>
    <w:rsid w:val="00AC4764"/>
    <w:rsid w:val="00AC6D36"/>
    <w:rsid w:val="00AD0CBA"/>
    <w:rsid w:val="00AD26E2"/>
    <w:rsid w:val="00AD51AF"/>
    <w:rsid w:val="00AD7745"/>
    <w:rsid w:val="00AD784C"/>
    <w:rsid w:val="00AE126A"/>
    <w:rsid w:val="00AE2209"/>
    <w:rsid w:val="00AE3005"/>
    <w:rsid w:val="00AE3BD5"/>
    <w:rsid w:val="00AE59A0"/>
    <w:rsid w:val="00AF0C57"/>
    <w:rsid w:val="00AF26F3"/>
    <w:rsid w:val="00AF417B"/>
    <w:rsid w:val="00AF4D20"/>
    <w:rsid w:val="00AF5F04"/>
    <w:rsid w:val="00B00672"/>
    <w:rsid w:val="00B01B4D"/>
    <w:rsid w:val="00B03C85"/>
    <w:rsid w:val="00B0553A"/>
    <w:rsid w:val="00B06571"/>
    <w:rsid w:val="00B068BA"/>
    <w:rsid w:val="00B123E3"/>
    <w:rsid w:val="00B13851"/>
    <w:rsid w:val="00B13B1C"/>
    <w:rsid w:val="00B13B75"/>
    <w:rsid w:val="00B15A5F"/>
    <w:rsid w:val="00B22291"/>
    <w:rsid w:val="00B23F9A"/>
    <w:rsid w:val="00B2417B"/>
    <w:rsid w:val="00B24E6F"/>
    <w:rsid w:val="00B26CB5"/>
    <w:rsid w:val="00B27014"/>
    <w:rsid w:val="00B2752E"/>
    <w:rsid w:val="00B307CC"/>
    <w:rsid w:val="00B326B7"/>
    <w:rsid w:val="00B367CA"/>
    <w:rsid w:val="00B431E8"/>
    <w:rsid w:val="00B44A47"/>
    <w:rsid w:val="00B45141"/>
    <w:rsid w:val="00B5273A"/>
    <w:rsid w:val="00B57329"/>
    <w:rsid w:val="00B60E61"/>
    <w:rsid w:val="00B61AE8"/>
    <w:rsid w:val="00B62B50"/>
    <w:rsid w:val="00B635B7"/>
    <w:rsid w:val="00B63AE8"/>
    <w:rsid w:val="00B65950"/>
    <w:rsid w:val="00B66567"/>
    <w:rsid w:val="00B66D83"/>
    <w:rsid w:val="00B672C0"/>
    <w:rsid w:val="00B740F1"/>
    <w:rsid w:val="00B75646"/>
    <w:rsid w:val="00B81723"/>
    <w:rsid w:val="00B865CC"/>
    <w:rsid w:val="00B90729"/>
    <w:rsid w:val="00B907DA"/>
    <w:rsid w:val="00B91F82"/>
    <w:rsid w:val="00B950BC"/>
    <w:rsid w:val="00B9714C"/>
    <w:rsid w:val="00BA29AD"/>
    <w:rsid w:val="00BA3F8D"/>
    <w:rsid w:val="00BB09FA"/>
    <w:rsid w:val="00BB2D18"/>
    <w:rsid w:val="00BB7A10"/>
    <w:rsid w:val="00BC3EBF"/>
    <w:rsid w:val="00BC5CF3"/>
    <w:rsid w:val="00BC7468"/>
    <w:rsid w:val="00BC7D4F"/>
    <w:rsid w:val="00BC7ED7"/>
    <w:rsid w:val="00BD2850"/>
    <w:rsid w:val="00BD38B8"/>
    <w:rsid w:val="00BD6564"/>
    <w:rsid w:val="00BE22D0"/>
    <w:rsid w:val="00BE28D2"/>
    <w:rsid w:val="00BE4A64"/>
    <w:rsid w:val="00BF3391"/>
    <w:rsid w:val="00BF557D"/>
    <w:rsid w:val="00BF70DF"/>
    <w:rsid w:val="00BF7F58"/>
    <w:rsid w:val="00C01381"/>
    <w:rsid w:val="00C01AB1"/>
    <w:rsid w:val="00C022D5"/>
    <w:rsid w:val="00C05369"/>
    <w:rsid w:val="00C07872"/>
    <w:rsid w:val="00C079B8"/>
    <w:rsid w:val="00C10037"/>
    <w:rsid w:val="00C123EA"/>
    <w:rsid w:val="00C12A49"/>
    <w:rsid w:val="00C133EE"/>
    <w:rsid w:val="00C149D0"/>
    <w:rsid w:val="00C23185"/>
    <w:rsid w:val="00C26588"/>
    <w:rsid w:val="00C27DE9"/>
    <w:rsid w:val="00C302AB"/>
    <w:rsid w:val="00C33388"/>
    <w:rsid w:val="00C33742"/>
    <w:rsid w:val="00C35484"/>
    <w:rsid w:val="00C4173A"/>
    <w:rsid w:val="00C52274"/>
    <w:rsid w:val="00C524CD"/>
    <w:rsid w:val="00C52BBD"/>
    <w:rsid w:val="00C549F3"/>
    <w:rsid w:val="00C602FF"/>
    <w:rsid w:val="00C61174"/>
    <w:rsid w:val="00C6148F"/>
    <w:rsid w:val="00C621B1"/>
    <w:rsid w:val="00C62F7A"/>
    <w:rsid w:val="00C63B9C"/>
    <w:rsid w:val="00C6682F"/>
    <w:rsid w:val="00C7275E"/>
    <w:rsid w:val="00C74A48"/>
    <w:rsid w:val="00C74C5D"/>
    <w:rsid w:val="00C863C4"/>
    <w:rsid w:val="00C920EA"/>
    <w:rsid w:val="00C93C3E"/>
    <w:rsid w:val="00CA11C0"/>
    <w:rsid w:val="00CA12E3"/>
    <w:rsid w:val="00CA4F6F"/>
    <w:rsid w:val="00CA6611"/>
    <w:rsid w:val="00CA6AE6"/>
    <w:rsid w:val="00CA782F"/>
    <w:rsid w:val="00CB3285"/>
    <w:rsid w:val="00CC0C72"/>
    <w:rsid w:val="00CC2BFD"/>
    <w:rsid w:val="00CC4AD6"/>
    <w:rsid w:val="00CC76BC"/>
    <w:rsid w:val="00CD3476"/>
    <w:rsid w:val="00CD64DF"/>
    <w:rsid w:val="00CE0203"/>
    <w:rsid w:val="00CE053A"/>
    <w:rsid w:val="00CE525D"/>
    <w:rsid w:val="00CE7E8F"/>
    <w:rsid w:val="00CF2F50"/>
    <w:rsid w:val="00CF5506"/>
    <w:rsid w:val="00CF604D"/>
    <w:rsid w:val="00CF6198"/>
    <w:rsid w:val="00CF7A33"/>
    <w:rsid w:val="00D00973"/>
    <w:rsid w:val="00D02919"/>
    <w:rsid w:val="00D04C61"/>
    <w:rsid w:val="00D05B8D"/>
    <w:rsid w:val="00D065A2"/>
    <w:rsid w:val="00D07F00"/>
    <w:rsid w:val="00D10F76"/>
    <w:rsid w:val="00D12FAD"/>
    <w:rsid w:val="00D15D77"/>
    <w:rsid w:val="00D17B72"/>
    <w:rsid w:val="00D2043B"/>
    <w:rsid w:val="00D26855"/>
    <w:rsid w:val="00D27CB2"/>
    <w:rsid w:val="00D3185C"/>
    <w:rsid w:val="00D3318E"/>
    <w:rsid w:val="00D33E72"/>
    <w:rsid w:val="00D35BD6"/>
    <w:rsid w:val="00D361B5"/>
    <w:rsid w:val="00D37CB6"/>
    <w:rsid w:val="00D411A2"/>
    <w:rsid w:val="00D4606D"/>
    <w:rsid w:val="00D50B9C"/>
    <w:rsid w:val="00D52D73"/>
    <w:rsid w:val="00D52E58"/>
    <w:rsid w:val="00D56B20"/>
    <w:rsid w:val="00D714CC"/>
    <w:rsid w:val="00D722D4"/>
    <w:rsid w:val="00D75EA7"/>
    <w:rsid w:val="00D7613D"/>
    <w:rsid w:val="00D81F21"/>
    <w:rsid w:val="00D84B0D"/>
    <w:rsid w:val="00D95470"/>
    <w:rsid w:val="00DA02FA"/>
    <w:rsid w:val="00DA2619"/>
    <w:rsid w:val="00DA2E62"/>
    <w:rsid w:val="00DA3AB3"/>
    <w:rsid w:val="00DA4239"/>
    <w:rsid w:val="00DA4E79"/>
    <w:rsid w:val="00DB0B61"/>
    <w:rsid w:val="00DB1474"/>
    <w:rsid w:val="00DB1629"/>
    <w:rsid w:val="00DB52FB"/>
    <w:rsid w:val="00DC090B"/>
    <w:rsid w:val="00DC1679"/>
    <w:rsid w:val="00DC2CF1"/>
    <w:rsid w:val="00DC4FCF"/>
    <w:rsid w:val="00DC50E0"/>
    <w:rsid w:val="00DC6386"/>
    <w:rsid w:val="00DD088A"/>
    <w:rsid w:val="00DD1130"/>
    <w:rsid w:val="00DD1951"/>
    <w:rsid w:val="00DD3DB8"/>
    <w:rsid w:val="00DD6628"/>
    <w:rsid w:val="00DD6945"/>
    <w:rsid w:val="00DD7659"/>
    <w:rsid w:val="00DE3250"/>
    <w:rsid w:val="00DE5E52"/>
    <w:rsid w:val="00DE6028"/>
    <w:rsid w:val="00DE78A3"/>
    <w:rsid w:val="00DF1463"/>
    <w:rsid w:val="00DF1A71"/>
    <w:rsid w:val="00DF4797"/>
    <w:rsid w:val="00DF5ADC"/>
    <w:rsid w:val="00DF63A3"/>
    <w:rsid w:val="00DF68C7"/>
    <w:rsid w:val="00DF731A"/>
    <w:rsid w:val="00E10BE0"/>
    <w:rsid w:val="00E11332"/>
    <w:rsid w:val="00E11352"/>
    <w:rsid w:val="00E170DC"/>
    <w:rsid w:val="00E17831"/>
    <w:rsid w:val="00E26818"/>
    <w:rsid w:val="00E27755"/>
    <w:rsid w:val="00E27FFC"/>
    <w:rsid w:val="00E30B15"/>
    <w:rsid w:val="00E31160"/>
    <w:rsid w:val="00E343ED"/>
    <w:rsid w:val="00E40181"/>
    <w:rsid w:val="00E47F01"/>
    <w:rsid w:val="00E56A01"/>
    <w:rsid w:val="00E625E1"/>
    <w:rsid w:val="00E629A1"/>
    <w:rsid w:val="00E63209"/>
    <w:rsid w:val="00E6794C"/>
    <w:rsid w:val="00E71591"/>
    <w:rsid w:val="00E7287A"/>
    <w:rsid w:val="00E80978"/>
    <w:rsid w:val="00E80DE3"/>
    <w:rsid w:val="00E82C55"/>
    <w:rsid w:val="00E8333D"/>
    <w:rsid w:val="00E84797"/>
    <w:rsid w:val="00E86030"/>
    <w:rsid w:val="00E92AC3"/>
    <w:rsid w:val="00EA2EE6"/>
    <w:rsid w:val="00EB00E0"/>
    <w:rsid w:val="00EB0BF8"/>
    <w:rsid w:val="00EB720B"/>
    <w:rsid w:val="00EB746B"/>
    <w:rsid w:val="00EC059F"/>
    <w:rsid w:val="00EC15DC"/>
    <w:rsid w:val="00EC1F24"/>
    <w:rsid w:val="00EC22F6"/>
    <w:rsid w:val="00EC6B0F"/>
    <w:rsid w:val="00ED5B9B"/>
    <w:rsid w:val="00ED6BAD"/>
    <w:rsid w:val="00ED7260"/>
    <w:rsid w:val="00ED7447"/>
    <w:rsid w:val="00EE1488"/>
    <w:rsid w:val="00EE3BA9"/>
    <w:rsid w:val="00EE3E24"/>
    <w:rsid w:val="00EE4D5D"/>
    <w:rsid w:val="00EE5131"/>
    <w:rsid w:val="00EF109B"/>
    <w:rsid w:val="00EF36AF"/>
    <w:rsid w:val="00EF3F01"/>
    <w:rsid w:val="00EF598D"/>
    <w:rsid w:val="00F00F9C"/>
    <w:rsid w:val="00F01E5F"/>
    <w:rsid w:val="00F02ABA"/>
    <w:rsid w:val="00F0437A"/>
    <w:rsid w:val="00F11037"/>
    <w:rsid w:val="00F13262"/>
    <w:rsid w:val="00F16F1B"/>
    <w:rsid w:val="00F250A9"/>
    <w:rsid w:val="00F30FF4"/>
    <w:rsid w:val="00F3122E"/>
    <w:rsid w:val="00F3244E"/>
    <w:rsid w:val="00F331AD"/>
    <w:rsid w:val="00F35287"/>
    <w:rsid w:val="00F3759C"/>
    <w:rsid w:val="00F43A37"/>
    <w:rsid w:val="00F4641B"/>
    <w:rsid w:val="00F46EB8"/>
    <w:rsid w:val="00F50294"/>
    <w:rsid w:val="00F50CD1"/>
    <w:rsid w:val="00F511E4"/>
    <w:rsid w:val="00F51CD8"/>
    <w:rsid w:val="00F52218"/>
    <w:rsid w:val="00F52D09"/>
    <w:rsid w:val="00F52E08"/>
    <w:rsid w:val="00F53346"/>
    <w:rsid w:val="00F55B21"/>
    <w:rsid w:val="00F56EF6"/>
    <w:rsid w:val="00F61A9F"/>
    <w:rsid w:val="00F638AF"/>
    <w:rsid w:val="00F64696"/>
    <w:rsid w:val="00F65AA9"/>
    <w:rsid w:val="00F6768F"/>
    <w:rsid w:val="00F72701"/>
    <w:rsid w:val="00F72C2C"/>
    <w:rsid w:val="00F76436"/>
    <w:rsid w:val="00F76CAB"/>
    <w:rsid w:val="00F772C6"/>
    <w:rsid w:val="00F815B5"/>
    <w:rsid w:val="00F85195"/>
    <w:rsid w:val="00F938BA"/>
    <w:rsid w:val="00FA2C46"/>
    <w:rsid w:val="00FA3525"/>
    <w:rsid w:val="00FA5A53"/>
    <w:rsid w:val="00FB4769"/>
    <w:rsid w:val="00FB4CDA"/>
    <w:rsid w:val="00FC0F81"/>
    <w:rsid w:val="00FC395C"/>
    <w:rsid w:val="00FC59FF"/>
    <w:rsid w:val="00FC5FAF"/>
    <w:rsid w:val="00FD3766"/>
    <w:rsid w:val="00FD47C4"/>
    <w:rsid w:val="00FE2DCF"/>
    <w:rsid w:val="00FE3FA7"/>
    <w:rsid w:val="00FE6BB9"/>
    <w:rsid w:val="00FF2A4E"/>
    <w:rsid w:val="00FF2FCE"/>
    <w:rsid w:val="00FF4F7D"/>
    <w:rsid w:val="00FF515F"/>
    <w:rsid w:val="00FF6D9D"/>
    <w:rsid w:val="00FF70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14:docId w14:val="76E023B3"/>
  <w15:docId w15:val="{D71ABA73-9D3B-4FA1-BF55-9624F9D33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11"/>
    <w:lsdException w:name="heading 1" w:uiPriority="1" w:qFormat="1"/>
    <w:lsdException w:name="heading 2" w:uiPriority="1" w:qFormat="1"/>
    <w:lsdException w:name="heading 3" w:uiPriority="1" w:qFormat="1"/>
    <w:lsdException w:name="heading 4" w:uiPriority="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8" w:unhideWhenUsed="1"/>
    <w:lsdException w:name="annotation text" w:semiHidden="1" w:unhideWhenUsed="1"/>
    <w:lsdException w:name="header" w:semiHidden="1" w:uiPriority="10" w:unhideWhenUsed="1"/>
    <w:lsdException w:name="footer" w:semiHidden="1" w:uiPriority="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1" w:uiPriority="72" w:qFormat="1"/>
    <w:lsdException w:name="Quote" w:semiHidden="1" w:uiPriority="73" w:qFormat="1"/>
    <w:lsdException w:name="Intense Quote" w:semiHidden="1"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1" w:uiPriority="65" w:qFormat="1"/>
    <w:lsdException w:name="Intense Emphasis" w:semiHidden="1" w:uiPriority="66" w:qFormat="1"/>
    <w:lsdException w:name="Subtle Reference" w:semiHidden="1" w:uiPriority="67" w:qFormat="1"/>
    <w:lsdException w:name="Intense Reference" w:semiHidden="1" w:uiPriority="68" w:qFormat="1"/>
    <w:lsdException w:name="Book Title" w:semiHidden="1" w:uiPriority="69" w:qFormat="1"/>
    <w:lsdException w:name="Bibliography" w:semiHidden="1"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1"/>
    <w:rsid w:val="00283C55"/>
    <w:rPr>
      <w:rFonts w:ascii="Cambria" w:hAnsi="Cambria"/>
      <w:lang w:eastAsia="en-US"/>
    </w:rPr>
  </w:style>
  <w:style w:type="paragraph" w:styleId="Heading1">
    <w:name w:val="heading 1"/>
    <w:next w:val="MHRVbody"/>
    <w:link w:val="Heading1Char"/>
    <w:uiPriority w:val="1"/>
    <w:qFormat/>
    <w:rsid w:val="00F52218"/>
    <w:pPr>
      <w:keepNext/>
      <w:keepLines/>
      <w:spacing w:before="320" w:after="160"/>
      <w:outlineLvl w:val="0"/>
    </w:pPr>
    <w:rPr>
      <w:rFonts w:ascii="Arial" w:eastAsia="MS Gothic" w:hAnsi="Arial" w:cs="Arial"/>
      <w:bCs/>
      <w:color w:val="542E8E" w:themeColor="accent1"/>
      <w:kern w:val="32"/>
      <w:sz w:val="30"/>
      <w:szCs w:val="40"/>
      <w:lang w:eastAsia="en-US"/>
    </w:rPr>
  </w:style>
  <w:style w:type="paragraph" w:styleId="Heading2">
    <w:name w:val="heading 2"/>
    <w:next w:val="MHRVbody"/>
    <w:link w:val="Heading2Char"/>
    <w:uiPriority w:val="1"/>
    <w:qFormat/>
    <w:rsid w:val="00F52218"/>
    <w:pPr>
      <w:keepNext/>
      <w:keepLines/>
      <w:spacing w:before="240" w:after="120"/>
      <w:outlineLvl w:val="1"/>
    </w:pPr>
    <w:rPr>
      <w:rFonts w:ascii="Arial" w:hAnsi="Arial"/>
      <w:color w:val="542E8E" w:themeColor="accent1"/>
      <w:sz w:val="26"/>
      <w:szCs w:val="28"/>
      <w:lang w:eastAsia="en-US"/>
    </w:rPr>
  </w:style>
  <w:style w:type="paragraph" w:styleId="Heading3">
    <w:name w:val="heading 3"/>
    <w:next w:val="MHRVbody"/>
    <w:link w:val="Heading3Char"/>
    <w:uiPriority w:val="1"/>
    <w:qFormat/>
    <w:rsid w:val="00F52218"/>
    <w:pPr>
      <w:keepNext/>
      <w:keepLines/>
      <w:spacing w:before="280" w:after="120"/>
      <w:outlineLvl w:val="2"/>
    </w:pPr>
    <w:rPr>
      <w:rFonts w:ascii="Arial" w:eastAsia="MS Gothic" w:hAnsi="Arial"/>
      <w:b/>
      <w:bCs/>
      <w:color w:val="542E8E" w:themeColor="accent1"/>
      <w:sz w:val="22"/>
      <w:szCs w:val="26"/>
      <w:lang w:eastAsia="en-US"/>
    </w:rPr>
  </w:style>
  <w:style w:type="paragraph" w:styleId="Heading4">
    <w:name w:val="heading 4"/>
    <w:next w:val="MHRVbody"/>
    <w:link w:val="Heading4Char"/>
    <w:uiPriority w:val="1"/>
    <w:qFormat/>
    <w:rsid w:val="00152073"/>
    <w:pPr>
      <w:keepNext/>
      <w:keepLines/>
      <w:spacing w:before="240" w:after="120" w:line="240" w:lineRule="atLeast"/>
      <w:outlineLvl w:val="3"/>
    </w:pPr>
    <w:rPr>
      <w:rFonts w:ascii="Arial" w:eastAsia="MS Mincho" w:hAnsi="Arial"/>
      <w:b/>
      <w:bCs/>
      <w:lang w:eastAsia="en-US"/>
    </w:rPr>
  </w:style>
  <w:style w:type="paragraph" w:styleId="Heading5">
    <w:name w:val="heading 5"/>
    <w:basedOn w:val="Normal"/>
    <w:next w:val="Normal"/>
    <w:link w:val="Heading5Char"/>
    <w:uiPriority w:val="9"/>
    <w:semiHidden/>
    <w:qFormat/>
    <w:rsid w:val="003744CF"/>
    <w:pPr>
      <w:spacing w:before="240" w:after="60"/>
      <w:outlineLvl w:val="4"/>
    </w:pPr>
    <w:rPr>
      <w:rFonts w:eastAsia="MS Mincho"/>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HRVbody">
    <w:name w:val="MHRV body"/>
    <w:link w:val="MHRVbodyChar"/>
    <w:qFormat/>
    <w:rsid w:val="00DE6028"/>
    <w:pPr>
      <w:spacing w:after="120" w:line="270" w:lineRule="atLeast"/>
    </w:pPr>
    <w:rPr>
      <w:rFonts w:ascii="Arial" w:eastAsia="Times" w:hAnsi="Arial"/>
      <w:lang w:eastAsia="en-US"/>
    </w:rPr>
  </w:style>
  <w:style w:type="character" w:customStyle="1" w:styleId="Heading1Char">
    <w:name w:val="Heading 1 Char"/>
    <w:link w:val="Heading1"/>
    <w:uiPriority w:val="1"/>
    <w:rsid w:val="00F52218"/>
    <w:rPr>
      <w:rFonts w:ascii="Arial" w:eastAsia="MS Gothic" w:hAnsi="Arial" w:cs="Arial"/>
      <w:bCs/>
      <w:color w:val="542E8E" w:themeColor="accent1"/>
      <w:kern w:val="32"/>
      <w:sz w:val="30"/>
      <w:szCs w:val="40"/>
      <w:lang w:eastAsia="en-US"/>
    </w:rPr>
  </w:style>
  <w:style w:type="character" w:customStyle="1" w:styleId="Heading2Char">
    <w:name w:val="Heading 2 Char"/>
    <w:link w:val="Heading2"/>
    <w:uiPriority w:val="1"/>
    <w:rsid w:val="00F52218"/>
    <w:rPr>
      <w:rFonts w:ascii="Arial" w:hAnsi="Arial"/>
      <w:color w:val="542E8E" w:themeColor="accent1"/>
      <w:sz w:val="26"/>
      <w:szCs w:val="28"/>
      <w:lang w:eastAsia="en-US"/>
    </w:rPr>
  </w:style>
  <w:style w:type="character" w:customStyle="1" w:styleId="Heading3Char">
    <w:name w:val="Heading 3 Char"/>
    <w:link w:val="Heading3"/>
    <w:uiPriority w:val="1"/>
    <w:rsid w:val="00F52218"/>
    <w:rPr>
      <w:rFonts w:ascii="Arial" w:eastAsia="MS Gothic" w:hAnsi="Arial"/>
      <w:b/>
      <w:bCs/>
      <w:color w:val="542E8E" w:themeColor="accent1"/>
      <w:sz w:val="22"/>
      <w:szCs w:val="26"/>
      <w:lang w:eastAsia="en-US"/>
    </w:rPr>
  </w:style>
  <w:style w:type="character" w:customStyle="1" w:styleId="Heading4Char">
    <w:name w:val="Heading 4 Char"/>
    <w:link w:val="Heading4"/>
    <w:uiPriority w:val="1"/>
    <w:rsid w:val="00152073"/>
    <w:rPr>
      <w:rFonts w:ascii="Arial" w:eastAsia="MS Mincho" w:hAnsi="Arial"/>
      <w:b/>
      <w:bCs/>
      <w:lang w:eastAsia="en-US"/>
    </w:rPr>
  </w:style>
  <w:style w:type="paragraph" w:styleId="Header">
    <w:name w:val="header"/>
    <w:uiPriority w:val="10"/>
    <w:rsid w:val="00A07160"/>
    <w:rPr>
      <w:rFonts w:ascii="Arial" w:hAnsi="Arial" w:cs="Arial"/>
      <w:sz w:val="18"/>
      <w:szCs w:val="18"/>
      <w:lang w:eastAsia="en-US"/>
    </w:rPr>
  </w:style>
  <w:style w:type="paragraph" w:styleId="Footer">
    <w:name w:val="footer"/>
    <w:basedOn w:val="MHRVfooter"/>
    <w:uiPriority w:val="8"/>
    <w:rsid w:val="00C27DE9"/>
  </w:style>
  <w:style w:type="character" w:styleId="FollowedHyperlink">
    <w:name w:val="FollowedHyperlink"/>
    <w:uiPriority w:val="99"/>
    <w:rsid w:val="007A11E8"/>
    <w:rPr>
      <w:color w:val="87189D"/>
      <w:u w:val="dotted"/>
    </w:rPr>
  </w:style>
  <w:style w:type="paragraph" w:customStyle="1" w:styleId="MHRVtabletext6pt">
    <w:name w:val="MHRV table text + 6pt"/>
    <w:basedOn w:val="MHRVtabletext"/>
    <w:rsid w:val="00152073"/>
    <w:pPr>
      <w:spacing w:after="120"/>
    </w:pPr>
  </w:style>
  <w:style w:type="paragraph" w:styleId="EndnoteText">
    <w:name w:val="endnote text"/>
    <w:basedOn w:val="Normal"/>
    <w:link w:val="EndnoteTextChar"/>
    <w:semiHidden/>
    <w:rsid w:val="00EA6F2B"/>
    <w:rPr>
      <w:sz w:val="24"/>
      <w:szCs w:val="24"/>
    </w:rPr>
  </w:style>
  <w:style w:type="character" w:customStyle="1" w:styleId="EndnoteTextChar">
    <w:name w:val="Endnote Text Char"/>
    <w:link w:val="EndnoteText"/>
    <w:semiHidden/>
    <w:rsid w:val="0042084E"/>
    <w:rPr>
      <w:rFonts w:ascii="Verdana" w:hAnsi="Verdana"/>
      <w:sz w:val="24"/>
      <w:szCs w:val="24"/>
      <w:lang w:eastAsia="en-US"/>
    </w:rPr>
  </w:style>
  <w:style w:type="character" w:styleId="EndnoteReference">
    <w:name w:val="endnote reference"/>
    <w:semiHidden/>
    <w:rsid w:val="00EA6F2B"/>
    <w:rPr>
      <w:vertAlign w:val="superscript"/>
    </w:rPr>
  </w:style>
  <w:style w:type="table" w:styleId="TableGrid">
    <w:name w:val="Table Grid"/>
    <w:basedOn w:val="TableNormal"/>
    <w:rsid w:val="00210E59"/>
    <w:tblPr>
      <w:tblBorders>
        <w:top w:val="single" w:sz="4" w:space="0" w:color="542E8E" w:themeColor="accent1"/>
        <w:bottom w:val="single" w:sz="4" w:space="0" w:color="542E8E" w:themeColor="accent1"/>
        <w:insideH w:val="single" w:sz="4" w:space="0" w:color="542E8E" w:themeColor="accent1"/>
      </w:tblBorders>
    </w:tblPr>
    <w:tblStylePr w:type="firstRow">
      <w:tblPr/>
      <w:tcPr>
        <w:shd w:val="clear" w:color="auto" w:fill="542E8E" w:themeFill="accent1"/>
      </w:tcPr>
    </w:tblStylePr>
    <w:tblStylePr w:type="firstCol">
      <w:tblPr/>
      <w:tcPr>
        <w:shd w:val="clear" w:color="auto" w:fill="ECE4F0"/>
      </w:tcPr>
    </w:tblStylePr>
  </w:style>
  <w:style w:type="paragraph" w:customStyle="1" w:styleId="MHRVbodynospace">
    <w:name w:val="MHRV body no space"/>
    <w:basedOn w:val="MHRVbody"/>
    <w:uiPriority w:val="1"/>
    <w:rsid w:val="00F772C6"/>
    <w:pPr>
      <w:spacing w:after="0"/>
    </w:pPr>
  </w:style>
  <w:style w:type="paragraph" w:customStyle="1" w:styleId="MHRVbullet1">
    <w:name w:val="MHRV bullet 1"/>
    <w:basedOn w:val="MHRVbody"/>
    <w:qFormat/>
    <w:rsid w:val="00283C55"/>
    <w:pPr>
      <w:numPr>
        <w:numId w:val="7"/>
      </w:numPr>
      <w:spacing w:after="40"/>
    </w:pPr>
  </w:style>
  <w:style w:type="paragraph" w:styleId="DocumentMap">
    <w:name w:val="Document Map"/>
    <w:basedOn w:val="Normal"/>
    <w:link w:val="DocumentMapChar"/>
    <w:uiPriority w:val="99"/>
    <w:semiHidden/>
    <w:unhideWhenUsed/>
    <w:rsid w:val="001D60EC"/>
    <w:rPr>
      <w:rFonts w:ascii="Lucida Grande" w:hAnsi="Lucida Grande" w:cs="Lucida Grande"/>
      <w:sz w:val="24"/>
      <w:szCs w:val="24"/>
    </w:rPr>
  </w:style>
  <w:style w:type="character" w:customStyle="1" w:styleId="DocumentMapChar">
    <w:name w:val="Document Map Char"/>
    <w:link w:val="DocumentMap"/>
    <w:uiPriority w:val="99"/>
    <w:semiHidden/>
    <w:rsid w:val="001D60EC"/>
    <w:rPr>
      <w:rFonts w:ascii="Lucida Grande" w:hAnsi="Lucida Grande" w:cs="Lucida Grande"/>
      <w:sz w:val="24"/>
      <w:szCs w:val="24"/>
    </w:rPr>
  </w:style>
  <w:style w:type="character" w:styleId="PageNumber">
    <w:name w:val="page number"/>
    <w:uiPriority w:val="99"/>
    <w:semiHidden/>
    <w:unhideWhenUsed/>
    <w:rsid w:val="003744CF"/>
    <w:rPr>
      <w:sz w:val="18"/>
    </w:rPr>
  </w:style>
  <w:style w:type="paragraph" w:styleId="TOC1">
    <w:name w:val="toc 1"/>
    <w:basedOn w:val="Normal"/>
    <w:next w:val="Normal"/>
    <w:uiPriority w:val="39"/>
    <w:rsid w:val="00DB1474"/>
    <w:pPr>
      <w:keepNext/>
      <w:keepLines/>
      <w:tabs>
        <w:tab w:val="right" w:leader="dot" w:pos="10206"/>
      </w:tabs>
      <w:spacing w:before="160" w:after="60" w:line="270" w:lineRule="atLeast"/>
    </w:pPr>
    <w:rPr>
      <w:rFonts w:ascii="Arial" w:hAnsi="Arial"/>
      <w:b/>
      <w:noProof/>
    </w:rPr>
  </w:style>
  <w:style w:type="character" w:customStyle="1" w:styleId="Heading5Char">
    <w:name w:val="Heading 5 Char"/>
    <w:link w:val="Heading5"/>
    <w:uiPriority w:val="9"/>
    <w:semiHidden/>
    <w:rsid w:val="00CF2F50"/>
    <w:rPr>
      <w:rFonts w:ascii="Cambria" w:eastAsia="MS Mincho" w:hAnsi="Cambria"/>
      <w:b/>
      <w:bCs/>
      <w:i/>
      <w:iCs/>
      <w:sz w:val="26"/>
      <w:szCs w:val="26"/>
      <w:lang w:eastAsia="en-US"/>
    </w:rPr>
  </w:style>
  <w:style w:type="character" w:styleId="Strong">
    <w:name w:val="Strong"/>
    <w:uiPriority w:val="22"/>
    <w:qFormat/>
    <w:rsid w:val="00FA3525"/>
    <w:rPr>
      <w:b/>
      <w:bCs/>
    </w:rPr>
  </w:style>
  <w:style w:type="paragraph" w:customStyle="1" w:styleId="MHRVTOCheadingfactsheet">
    <w:name w:val="MHRV TOC heading fact sheet"/>
    <w:basedOn w:val="Heading2"/>
    <w:next w:val="MHRVbody"/>
    <w:link w:val="MHRVTOCheadingfactsheetChar"/>
    <w:uiPriority w:val="4"/>
    <w:rsid w:val="00F52218"/>
    <w:pPr>
      <w:spacing w:before="600" w:after="200"/>
      <w:outlineLvl w:val="9"/>
    </w:pPr>
  </w:style>
  <w:style w:type="character" w:customStyle="1" w:styleId="MHRVTOCheadingfactsheetChar">
    <w:name w:val="MHRV TOC heading fact sheet Char"/>
    <w:link w:val="MHRVTOCheadingfactsheet"/>
    <w:uiPriority w:val="4"/>
    <w:rsid w:val="00F52218"/>
    <w:rPr>
      <w:rFonts w:ascii="Arial" w:hAnsi="Arial"/>
      <w:color w:val="542E8E" w:themeColor="accent1"/>
      <w:sz w:val="26"/>
      <w:szCs w:val="28"/>
      <w:lang w:eastAsia="en-US"/>
    </w:rPr>
  </w:style>
  <w:style w:type="paragraph" w:styleId="TOC2">
    <w:name w:val="toc 2"/>
    <w:basedOn w:val="Normal"/>
    <w:next w:val="Normal"/>
    <w:uiPriority w:val="39"/>
    <w:rsid w:val="00733D7B"/>
    <w:pPr>
      <w:keepLines/>
      <w:tabs>
        <w:tab w:val="right" w:leader="dot" w:pos="10206"/>
      </w:tabs>
      <w:spacing w:after="60" w:line="270" w:lineRule="atLeast"/>
    </w:pPr>
    <w:rPr>
      <w:rFonts w:ascii="Arial" w:hAnsi="Arial"/>
      <w:noProof/>
    </w:rPr>
  </w:style>
  <w:style w:type="paragraph" w:styleId="TOC3">
    <w:name w:val="toc 3"/>
    <w:basedOn w:val="Normal"/>
    <w:next w:val="Normal"/>
    <w:uiPriority w:val="39"/>
    <w:rsid w:val="00DB1474"/>
    <w:pPr>
      <w:keepLines/>
      <w:tabs>
        <w:tab w:val="right" w:leader="dot" w:pos="10206"/>
      </w:tabs>
      <w:spacing w:after="60" w:line="270" w:lineRule="atLeast"/>
      <w:ind w:left="284"/>
    </w:pPr>
    <w:rPr>
      <w:rFonts w:ascii="Arial" w:hAnsi="Arial" w:cs="Arial"/>
    </w:rPr>
  </w:style>
  <w:style w:type="paragraph" w:styleId="TOC4">
    <w:name w:val="toc 4"/>
    <w:basedOn w:val="TOC3"/>
    <w:uiPriority w:val="39"/>
    <w:rsid w:val="00DB1474"/>
    <w:pPr>
      <w:ind w:left="567"/>
    </w:pPr>
  </w:style>
  <w:style w:type="paragraph" w:styleId="TOC5">
    <w:name w:val="toc 5"/>
    <w:basedOn w:val="TOC4"/>
    <w:rsid w:val="00DB1474"/>
    <w:pPr>
      <w:ind w:left="851"/>
    </w:pPr>
  </w:style>
  <w:style w:type="paragraph" w:styleId="TOC6">
    <w:name w:val="toc 6"/>
    <w:basedOn w:val="Normal"/>
    <w:next w:val="Normal"/>
    <w:autoRedefine/>
    <w:uiPriority w:val="39"/>
    <w:semiHidden/>
    <w:rsid w:val="0021053D"/>
    <w:pPr>
      <w:ind w:left="1000"/>
    </w:pPr>
  </w:style>
  <w:style w:type="paragraph" w:styleId="TOC7">
    <w:name w:val="toc 7"/>
    <w:basedOn w:val="Normal"/>
    <w:next w:val="Normal"/>
    <w:autoRedefine/>
    <w:uiPriority w:val="39"/>
    <w:semiHidden/>
    <w:rsid w:val="0021053D"/>
    <w:pPr>
      <w:ind w:left="1200"/>
    </w:pPr>
  </w:style>
  <w:style w:type="paragraph" w:styleId="TOC8">
    <w:name w:val="toc 8"/>
    <w:basedOn w:val="Normal"/>
    <w:next w:val="Normal"/>
    <w:autoRedefine/>
    <w:uiPriority w:val="39"/>
    <w:semiHidden/>
    <w:rsid w:val="0021053D"/>
    <w:pPr>
      <w:ind w:left="1400"/>
    </w:pPr>
  </w:style>
  <w:style w:type="paragraph" w:styleId="TOC9">
    <w:name w:val="toc 9"/>
    <w:basedOn w:val="Normal"/>
    <w:next w:val="Normal"/>
    <w:autoRedefine/>
    <w:uiPriority w:val="39"/>
    <w:semiHidden/>
    <w:rsid w:val="0021053D"/>
    <w:pPr>
      <w:ind w:left="1600"/>
    </w:pPr>
  </w:style>
  <w:style w:type="paragraph" w:styleId="Subtitle">
    <w:name w:val="Subtitle"/>
    <w:basedOn w:val="Normal"/>
    <w:next w:val="Normal"/>
    <w:link w:val="SubtitleChar"/>
    <w:uiPriority w:val="11"/>
    <w:semiHidden/>
    <w:qFormat/>
    <w:rsid w:val="00152073"/>
    <w:pPr>
      <w:spacing w:after="60"/>
      <w:jc w:val="center"/>
    </w:pPr>
    <w:rPr>
      <w:rFonts w:ascii="Calibri Light" w:hAnsi="Calibri Light"/>
      <w:sz w:val="24"/>
      <w:szCs w:val="24"/>
    </w:rPr>
  </w:style>
  <w:style w:type="paragraph" w:customStyle="1" w:styleId="Sectionbreakfirstpage">
    <w:name w:val="Section break first page"/>
    <w:uiPriority w:val="5"/>
    <w:rsid w:val="004C6EEE"/>
    <w:pPr>
      <w:spacing w:after="400"/>
    </w:pPr>
    <w:rPr>
      <w:rFonts w:ascii="Arial" w:hAnsi="Arial"/>
      <w:lang w:eastAsia="en-US"/>
    </w:rPr>
  </w:style>
  <w:style w:type="paragraph" w:customStyle="1" w:styleId="MHRVtabletext">
    <w:name w:val="MHRV table text"/>
    <w:uiPriority w:val="3"/>
    <w:qFormat/>
    <w:rsid w:val="00DA2619"/>
    <w:pPr>
      <w:spacing w:before="80" w:after="60"/>
    </w:pPr>
    <w:rPr>
      <w:rFonts w:ascii="Arial" w:hAnsi="Arial"/>
      <w:lang w:eastAsia="en-US"/>
    </w:rPr>
  </w:style>
  <w:style w:type="paragraph" w:customStyle="1" w:styleId="MHRVtablecaption">
    <w:name w:val="MHRV table caption"/>
    <w:next w:val="MHRVbody"/>
    <w:uiPriority w:val="3"/>
    <w:qFormat/>
    <w:rsid w:val="00233724"/>
    <w:pPr>
      <w:keepNext/>
      <w:keepLines/>
      <w:spacing w:before="240" w:after="120" w:line="240" w:lineRule="atLeast"/>
    </w:pPr>
    <w:rPr>
      <w:rFonts w:ascii="Arial" w:hAnsi="Arial"/>
      <w:b/>
      <w:lang w:eastAsia="en-US"/>
    </w:rPr>
  </w:style>
  <w:style w:type="paragraph" w:customStyle="1" w:styleId="MHRVmainheading">
    <w:name w:val="MHRV main heading"/>
    <w:uiPriority w:val="8"/>
    <w:rsid w:val="00F52218"/>
    <w:pPr>
      <w:spacing w:after="240"/>
    </w:pPr>
    <w:rPr>
      <w:rFonts w:ascii="Arial" w:hAnsi="Arial"/>
      <w:color w:val="542E8E" w:themeColor="accent1"/>
      <w:sz w:val="50"/>
      <w:szCs w:val="50"/>
      <w:lang w:eastAsia="en-US"/>
    </w:rPr>
  </w:style>
  <w:style w:type="character" w:styleId="FootnoteReference">
    <w:name w:val="footnote reference"/>
    <w:uiPriority w:val="99"/>
    <w:rsid w:val="00BC7ED7"/>
    <w:rPr>
      <w:vertAlign w:val="superscript"/>
    </w:rPr>
  </w:style>
  <w:style w:type="paragraph" w:customStyle="1" w:styleId="MHRVaccessibilitypara">
    <w:name w:val="MHRV accessibility para"/>
    <w:uiPriority w:val="8"/>
    <w:rsid w:val="00F50294"/>
    <w:pPr>
      <w:spacing w:before="400" w:after="200" w:line="300" w:lineRule="atLeast"/>
    </w:pPr>
    <w:rPr>
      <w:rFonts w:ascii="Arial" w:eastAsia="Times" w:hAnsi="Arial"/>
      <w:sz w:val="24"/>
      <w:szCs w:val="19"/>
      <w:lang w:eastAsia="en-US"/>
    </w:rPr>
  </w:style>
  <w:style w:type="paragraph" w:customStyle="1" w:styleId="MHRVfigurecaption">
    <w:name w:val="MHRV figure caption"/>
    <w:next w:val="MHRVbody"/>
    <w:rsid w:val="00770F37"/>
    <w:pPr>
      <w:keepNext/>
      <w:keepLines/>
      <w:spacing w:before="240" w:after="120"/>
    </w:pPr>
    <w:rPr>
      <w:rFonts w:ascii="Arial" w:hAnsi="Arial"/>
      <w:b/>
      <w:lang w:eastAsia="en-US"/>
    </w:rPr>
  </w:style>
  <w:style w:type="paragraph" w:customStyle="1" w:styleId="MHRVbullet2">
    <w:name w:val="MHRV bullet 2"/>
    <w:basedOn w:val="MHRVbody"/>
    <w:uiPriority w:val="2"/>
    <w:qFormat/>
    <w:rsid w:val="00283C55"/>
    <w:pPr>
      <w:numPr>
        <w:ilvl w:val="1"/>
        <w:numId w:val="7"/>
      </w:numPr>
      <w:spacing w:after="40"/>
    </w:pPr>
  </w:style>
  <w:style w:type="paragraph" w:customStyle="1" w:styleId="MHRVbodyafterbullets">
    <w:name w:val="MHRV body after bullets"/>
    <w:basedOn w:val="MHRVbody"/>
    <w:uiPriority w:val="11"/>
    <w:rsid w:val="00E11352"/>
    <w:pPr>
      <w:spacing w:before="120"/>
    </w:pPr>
  </w:style>
  <w:style w:type="paragraph" w:customStyle="1" w:styleId="MHRVtablebullet2">
    <w:name w:val="MHRV table bullet 2"/>
    <w:basedOn w:val="MHRVtabletext"/>
    <w:uiPriority w:val="11"/>
    <w:rsid w:val="00283C55"/>
    <w:pPr>
      <w:numPr>
        <w:ilvl w:val="1"/>
        <w:numId w:val="9"/>
      </w:numPr>
    </w:pPr>
  </w:style>
  <w:style w:type="character" w:customStyle="1" w:styleId="SubtitleChar">
    <w:name w:val="Subtitle Char"/>
    <w:link w:val="Subtitle"/>
    <w:uiPriority w:val="11"/>
    <w:semiHidden/>
    <w:rsid w:val="00152073"/>
    <w:rPr>
      <w:rFonts w:ascii="Calibri Light" w:hAnsi="Calibri Light"/>
      <w:sz w:val="24"/>
      <w:szCs w:val="24"/>
      <w:lang w:eastAsia="en-US"/>
    </w:rPr>
  </w:style>
  <w:style w:type="paragraph" w:customStyle="1" w:styleId="MHRVtablebullet1">
    <w:name w:val="MHRV table bullet 1"/>
    <w:basedOn w:val="MHRVtabletext"/>
    <w:uiPriority w:val="3"/>
    <w:qFormat/>
    <w:rsid w:val="00283C55"/>
    <w:pPr>
      <w:numPr>
        <w:numId w:val="9"/>
      </w:numPr>
    </w:pPr>
  </w:style>
  <w:style w:type="numbering" w:customStyle="1" w:styleId="ZZTablebullets">
    <w:name w:val="ZZ Table bullets"/>
    <w:basedOn w:val="NoList"/>
    <w:rsid w:val="00283C55"/>
    <w:pPr>
      <w:numPr>
        <w:numId w:val="9"/>
      </w:numPr>
    </w:pPr>
  </w:style>
  <w:style w:type="paragraph" w:customStyle="1" w:styleId="MHRVtablecolhead">
    <w:name w:val="MHRV table col head"/>
    <w:uiPriority w:val="3"/>
    <w:qFormat/>
    <w:rsid w:val="008970D2"/>
    <w:pPr>
      <w:spacing w:before="80" w:after="60"/>
    </w:pPr>
    <w:rPr>
      <w:rFonts w:ascii="Arial" w:hAnsi="Arial"/>
      <w:b/>
      <w:color w:val="FFFFFF" w:themeColor="background1"/>
      <w:lang w:eastAsia="en-US"/>
    </w:rPr>
  </w:style>
  <w:style w:type="paragraph" w:customStyle="1" w:styleId="MHRVbulletafternumbers1">
    <w:name w:val="MHRV bullet after numbers 1"/>
    <w:basedOn w:val="MHRVbody"/>
    <w:uiPriority w:val="4"/>
    <w:rsid w:val="00283C55"/>
    <w:pPr>
      <w:numPr>
        <w:ilvl w:val="2"/>
        <w:numId w:val="3"/>
      </w:numPr>
    </w:pPr>
  </w:style>
  <w:style w:type="character" w:styleId="Hyperlink">
    <w:name w:val="Hyperlink"/>
    <w:uiPriority w:val="99"/>
    <w:rsid w:val="007A11E8"/>
    <w:rPr>
      <w:color w:val="0072CE"/>
      <w:u w:val="dotted"/>
    </w:rPr>
  </w:style>
  <w:style w:type="character" w:styleId="UnresolvedMention">
    <w:name w:val="Unresolved Mention"/>
    <w:basedOn w:val="DefaultParagraphFont"/>
    <w:uiPriority w:val="99"/>
    <w:semiHidden/>
    <w:unhideWhenUsed/>
    <w:rsid w:val="00AB61D0"/>
    <w:rPr>
      <w:color w:val="605E5C"/>
      <w:shd w:val="clear" w:color="auto" w:fill="E1DFDD"/>
    </w:rPr>
  </w:style>
  <w:style w:type="paragraph" w:styleId="FootnoteText">
    <w:name w:val="footnote text"/>
    <w:basedOn w:val="Normal"/>
    <w:link w:val="FootnoteTextChar"/>
    <w:uiPriority w:val="8"/>
    <w:rsid w:val="00152073"/>
    <w:pPr>
      <w:spacing w:before="60" w:after="60" w:line="200" w:lineRule="atLeast"/>
    </w:pPr>
    <w:rPr>
      <w:rFonts w:ascii="Arial" w:eastAsia="MS Gothic" w:hAnsi="Arial" w:cs="Arial"/>
      <w:sz w:val="16"/>
      <w:szCs w:val="16"/>
    </w:rPr>
  </w:style>
  <w:style w:type="character" w:customStyle="1" w:styleId="FootnoteTextChar">
    <w:name w:val="Footnote Text Char"/>
    <w:link w:val="FootnoteText"/>
    <w:uiPriority w:val="8"/>
    <w:rsid w:val="003F0445"/>
    <w:rPr>
      <w:rFonts w:ascii="Arial" w:eastAsia="MS Gothic" w:hAnsi="Arial" w:cs="Arial"/>
      <w:sz w:val="16"/>
      <w:szCs w:val="16"/>
      <w:lang w:eastAsia="en-US"/>
    </w:rPr>
  </w:style>
  <w:style w:type="paragraph" w:customStyle="1" w:styleId="Spacerparatopoffirstpage">
    <w:name w:val="Spacer para top of first page"/>
    <w:basedOn w:val="MHRVbodynospace"/>
    <w:semiHidden/>
    <w:rsid w:val="00DE6028"/>
    <w:pPr>
      <w:spacing w:line="240" w:lineRule="auto"/>
    </w:pPr>
    <w:rPr>
      <w:noProof/>
      <w:sz w:val="12"/>
    </w:rPr>
  </w:style>
  <w:style w:type="paragraph" w:styleId="Title">
    <w:name w:val="Title"/>
    <w:basedOn w:val="Normal"/>
    <w:next w:val="Normal"/>
    <w:link w:val="TitleChar"/>
    <w:uiPriority w:val="10"/>
    <w:semiHidden/>
    <w:qFormat/>
    <w:rsid w:val="00152073"/>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sid w:val="00152073"/>
    <w:rPr>
      <w:rFonts w:ascii="Calibri Light" w:hAnsi="Calibri Light"/>
      <w:b/>
      <w:bCs/>
      <w:kern w:val="28"/>
      <w:sz w:val="32"/>
      <w:szCs w:val="32"/>
      <w:lang w:eastAsia="en-US"/>
    </w:rPr>
  </w:style>
  <w:style w:type="numbering" w:customStyle="1" w:styleId="ZZBullets">
    <w:name w:val="ZZ Bullets"/>
    <w:rsid w:val="00283C55"/>
    <w:pPr>
      <w:numPr>
        <w:numId w:val="7"/>
      </w:numPr>
    </w:pPr>
  </w:style>
  <w:style w:type="numbering" w:customStyle="1" w:styleId="ZZNumbersdigit">
    <w:name w:val="ZZ Numbers digit"/>
    <w:rsid w:val="00283C55"/>
    <w:pPr>
      <w:numPr>
        <w:numId w:val="2"/>
      </w:numPr>
    </w:pPr>
  </w:style>
  <w:style w:type="numbering" w:customStyle="1" w:styleId="ZZQuotebullets">
    <w:name w:val="ZZ Quote bullets"/>
    <w:basedOn w:val="ZZNumbersdigit"/>
    <w:rsid w:val="00283C55"/>
    <w:pPr>
      <w:numPr>
        <w:numId w:val="11"/>
      </w:numPr>
    </w:pPr>
  </w:style>
  <w:style w:type="paragraph" w:customStyle="1" w:styleId="MHRVnumberdigit">
    <w:name w:val="MHRV number digit"/>
    <w:basedOn w:val="MHRVbody"/>
    <w:uiPriority w:val="2"/>
    <w:rsid w:val="00283C55"/>
    <w:pPr>
      <w:numPr>
        <w:numId w:val="3"/>
      </w:numPr>
    </w:pPr>
  </w:style>
  <w:style w:type="paragraph" w:customStyle="1" w:styleId="MHRVnumberloweralphaindent">
    <w:name w:val="MHRV number lower alpha indent"/>
    <w:basedOn w:val="MHRVbody"/>
    <w:uiPriority w:val="3"/>
    <w:rsid w:val="00283C55"/>
    <w:pPr>
      <w:numPr>
        <w:ilvl w:val="1"/>
        <w:numId w:val="22"/>
      </w:numPr>
    </w:pPr>
  </w:style>
  <w:style w:type="paragraph" w:customStyle="1" w:styleId="MHRVnumberdigitindent">
    <w:name w:val="MHRV number digit indent"/>
    <w:basedOn w:val="MHRVnumberloweralphaindent"/>
    <w:uiPriority w:val="3"/>
    <w:rsid w:val="00283C55"/>
    <w:pPr>
      <w:numPr>
        <w:numId w:val="3"/>
      </w:numPr>
    </w:pPr>
  </w:style>
  <w:style w:type="paragraph" w:customStyle="1" w:styleId="MHRVnumberloweralpha">
    <w:name w:val="MHRV number lower alpha"/>
    <w:basedOn w:val="MHRVbody"/>
    <w:uiPriority w:val="3"/>
    <w:rsid w:val="00283C55"/>
    <w:pPr>
      <w:numPr>
        <w:numId w:val="22"/>
      </w:numPr>
    </w:pPr>
  </w:style>
  <w:style w:type="paragraph" w:customStyle="1" w:styleId="MHRVnumberlowerroman">
    <w:name w:val="MHRV number lower roman"/>
    <w:basedOn w:val="MHRVbody"/>
    <w:uiPriority w:val="3"/>
    <w:rsid w:val="00283C55"/>
    <w:pPr>
      <w:numPr>
        <w:numId w:val="13"/>
      </w:numPr>
    </w:pPr>
  </w:style>
  <w:style w:type="paragraph" w:customStyle="1" w:styleId="MHRVnumberlowerromanindent">
    <w:name w:val="MHRV number lower roman indent"/>
    <w:basedOn w:val="MHRVbody"/>
    <w:uiPriority w:val="3"/>
    <w:rsid w:val="00283C55"/>
    <w:pPr>
      <w:numPr>
        <w:ilvl w:val="1"/>
        <w:numId w:val="13"/>
      </w:numPr>
    </w:pPr>
  </w:style>
  <w:style w:type="paragraph" w:customStyle="1" w:styleId="MHRVquote">
    <w:name w:val="MHRV quote"/>
    <w:basedOn w:val="MHRVbody"/>
    <w:uiPriority w:val="4"/>
    <w:rsid w:val="00152073"/>
    <w:pPr>
      <w:ind w:left="397"/>
    </w:pPr>
    <w:rPr>
      <w:szCs w:val="18"/>
    </w:rPr>
  </w:style>
  <w:style w:type="paragraph" w:customStyle="1" w:styleId="MHRVtablefigurenote">
    <w:name w:val="MHRV table/figure note"/>
    <w:uiPriority w:val="4"/>
    <w:rsid w:val="00A330BB"/>
    <w:pPr>
      <w:spacing w:before="60" w:after="60" w:line="240" w:lineRule="exact"/>
    </w:pPr>
    <w:rPr>
      <w:rFonts w:ascii="Arial" w:hAnsi="Arial"/>
      <w:sz w:val="18"/>
      <w:lang w:eastAsia="en-US"/>
    </w:rPr>
  </w:style>
  <w:style w:type="paragraph" w:customStyle="1" w:styleId="MHRVbodyaftertablefigure">
    <w:name w:val="MHRV body after table/figure"/>
    <w:basedOn w:val="MHRVbody"/>
    <w:next w:val="MHRVbody"/>
    <w:uiPriority w:val="1"/>
    <w:rsid w:val="00951D50"/>
    <w:pPr>
      <w:spacing w:before="240"/>
    </w:pPr>
  </w:style>
  <w:style w:type="paragraph" w:customStyle="1" w:styleId="MHRVfooter">
    <w:name w:val="MHRV footer"/>
    <w:uiPriority w:val="11"/>
    <w:rsid w:val="00A07160"/>
    <w:pPr>
      <w:tabs>
        <w:tab w:val="right" w:pos="10206"/>
      </w:tabs>
      <w:spacing w:before="300"/>
    </w:pPr>
    <w:rPr>
      <w:rFonts w:ascii="Arial" w:hAnsi="Arial" w:cs="Arial"/>
      <w:sz w:val="18"/>
      <w:szCs w:val="18"/>
      <w:lang w:eastAsia="en-US"/>
    </w:rPr>
  </w:style>
  <w:style w:type="paragraph" w:customStyle="1" w:styleId="MHRVheader">
    <w:name w:val="MHRV header"/>
    <w:uiPriority w:val="11"/>
    <w:rsid w:val="00A07160"/>
    <w:pPr>
      <w:spacing w:after="300"/>
    </w:pPr>
    <w:rPr>
      <w:rFonts w:ascii="Arial" w:hAnsi="Arial" w:cs="Arial"/>
      <w:sz w:val="18"/>
      <w:szCs w:val="18"/>
      <w:lang w:eastAsia="en-US"/>
    </w:rPr>
  </w:style>
  <w:style w:type="paragraph" w:customStyle="1" w:styleId="MHRVbulletafternumbers2">
    <w:name w:val="MHRV bullet after numbers 2"/>
    <w:basedOn w:val="MHRVbody"/>
    <w:rsid w:val="00283C55"/>
    <w:pPr>
      <w:numPr>
        <w:ilvl w:val="3"/>
        <w:numId w:val="3"/>
      </w:numPr>
    </w:pPr>
  </w:style>
  <w:style w:type="numbering" w:customStyle="1" w:styleId="ZZNumberslowerroman">
    <w:name w:val="ZZ Numbers lower roman"/>
    <w:basedOn w:val="ZZQuotebullets"/>
    <w:rsid w:val="00283C55"/>
    <w:pPr>
      <w:numPr>
        <w:numId w:val="13"/>
      </w:numPr>
    </w:pPr>
  </w:style>
  <w:style w:type="numbering" w:customStyle="1" w:styleId="ZZNumbersloweralpha">
    <w:name w:val="ZZ Numbers lower alpha"/>
    <w:basedOn w:val="NoList"/>
    <w:rsid w:val="00283C55"/>
    <w:pPr>
      <w:numPr>
        <w:numId w:val="20"/>
      </w:numPr>
    </w:pPr>
  </w:style>
  <w:style w:type="paragraph" w:customStyle="1" w:styleId="MHRVquotebullet1">
    <w:name w:val="MHRV quote bullet 1"/>
    <w:basedOn w:val="MHRVquote"/>
    <w:rsid w:val="00283C55"/>
    <w:pPr>
      <w:numPr>
        <w:numId w:val="11"/>
      </w:numPr>
    </w:pPr>
  </w:style>
  <w:style w:type="paragraph" w:customStyle="1" w:styleId="MHRVquotebullet2">
    <w:name w:val="MHRV quote bullet 2"/>
    <w:basedOn w:val="MHRVquote"/>
    <w:rsid w:val="00283C55"/>
    <w:pPr>
      <w:numPr>
        <w:ilvl w:val="1"/>
        <w:numId w:val="11"/>
      </w:numPr>
    </w:pPr>
  </w:style>
  <w:style w:type="character" w:customStyle="1" w:styleId="MHRVbodyChar">
    <w:name w:val="MHRV body Char"/>
    <w:basedOn w:val="DefaultParagraphFont"/>
    <w:link w:val="MHRVbody"/>
    <w:rsid w:val="00A07160"/>
    <w:rPr>
      <w:rFonts w:ascii="Arial" w:eastAsia="Times" w:hAnsi="Arial"/>
      <w:lang w:eastAsia="en-US"/>
    </w:rPr>
  </w:style>
  <w:style w:type="character" w:styleId="CommentReference">
    <w:name w:val="annotation reference"/>
    <w:basedOn w:val="DefaultParagraphFont"/>
    <w:uiPriority w:val="99"/>
    <w:semiHidden/>
    <w:unhideWhenUsed/>
    <w:rsid w:val="00DD7659"/>
    <w:rPr>
      <w:sz w:val="16"/>
      <w:szCs w:val="16"/>
    </w:rPr>
  </w:style>
  <w:style w:type="paragraph" w:styleId="CommentText">
    <w:name w:val="annotation text"/>
    <w:basedOn w:val="Normal"/>
    <w:link w:val="CommentTextChar"/>
    <w:uiPriority w:val="99"/>
    <w:semiHidden/>
    <w:unhideWhenUsed/>
    <w:rsid w:val="00DD7659"/>
  </w:style>
  <w:style w:type="character" w:customStyle="1" w:styleId="CommentTextChar">
    <w:name w:val="Comment Text Char"/>
    <w:basedOn w:val="DefaultParagraphFont"/>
    <w:link w:val="CommentText"/>
    <w:uiPriority w:val="99"/>
    <w:semiHidden/>
    <w:rsid w:val="00DD7659"/>
    <w:rPr>
      <w:rFonts w:ascii="Cambria" w:hAnsi="Cambria"/>
      <w:lang w:eastAsia="en-US"/>
    </w:rPr>
  </w:style>
  <w:style w:type="paragraph" w:styleId="Revision">
    <w:name w:val="Revision"/>
    <w:hidden/>
    <w:uiPriority w:val="71"/>
    <w:rsid w:val="00DD7659"/>
    <w:rPr>
      <w:rFonts w:ascii="Cambria" w:hAnsi="Cambria"/>
      <w:lang w:eastAsia="en-US"/>
    </w:rPr>
  </w:style>
  <w:style w:type="paragraph" w:styleId="BalloonText">
    <w:name w:val="Balloon Text"/>
    <w:basedOn w:val="Normal"/>
    <w:link w:val="BalloonTextChar"/>
    <w:uiPriority w:val="99"/>
    <w:semiHidden/>
    <w:unhideWhenUsed/>
    <w:rsid w:val="00DD76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7659"/>
    <w:rPr>
      <w:rFonts w:ascii="Segoe UI" w:hAnsi="Segoe UI" w:cs="Segoe UI"/>
      <w:sz w:val="18"/>
      <w:szCs w:val="18"/>
      <w:lang w:eastAsia="en-US"/>
    </w:rPr>
  </w:style>
  <w:style w:type="paragraph" w:customStyle="1" w:styleId="MHRVmainsubheading">
    <w:name w:val="MHRV main subheading"/>
    <w:uiPriority w:val="8"/>
    <w:rsid w:val="00F52218"/>
    <w:pPr>
      <w:spacing w:after="240"/>
    </w:pPr>
    <w:rPr>
      <w:rFonts w:ascii="Arial" w:hAnsi="Arial"/>
      <w:color w:val="542E8E" w:themeColor="accent1"/>
      <w:sz w:val="28"/>
      <w:szCs w:val="24"/>
      <w:lang w:eastAsia="en-US"/>
    </w:rPr>
  </w:style>
  <w:style w:type="paragraph" w:customStyle="1" w:styleId="MHRVquotecolour">
    <w:name w:val="MHRV quote colour"/>
    <w:basedOn w:val="MHRVquote"/>
    <w:rsid w:val="008A2DB8"/>
    <w:rPr>
      <w:color w:val="542E8E" w:themeColor="accent1"/>
    </w:rPr>
  </w:style>
  <w:style w:type="paragraph" w:customStyle="1" w:styleId="MHRVquotecolourbullet1">
    <w:name w:val="MHRV quote colour bullet 1"/>
    <w:basedOn w:val="MHRVquotecolour"/>
    <w:rsid w:val="008A2DB8"/>
    <w:pPr>
      <w:numPr>
        <w:numId w:val="23"/>
      </w:numPr>
    </w:pPr>
  </w:style>
  <w:style w:type="paragraph" w:customStyle="1" w:styleId="MHRVquotecolourbullet2">
    <w:name w:val="MHRV quote colour bullet 2"/>
    <w:basedOn w:val="MHRVquotecolour"/>
    <w:rsid w:val="008A2DB8"/>
    <w:pPr>
      <w:numPr>
        <w:ilvl w:val="1"/>
        <w:numId w:val="23"/>
      </w:numPr>
    </w:pPr>
  </w:style>
  <w:style w:type="numbering" w:customStyle="1" w:styleId="ZZQuotebulletscolour">
    <w:name w:val="ZZ Quote bullets colour"/>
    <w:basedOn w:val="NoList"/>
    <w:uiPriority w:val="99"/>
    <w:rsid w:val="008A2DB8"/>
    <w:pPr>
      <w:numPr>
        <w:numId w:val="23"/>
      </w:numPr>
    </w:pPr>
  </w:style>
  <w:style w:type="paragraph" w:customStyle="1" w:styleId="MHRVquotelarge">
    <w:name w:val="MHRV quote large"/>
    <w:basedOn w:val="MHRVbody"/>
    <w:rsid w:val="008A2DB8"/>
    <w:pPr>
      <w:spacing w:before="240" w:after="240" w:line="312" w:lineRule="auto"/>
      <w:ind w:left="1701" w:right="567"/>
      <w:jc w:val="right"/>
    </w:pPr>
    <w:rPr>
      <w:color w:val="542E8E" w:themeColor="accent1"/>
      <w:sz w:val="30"/>
    </w:rPr>
  </w:style>
  <w:style w:type="paragraph" w:customStyle="1" w:styleId="MHRVhighlight">
    <w:name w:val="MHRV highlight"/>
    <w:basedOn w:val="MHRVbody"/>
    <w:rsid w:val="00740730"/>
    <w:pPr>
      <w:spacing w:before="160" w:after="160" w:line="360" w:lineRule="atLeast"/>
    </w:pPr>
    <w:rPr>
      <w:color w:val="542E8E" w:themeColor="accent1"/>
      <w:sz w:val="28"/>
      <w:szCs w:val="28"/>
    </w:rPr>
  </w:style>
  <w:style w:type="paragraph" w:styleId="CommentSubject">
    <w:name w:val="annotation subject"/>
    <w:basedOn w:val="CommentText"/>
    <w:next w:val="CommentText"/>
    <w:link w:val="CommentSubjectChar"/>
    <w:uiPriority w:val="99"/>
    <w:semiHidden/>
    <w:unhideWhenUsed/>
    <w:rsid w:val="00E625E1"/>
    <w:rPr>
      <w:b/>
      <w:bCs/>
    </w:rPr>
  </w:style>
  <w:style w:type="character" w:customStyle="1" w:styleId="CommentSubjectChar">
    <w:name w:val="Comment Subject Char"/>
    <w:basedOn w:val="CommentTextChar"/>
    <w:link w:val="CommentSubject"/>
    <w:uiPriority w:val="99"/>
    <w:semiHidden/>
    <w:rsid w:val="00E625E1"/>
    <w:rPr>
      <w:rFonts w:ascii="Cambria" w:hAnsi="Cambria"/>
      <w:b/>
      <w:bCs/>
      <w:lang w:eastAsia="en-US"/>
    </w:rPr>
  </w:style>
  <w:style w:type="paragraph" w:customStyle="1" w:styleId="DHHSbullet1">
    <w:name w:val="DHHS bullet 1"/>
    <w:basedOn w:val="Normal"/>
    <w:qFormat/>
    <w:rsid w:val="00753DF1"/>
    <w:pPr>
      <w:spacing w:after="40" w:line="270" w:lineRule="atLeast"/>
      <w:ind w:left="284" w:hanging="284"/>
    </w:pPr>
    <w:rPr>
      <w:rFonts w:ascii="Arial" w:eastAsia="Times" w:hAnsi="Arial"/>
    </w:rPr>
  </w:style>
  <w:style w:type="paragraph" w:customStyle="1" w:styleId="DHHSbullet2">
    <w:name w:val="DHHS bullet 2"/>
    <w:basedOn w:val="Normal"/>
    <w:uiPriority w:val="2"/>
    <w:qFormat/>
    <w:rsid w:val="00753DF1"/>
    <w:pPr>
      <w:spacing w:after="40" w:line="270" w:lineRule="atLeast"/>
      <w:ind w:left="567" w:hanging="283"/>
    </w:pPr>
    <w:rPr>
      <w:rFonts w:ascii="Arial" w:eastAsia="Times" w:hAnsi="Arial"/>
    </w:rPr>
  </w:style>
  <w:style w:type="paragraph" w:customStyle="1" w:styleId="DHHStablebullet">
    <w:name w:val="DHHS table bullet"/>
    <w:basedOn w:val="Normal"/>
    <w:uiPriority w:val="3"/>
    <w:qFormat/>
    <w:rsid w:val="00753DF1"/>
    <w:pPr>
      <w:spacing w:before="80" w:after="60"/>
      <w:ind w:left="227" w:hanging="227"/>
    </w:pPr>
    <w:rPr>
      <w:rFonts w:ascii="Arial" w:hAnsi="Arial"/>
    </w:rPr>
  </w:style>
  <w:style w:type="paragraph" w:customStyle="1" w:styleId="DHHSbulletindent">
    <w:name w:val="DHHS bullet indent"/>
    <w:basedOn w:val="Normal"/>
    <w:uiPriority w:val="4"/>
    <w:rsid w:val="00753DF1"/>
    <w:pPr>
      <w:spacing w:after="40" w:line="270" w:lineRule="atLeast"/>
      <w:ind w:left="680" w:hanging="283"/>
    </w:pPr>
    <w:rPr>
      <w:rFonts w:ascii="Arial" w:eastAsia="Times" w:hAnsi="Arial"/>
    </w:rPr>
  </w:style>
  <w:style w:type="paragraph" w:customStyle="1" w:styleId="DHHSbullet1lastline">
    <w:name w:val="DHHS bullet 1 last line"/>
    <w:basedOn w:val="DHHSbullet1"/>
    <w:qFormat/>
    <w:rsid w:val="00753DF1"/>
    <w:pPr>
      <w:spacing w:after="120"/>
    </w:pPr>
  </w:style>
  <w:style w:type="paragraph" w:customStyle="1" w:styleId="DHHSbullet2lastline">
    <w:name w:val="DHHS bullet 2 last line"/>
    <w:basedOn w:val="DHHSbullet2"/>
    <w:uiPriority w:val="2"/>
    <w:qFormat/>
    <w:rsid w:val="00753DF1"/>
    <w:pPr>
      <w:spacing w:after="120"/>
    </w:pPr>
  </w:style>
  <w:style w:type="paragraph" w:customStyle="1" w:styleId="DHHSbulletindentlastline">
    <w:name w:val="DHHS bullet indent last line"/>
    <w:basedOn w:val="Normal"/>
    <w:uiPriority w:val="4"/>
    <w:rsid w:val="00753DF1"/>
    <w:pPr>
      <w:spacing w:after="120" w:line="270" w:lineRule="atLeast"/>
      <w:ind w:left="680" w:hanging="283"/>
    </w:pPr>
    <w:rPr>
      <w:rFonts w:ascii="Arial" w:eastAsia="Times" w:hAnsi="Arial"/>
    </w:rPr>
  </w:style>
  <w:style w:type="paragraph" w:customStyle="1" w:styleId="DHHSbody">
    <w:name w:val="DHHS body"/>
    <w:qFormat/>
    <w:rsid w:val="00834FEE"/>
    <w:pPr>
      <w:spacing w:after="120" w:line="270" w:lineRule="atLeast"/>
    </w:pPr>
    <w:rPr>
      <w:rFonts w:ascii="Arial" w:eastAsia="Times" w:hAnsi="Arial"/>
      <w:lang w:eastAsia="en-US"/>
    </w:rPr>
  </w:style>
  <w:style w:type="paragraph" w:customStyle="1" w:styleId="DHHSaccessibilitypara">
    <w:name w:val="DHHS accessibility para"/>
    <w:uiPriority w:val="8"/>
    <w:rsid w:val="00834FEE"/>
    <w:pPr>
      <w:spacing w:after="200" w:line="300" w:lineRule="atLeast"/>
    </w:pPr>
    <w:rPr>
      <w:rFonts w:ascii="Arial" w:eastAsia="Times" w:hAnsi="Arial"/>
      <w:sz w:val="24"/>
      <w:szCs w:val="19"/>
      <w:lang w:eastAsia="en-US"/>
    </w:rPr>
  </w:style>
  <w:style w:type="paragraph" w:customStyle="1" w:styleId="DHHSfigurecaption">
    <w:name w:val="DHHS figure caption"/>
    <w:next w:val="DHHSbody"/>
    <w:rsid w:val="00834FEE"/>
    <w:pPr>
      <w:keepNext/>
      <w:keepLines/>
      <w:spacing w:before="240" w:after="120"/>
    </w:pPr>
    <w:rPr>
      <w:rFonts w:ascii="Arial" w:hAnsi="Arial"/>
      <w:b/>
      <w:lang w:eastAsia="en-US"/>
    </w:rPr>
  </w:style>
  <w:style w:type="character" w:customStyle="1" w:styleId="acopre">
    <w:name w:val="acopre"/>
    <w:basedOn w:val="DefaultParagraphFont"/>
    <w:rsid w:val="0000733C"/>
  </w:style>
  <w:style w:type="character" w:styleId="Emphasis">
    <w:name w:val="Emphasis"/>
    <w:basedOn w:val="DefaultParagraphFont"/>
    <w:uiPriority w:val="20"/>
    <w:qFormat/>
    <w:rsid w:val="0000733C"/>
    <w:rPr>
      <w:i/>
      <w:iCs/>
    </w:rPr>
  </w:style>
  <w:style w:type="table" w:styleId="PlainTable1">
    <w:name w:val="Plain Table 1"/>
    <w:basedOn w:val="TableNormal"/>
    <w:uiPriority w:val="41"/>
    <w:rsid w:val="00DF479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6057D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774994">
      <w:bodyDiv w:val="1"/>
      <w:marLeft w:val="0"/>
      <w:marRight w:val="0"/>
      <w:marTop w:val="0"/>
      <w:marBottom w:val="0"/>
      <w:divBdr>
        <w:top w:val="none" w:sz="0" w:space="0" w:color="auto"/>
        <w:left w:val="none" w:sz="0" w:space="0" w:color="auto"/>
        <w:bottom w:val="none" w:sz="0" w:space="0" w:color="auto"/>
        <w:right w:val="none" w:sz="0" w:space="0" w:color="auto"/>
      </w:divBdr>
    </w:div>
    <w:div w:id="381442770">
      <w:bodyDiv w:val="1"/>
      <w:marLeft w:val="0"/>
      <w:marRight w:val="0"/>
      <w:marTop w:val="0"/>
      <w:marBottom w:val="0"/>
      <w:divBdr>
        <w:top w:val="none" w:sz="0" w:space="0" w:color="auto"/>
        <w:left w:val="none" w:sz="0" w:space="0" w:color="auto"/>
        <w:bottom w:val="none" w:sz="0" w:space="0" w:color="auto"/>
        <w:right w:val="none" w:sz="0" w:space="0" w:color="auto"/>
      </w:divBdr>
    </w:div>
    <w:div w:id="421414158">
      <w:bodyDiv w:val="1"/>
      <w:marLeft w:val="0"/>
      <w:marRight w:val="0"/>
      <w:marTop w:val="0"/>
      <w:marBottom w:val="0"/>
      <w:divBdr>
        <w:top w:val="none" w:sz="0" w:space="0" w:color="auto"/>
        <w:left w:val="none" w:sz="0" w:space="0" w:color="auto"/>
        <w:bottom w:val="none" w:sz="0" w:space="0" w:color="auto"/>
        <w:right w:val="none" w:sz="0" w:space="0" w:color="auto"/>
      </w:divBdr>
    </w:div>
    <w:div w:id="704410966">
      <w:bodyDiv w:val="1"/>
      <w:marLeft w:val="0"/>
      <w:marRight w:val="0"/>
      <w:marTop w:val="0"/>
      <w:marBottom w:val="0"/>
      <w:divBdr>
        <w:top w:val="none" w:sz="0" w:space="0" w:color="auto"/>
        <w:left w:val="none" w:sz="0" w:space="0" w:color="auto"/>
        <w:bottom w:val="none" w:sz="0" w:space="0" w:color="auto"/>
        <w:right w:val="none" w:sz="0" w:space="0" w:color="auto"/>
      </w:divBdr>
    </w:div>
    <w:div w:id="778568344">
      <w:bodyDiv w:val="1"/>
      <w:marLeft w:val="0"/>
      <w:marRight w:val="0"/>
      <w:marTop w:val="0"/>
      <w:marBottom w:val="0"/>
      <w:divBdr>
        <w:top w:val="none" w:sz="0" w:space="0" w:color="auto"/>
        <w:left w:val="none" w:sz="0" w:space="0" w:color="auto"/>
        <w:bottom w:val="none" w:sz="0" w:space="0" w:color="auto"/>
        <w:right w:val="none" w:sz="0" w:space="0" w:color="auto"/>
      </w:divBdr>
    </w:div>
    <w:div w:id="851146005">
      <w:bodyDiv w:val="1"/>
      <w:marLeft w:val="0"/>
      <w:marRight w:val="0"/>
      <w:marTop w:val="0"/>
      <w:marBottom w:val="0"/>
      <w:divBdr>
        <w:top w:val="none" w:sz="0" w:space="0" w:color="auto"/>
        <w:left w:val="none" w:sz="0" w:space="0" w:color="auto"/>
        <w:bottom w:val="none" w:sz="0" w:space="0" w:color="auto"/>
        <w:right w:val="none" w:sz="0" w:space="0" w:color="auto"/>
      </w:divBdr>
    </w:div>
    <w:div w:id="873467878">
      <w:bodyDiv w:val="1"/>
      <w:marLeft w:val="0"/>
      <w:marRight w:val="0"/>
      <w:marTop w:val="0"/>
      <w:marBottom w:val="0"/>
      <w:divBdr>
        <w:top w:val="none" w:sz="0" w:space="0" w:color="auto"/>
        <w:left w:val="none" w:sz="0" w:space="0" w:color="auto"/>
        <w:bottom w:val="none" w:sz="0" w:space="0" w:color="auto"/>
        <w:right w:val="none" w:sz="0" w:space="0" w:color="auto"/>
      </w:divBdr>
    </w:div>
    <w:div w:id="1409155498">
      <w:bodyDiv w:val="1"/>
      <w:marLeft w:val="0"/>
      <w:marRight w:val="0"/>
      <w:marTop w:val="0"/>
      <w:marBottom w:val="0"/>
      <w:divBdr>
        <w:top w:val="none" w:sz="0" w:space="0" w:color="auto"/>
        <w:left w:val="none" w:sz="0" w:space="0" w:color="auto"/>
        <w:bottom w:val="none" w:sz="0" w:space="0" w:color="auto"/>
        <w:right w:val="none" w:sz="0" w:space="0" w:color="auto"/>
      </w:divBdr>
    </w:div>
    <w:div w:id="1432503707">
      <w:bodyDiv w:val="1"/>
      <w:marLeft w:val="0"/>
      <w:marRight w:val="0"/>
      <w:marTop w:val="0"/>
      <w:marBottom w:val="0"/>
      <w:divBdr>
        <w:top w:val="none" w:sz="0" w:space="0" w:color="auto"/>
        <w:left w:val="none" w:sz="0" w:space="0" w:color="auto"/>
        <w:bottom w:val="none" w:sz="0" w:space="0" w:color="auto"/>
        <w:right w:val="none" w:sz="0" w:space="0" w:color="auto"/>
      </w:divBdr>
    </w:div>
    <w:div w:id="1441948880">
      <w:bodyDiv w:val="1"/>
      <w:marLeft w:val="0"/>
      <w:marRight w:val="0"/>
      <w:marTop w:val="0"/>
      <w:marBottom w:val="0"/>
      <w:divBdr>
        <w:top w:val="none" w:sz="0" w:space="0" w:color="auto"/>
        <w:left w:val="none" w:sz="0" w:space="0" w:color="auto"/>
        <w:bottom w:val="none" w:sz="0" w:space="0" w:color="auto"/>
        <w:right w:val="none" w:sz="0" w:space="0" w:color="auto"/>
      </w:divBdr>
    </w:div>
    <w:div w:id="1748379978">
      <w:bodyDiv w:val="1"/>
      <w:marLeft w:val="0"/>
      <w:marRight w:val="0"/>
      <w:marTop w:val="0"/>
      <w:marBottom w:val="0"/>
      <w:divBdr>
        <w:top w:val="none" w:sz="0" w:space="0" w:color="auto"/>
        <w:left w:val="none" w:sz="0" w:space="0" w:color="auto"/>
        <w:bottom w:val="none" w:sz="0" w:space="0" w:color="auto"/>
        <w:right w:val="none" w:sz="0" w:space="0" w:color="auto"/>
      </w:divBdr>
    </w:div>
    <w:div w:id="193975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egislation.vic.gov.a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yperlink" Target="http://www.mhrv.vic.gov.au" TargetMode="External"/><Relationship Id="rId2" Type="http://schemas.openxmlformats.org/officeDocument/2006/relationships/customXml" Target="../customXml/item2.xml"/><Relationship Id="rId16" Type="http://schemas.openxmlformats.org/officeDocument/2006/relationships/hyperlink" Target="mailto:privacy@mhrv.vic.gov.a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mailto:privacy@mhrv.vic.gov.au" TargetMode="Externa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privacy@mhrv.vic.gov.a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te0409\AppData\Local\Microsoft\Windows\INetCache\Content.Outlook\ZRRXIO8S\MHRV%20Factsheet%20Template%202%20-%20060520.dotx" TargetMode="External"/></Relationships>
</file>

<file path=word/theme/theme1.xml><?xml version="1.0" encoding="utf-8"?>
<a:theme xmlns:a="http://schemas.openxmlformats.org/drawingml/2006/main" name="Office Theme">
  <a:themeElements>
    <a:clrScheme name="DHHS MHRV">
      <a:dk1>
        <a:sysClr val="windowText" lastClr="000000"/>
      </a:dk1>
      <a:lt1>
        <a:sysClr val="window" lastClr="FFFFFF"/>
      </a:lt1>
      <a:dk2>
        <a:srgbClr val="343741"/>
      </a:dk2>
      <a:lt2>
        <a:srgbClr val="DFE1DF"/>
      </a:lt2>
      <a:accent1>
        <a:srgbClr val="542E8E"/>
      </a:accent1>
      <a:accent2>
        <a:srgbClr val="00BAC0"/>
      </a:accent2>
      <a:accent3>
        <a:srgbClr val="ED1944"/>
      </a:accent3>
      <a:accent4>
        <a:srgbClr val="68CEF2"/>
      </a:accent4>
      <a:accent5>
        <a:srgbClr val="62BB46"/>
      </a:accent5>
      <a:accent6>
        <a:srgbClr val="F8971F"/>
      </a:accent6>
      <a:hlink>
        <a:srgbClr val="0072CE"/>
      </a:hlink>
      <a:folHlink>
        <a:srgbClr val="87189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EBED02B2B1B949AC5C2E8310F5529D" ma:contentTypeVersion="10" ma:contentTypeDescription="Create a new document." ma:contentTypeScope="" ma:versionID="ab7de874326c93829c6e9530793f2fbf">
  <xsd:schema xmlns:xsd="http://www.w3.org/2001/XMLSchema" xmlns:xs="http://www.w3.org/2001/XMLSchema" xmlns:p="http://schemas.microsoft.com/office/2006/metadata/properties" xmlns:ns2="8e31a26f-2bac-4483-81c4-d278e737b1b6" xmlns:ns3="c427ca3f-7de3-4044-ac76-e271ff0d05a7" targetNamespace="http://schemas.microsoft.com/office/2006/metadata/properties" ma:root="true" ma:fieldsID="646d538989dad1c68a3aa26ecdf3ea0c" ns2:_="" ns3:_="">
    <xsd:import namespace="8e31a26f-2bac-4483-81c4-d278e737b1b6"/>
    <xsd:import namespace="c427ca3f-7de3-4044-ac76-e271ff0d0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31a26f-2bac-4483-81c4-d278e737b1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27ca3f-7de3-4044-ac76-e271ff0d05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427ca3f-7de3-4044-ac76-e271ff0d05a7">
      <UserInfo>
        <DisplayName>Lauren Costello (DHHS)</DisplayName>
        <AccountId>107</AccountId>
        <AccountType/>
      </UserInfo>
      <UserInfo>
        <DisplayName>Paul Flowerdew (DHHS)</DisplayName>
        <AccountId>174</AccountId>
        <AccountType/>
      </UserInfo>
      <UserInfo>
        <DisplayName>Brigid Clarke (DHHS)</DisplayName>
        <AccountId>21</AccountId>
        <AccountType/>
      </UserInfo>
      <UserInfo>
        <DisplayName>Katie Jones (DHHS)</DisplayName>
        <AccountId>222</AccountId>
        <AccountType/>
      </UserInfo>
      <UserInfo>
        <DisplayName>Dan Brown (DHHS)</DisplayName>
        <AccountId>112</AccountId>
        <AccountType/>
      </UserInfo>
      <UserInfo>
        <DisplayName>Jessica Schirmer (DHHS)</DisplayName>
        <AccountId>245</AccountId>
        <AccountType/>
      </UserInfo>
      <UserInfo>
        <DisplayName>Eileesh Diviney (DHHS)</DisplayName>
        <AccountId>24</AccountId>
        <AccountType/>
      </UserInfo>
      <UserInfo>
        <DisplayName>Emma Byers (DHHS)</DisplayName>
        <AccountId>242</AccountId>
        <AccountType/>
      </UserInfo>
      <UserInfo>
        <DisplayName>Geraldine Dumont (DHHS)</DisplayName>
        <AccountId>403</AccountId>
        <AccountType/>
      </UserInfo>
      <UserInfo>
        <DisplayName>Matt Tibble (DHHS)</DisplayName>
        <AccountId>221</AccountId>
        <AccountType/>
      </UserInfo>
    </SharedWithUsers>
  </documentManagement>
</p:properties>
</file>

<file path=customXml/itemProps1.xml><?xml version="1.0" encoding="utf-8"?>
<ds:datastoreItem xmlns:ds="http://schemas.openxmlformats.org/officeDocument/2006/customXml" ds:itemID="{2D4F6CC3-4D12-481E-876B-A71A3D6123C7}"/>
</file>

<file path=customXml/itemProps2.xml><?xml version="1.0" encoding="utf-8"?>
<ds:datastoreItem xmlns:ds="http://schemas.openxmlformats.org/officeDocument/2006/customXml" ds:itemID="{C508B40B-01EC-49CC-A5E6-B20CB733300B}">
  <ds:schemaRefs>
    <ds:schemaRef ds:uri="http://schemas.microsoft.com/sharepoint/v3/contenttype/forms"/>
  </ds:schemaRefs>
</ds:datastoreItem>
</file>

<file path=customXml/itemProps3.xml><?xml version="1.0" encoding="utf-8"?>
<ds:datastoreItem xmlns:ds="http://schemas.openxmlformats.org/officeDocument/2006/customXml" ds:itemID="{6E9169FA-6EE5-4598-A7AC-E6DED3976404}">
  <ds:schemaRefs>
    <ds:schemaRef ds:uri="http://schemas.microsoft.com/office/infopath/2007/PartnerControls"/>
    <ds:schemaRef ds:uri="http://purl.org/dc/elements/1.1/"/>
    <ds:schemaRef ds:uri="http://schemas.microsoft.com/office/2006/metadata/properties"/>
    <ds:schemaRef ds:uri="2fd516b9-533a-4c39-aa95-d1ccfc9bb0de"/>
    <ds:schemaRef ds:uri="http://purl.org/dc/terms/"/>
    <ds:schemaRef ds:uri="http://schemas.openxmlformats.org/package/2006/metadata/core-properties"/>
    <ds:schemaRef ds:uri="http://schemas.microsoft.com/office/2006/documentManagement/types"/>
    <ds:schemaRef ds:uri="a0a1cdb3-76af-40bd-93b0-f7d150250ba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MHRV Factsheet Template 2 - 060520.dotx</Template>
  <TotalTime>2</TotalTime>
  <Pages>7</Pages>
  <Words>2807</Words>
  <Characters>15777</Characters>
  <Application>Microsoft Office Word</Application>
  <DocSecurity>0</DocSecurity>
  <Lines>272</Lines>
  <Paragraphs>185</Paragraphs>
  <ScaleCrop>false</ScaleCrop>
  <HeadingPairs>
    <vt:vector size="2" baseType="variant">
      <vt:variant>
        <vt:lpstr>Title</vt:lpstr>
      </vt:variant>
      <vt:variant>
        <vt:i4>1</vt:i4>
      </vt:variant>
    </vt:vector>
  </HeadingPairs>
  <TitlesOfParts>
    <vt:vector size="1" baseType="lpstr">
      <vt:lpstr>Mental Health Reform Victoria Privacy Policy</vt:lpstr>
    </vt:vector>
  </TitlesOfParts>
  <Company>Mental Health Reform Victoria</Company>
  <LinksUpToDate>false</LinksUpToDate>
  <CharactersWithSpaces>18399</CharactersWithSpaces>
  <SharedDoc>false</SharedDoc>
  <HyperlinkBase/>
  <HLinks>
    <vt:vector size="24" baseType="variant">
      <vt:variant>
        <vt:i4>2162710</vt:i4>
      </vt:variant>
      <vt:variant>
        <vt:i4>72</vt:i4>
      </vt:variant>
      <vt:variant>
        <vt:i4>0</vt:i4>
      </vt:variant>
      <vt:variant>
        <vt:i4>5</vt:i4>
      </vt:variant>
      <vt:variant>
        <vt:lpwstr>mailto:privacy@mhrv.vic.gov.au</vt:lpwstr>
      </vt:variant>
      <vt:variant>
        <vt:lpwstr/>
      </vt:variant>
      <vt:variant>
        <vt:i4>2162710</vt:i4>
      </vt:variant>
      <vt:variant>
        <vt:i4>69</vt:i4>
      </vt:variant>
      <vt:variant>
        <vt:i4>0</vt:i4>
      </vt:variant>
      <vt:variant>
        <vt:i4>5</vt:i4>
      </vt:variant>
      <vt:variant>
        <vt:lpwstr>mailto:privacy@mhrv.vic.gov.au</vt:lpwstr>
      </vt:variant>
      <vt:variant>
        <vt:lpwstr/>
      </vt:variant>
      <vt:variant>
        <vt:i4>2162710</vt:i4>
      </vt:variant>
      <vt:variant>
        <vt:i4>66</vt:i4>
      </vt:variant>
      <vt:variant>
        <vt:i4>0</vt:i4>
      </vt:variant>
      <vt:variant>
        <vt:i4>5</vt:i4>
      </vt:variant>
      <vt:variant>
        <vt:lpwstr>mailto:privacy@mhrv.vic.gov.au</vt:lpwstr>
      </vt:variant>
      <vt:variant>
        <vt:lpwstr/>
      </vt:variant>
      <vt:variant>
        <vt:i4>8323190</vt:i4>
      </vt:variant>
      <vt:variant>
        <vt:i4>63</vt:i4>
      </vt:variant>
      <vt:variant>
        <vt:i4>0</vt:i4>
      </vt:variant>
      <vt:variant>
        <vt:i4>5</vt:i4>
      </vt:variant>
      <vt:variant>
        <vt:lpwstr>http://www.legislation.vic.gov.au/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Mental Health Reform Victoria Privacy Policy</dc:title>
  <dc:subject>Mental Health Reform Victoria Privacy Policy</dc:subject>
  <dc:creator>MHRV Privacy Team</dc:creator>
  <cp:keywords/>
  <cp:lastModifiedBy>Matt Tibble (DHHS)</cp:lastModifiedBy>
  <cp:revision>4</cp:revision>
  <cp:lastPrinted>2020-11-18T01:52:00Z</cp:lastPrinted>
  <dcterms:created xsi:type="dcterms:W3CDTF">2020-11-18T01:50:00Z</dcterms:created>
  <dcterms:modified xsi:type="dcterms:W3CDTF">2020-11-18T01:52:00Z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0x010100A1EBED02B2B1B949AC5C2E8310F5529D</vt:lpwstr>
  </property>
  <property fmtid="{D5CDD505-2E9C-101B-9397-08002B2CF9AE}" pid="4" name="MSIP_Label_43e64453-338c-4f93-8a4d-0039a0a41f2a_Enabled">
    <vt:lpwstr>true</vt:lpwstr>
  </property>
  <property fmtid="{D5CDD505-2E9C-101B-9397-08002B2CF9AE}" pid="5" name="MSIP_Label_43e64453-338c-4f93-8a4d-0039a0a41f2a_SetDate">
    <vt:lpwstr>2020-11-18T01:50:42Z</vt:lpwstr>
  </property>
  <property fmtid="{D5CDD505-2E9C-101B-9397-08002B2CF9AE}" pid="6" name="MSIP_Label_43e64453-338c-4f93-8a4d-0039a0a41f2a_Method">
    <vt:lpwstr>Privileged</vt:lpwstr>
  </property>
  <property fmtid="{D5CDD505-2E9C-101B-9397-08002B2CF9AE}" pid="7" name="MSIP_Label_43e64453-338c-4f93-8a4d-0039a0a41f2a_Name">
    <vt:lpwstr>43e64453-338c-4f93-8a4d-0039a0a41f2a</vt:lpwstr>
  </property>
  <property fmtid="{D5CDD505-2E9C-101B-9397-08002B2CF9AE}" pid="8" name="MSIP_Label_43e64453-338c-4f93-8a4d-0039a0a41f2a_SiteId">
    <vt:lpwstr>c0e0601f-0fac-449c-9c88-a104c4eb9f28</vt:lpwstr>
  </property>
  <property fmtid="{D5CDD505-2E9C-101B-9397-08002B2CF9AE}" pid="9" name="MSIP_Label_43e64453-338c-4f93-8a4d-0039a0a41f2a_ActionId">
    <vt:lpwstr>ff4d0bae-749c-4e83-98b6-18ad587d8e98</vt:lpwstr>
  </property>
  <property fmtid="{D5CDD505-2E9C-101B-9397-08002B2CF9AE}" pid="10" name="MSIP_Label_43e64453-338c-4f93-8a4d-0039a0a41f2a_ContentBits">
    <vt:lpwstr>2</vt:lpwstr>
  </property>
</Properties>
</file>